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32E62" w14:paraId="2A5159CC" w14:textId="77777777">
        <w:tc>
          <w:tcPr>
            <w:tcW w:w="509" w:type="dxa"/>
          </w:tcPr>
          <w:p w14:paraId="6AEDBF7E" w14:textId="77777777" w:rsidR="00E32E62" w:rsidRDefault="005E555A">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3DD8340B" w14:textId="77777777" w:rsidR="00E32E62" w:rsidRDefault="005E555A">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03.080.99</w:t>
            </w:r>
            <w:r>
              <w:rPr>
                <w:rFonts w:ascii="黑体" w:eastAsia="黑体" w:hAnsi="黑体"/>
                <w:sz w:val="21"/>
                <w:szCs w:val="21"/>
              </w:rPr>
              <w:fldChar w:fldCharType="end"/>
            </w:r>
            <w:bookmarkEnd w:id="0"/>
          </w:p>
        </w:tc>
      </w:tr>
      <w:tr w:rsidR="00E32E62" w14:paraId="1BF384A9" w14:textId="77777777">
        <w:tc>
          <w:tcPr>
            <w:tcW w:w="509" w:type="dxa"/>
          </w:tcPr>
          <w:p w14:paraId="0DEEABBF" w14:textId="77777777" w:rsidR="00E32E62" w:rsidRDefault="005E555A">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E32E62" w14:paraId="5733639C" w14:textId="77777777">
              <w:trPr>
                <w:trHeight w:hRule="exact" w:val="1021"/>
              </w:trPr>
              <w:tc>
                <w:tcPr>
                  <w:tcW w:w="9242" w:type="dxa"/>
                  <w:vAlign w:val="center"/>
                </w:tcPr>
                <w:p w14:paraId="183F808D" w14:textId="77777777" w:rsidR="00E32E62" w:rsidRDefault="005E555A" w:rsidP="00DF5A9C">
                  <w:pPr>
                    <w:pStyle w:val="afffff"/>
                    <w:framePr w:w="0" w:hRule="auto" w:wrap="auto" w:hAnchor="text" w:xAlign="left" w:yAlign="inline" w:anchorLock="0"/>
                    <w:ind w:left="420" w:right="624"/>
                    <w:rPr>
                      <w:rFonts w:ascii="宋体" w:hAnsi="宋体" w:hint="eastAsia"/>
                      <w:sz w:val="28"/>
                      <w:szCs w:val="28"/>
                    </w:rPr>
                  </w:pPr>
                  <w:r>
                    <w:rPr>
                      <w:noProof/>
                    </w:rPr>
                    <w:drawing>
                      <wp:inline distT="0" distB="0" distL="0" distR="0" wp14:anchorId="4F4814DB" wp14:editId="1B54F82B">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25C13E99" wp14:editId="018B372C">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69812EF6" w14:textId="77777777" w:rsidR="00E32E62" w:rsidRDefault="005E555A">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 30</w:t>
            </w:r>
            <w:r>
              <w:rPr>
                <w:rFonts w:ascii="黑体" w:eastAsia="黑体" w:hAnsi="黑体"/>
                <w:sz w:val="21"/>
                <w:szCs w:val="21"/>
              </w:rPr>
              <w:fldChar w:fldCharType="end"/>
            </w:r>
            <w:bookmarkEnd w:id="2"/>
          </w:p>
        </w:tc>
      </w:tr>
    </w:tbl>
    <w:p w14:paraId="68351372" w14:textId="77777777" w:rsidR="00E32E62" w:rsidRDefault="005E555A">
      <w:pPr>
        <w:pStyle w:val="afffff0"/>
        <w:framePr w:w="9639" w:h="624" w:hRule="exact" w:hSpace="181" w:vSpace="181" w:wrap="around" w:hAnchor="page" w:x="1305" w:y="2269"/>
        <w:rPr>
          <w:rFonts w:ascii="黑体" w:eastAsia="黑体" w:hAnsi="黑体" w:hint="eastAsia"/>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5737E443" w14:textId="77777777" w:rsidR="00E32E62" w:rsidRDefault="005E555A">
      <w:pPr>
        <w:pStyle w:val="affffffffff2"/>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163CD51B" w14:textId="77777777" w:rsidR="00E32E62" w:rsidRDefault="005E555A">
      <w:pPr>
        <w:pStyle w:val="affffffffff3"/>
        <w:framePr w:wrap="auto"/>
        <w:rPr>
          <w:rFonts w:hAnsi="黑体" w:hint="eastAsia"/>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36C81C77" w14:textId="77777777" w:rsidR="00E32E62" w:rsidRDefault="005E555A">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54D04051" wp14:editId="54403925">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7F9292A1" id="直接连接符 7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35F8C8CA" w14:textId="77777777" w:rsidR="00E32E62" w:rsidRDefault="00E32E62">
      <w:pPr>
        <w:pStyle w:val="afffff0"/>
        <w:framePr w:w="9639" w:h="6976" w:hRule="exact" w:hSpace="0" w:vSpace="0" w:wrap="around" w:hAnchor="page" w:y="6408"/>
        <w:jc w:val="center"/>
        <w:rPr>
          <w:rFonts w:ascii="黑体" w:eastAsia="黑体" w:hAnsi="黑体" w:hint="eastAsia"/>
          <w:b w:val="0"/>
          <w:bCs w:val="0"/>
          <w:w w:val="100"/>
        </w:rPr>
      </w:pPr>
    </w:p>
    <w:p w14:paraId="243BB2C5" w14:textId="77777777" w:rsidR="00E32E62" w:rsidRDefault="005E555A">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应用研究类科技成果商业化评价报告编制规范</w:t>
      </w:r>
      <w:r>
        <w:fldChar w:fldCharType="end"/>
      </w:r>
      <w:bookmarkEnd w:id="8"/>
    </w:p>
    <w:p w14:paraId="2145EAB0" w14:textId="77777777" w:rsidR="00E32E62" w:rsidRDefault="00E32E62">
      <w:pPr>
        <w:framePr w:w="9639" w:h="6974" w:hRule="exact" w:wrap="around" w:vAnchor="page" w:hAnchor="page" w:x="1419" w:y="6408" w:anchorLock="1"/>
        <w:ind w:left="-1418"/>
      </w:pPr>
    </w:p>
    <w:p w14:paraId="1249217B" w14:textId="77777777" w:rsidR="00E32E62" w:rsidRDefault="005E555A">
      <w:pPr>
        <w:pStyle w:val="afffffff8"/>
        <w:framePr w:w="9639" w:h="6974" w:hRule="exact" w:wrap="around" w:vAnchor="page" w:hAnchor="page" w:x="1419" w:y="6408" w:anchorLock="1"/>
        <w:textAlignment w:val="bottom"/>
        <w:rPr>
          <w:rFonts w:ascii="黑体" w:eastAsia="黑体" w:hAnsi="黑体" w:hint="eastAsia"/>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Specification for compilation of commercialization evaluation reports for applied research scientific and technological achievements</w:t>
      </w:r>
      <w:r>
        <w:rPr>
          <w:rFonts w:ascii="黑体" w:eastAsia="黑体" w:hAnsi="黑体"/>
          <w:szCs w:val="28"/>
        </w:rPr>
        <w:fldChar w:fldCharType="end"/>
      </w:r>
      <w:bookmarkEnd w:id="9"/>
    </w:p>
    <w:p w14:paraId="1A96205C" w14:textId="77777777" w:rsidR="00E32E62" w:rsidRDefault="00E32E62">
      <w:pPr>
        <w:framePr w:w="9639" w:h="6974" w:hRule="exact" w:wrap="around" w:vAnchor="page" w:hAnchor="page" w:x="1419" w:y="6408" w:anchorLock="1"/>
        <w:spacing w:line="760" w:lineRule="exact"/>
        <w:ind w:left="-1418"/>
      </w:pPr>
    </w:p>
    <w:p w14:paraId="0C643780" w14:textId="77777777" w:rsidR="00E32E62" w:rsidRDefault="00E32E62">
      <w:pPr>
        <w:pStyle w:val="afffffff8"/>
        <w:framePr w:w="9639" w:h="6974" w:hRule="exact" w:wrap="around" w:vAnchor="page" w:hAnchor="page" w:x="1419" w:y="6408" w:anchorLock="1"/>
        <w:textAlignment w:val="bottom"/>
        <w:rPr>
          <w:rFonts w:eastAsia="黑体"/>
          <w:szCs w:val="28"/>
        </w:rPr>
      </w:pPr>
    </w:p>
    <w:p w14:paraId="7BB1E750" w14:textId="77777777" w:rsidR="00E32E62" w:rsidRDefault="005E555A">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14:paraId="7303E2A4" w14:textId="77777777" w:rsidR="00E32E62" w:rsidRDefault="005E555A">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771AB412" w14:textId="77777777" w:rsidR="00E32E62" w:rsidRDefault="005E555A">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14:paraId="567B188A" w14:textId="77777777" w:rsidR="00E32E62" w:rsidRDefault="005E555A">
      <w:pPr>
        <w:pStyle w:val="affffffffff0"/>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4B6945AA" w14:textId="77777777" w:rsidR="00E32E62" w:rsidRDefault="005E555A">
      <w:pPr>
        <w:pStyle w:val="affffffffff1"/>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20A27B4D" w14:textId="77777777" w:rsidR="00E32E62" w:rsidRDefault="005E555A">
      <w:pPr>
        <w:pStyle w:val="affffffff8"/>
        <w:framePr w:h="584" w:hRule="exact" w:hSpace="181" w:vSpace="181" w:wrap="around" w:y="14800"/>
        <w:rPr>
          <w:rFonts w:hAnsi="黑体" w:hint="eastAsia"/>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w:t>
      </w:r>
      <w:r>
        <w:rPr>
          <w:rFonts w:hAnsi="黑体"/>
          <w:w w:val="100"/>
          <w:sz w:val="28"/>
        </w:rPr>
        <w:t>标准化协会</w:t>
      </w:r>
      <w:r>
        <w:rPr>
          <w:rFonts w:hAnsi="黑体"/>
          <w:w w:val="100"/>
          <w:sz w:val="28"/>
        </w:rPr>
        <w:fldChar w:fldCharType="end"/>
      </w:r>
      <w:bookmarkEnd w:id="19"/>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14610C12" w14:textId="77777777" w:rsidR="00E32E62" w:rsidRDefault="005E555A">
      <w:pPr>
        <w:rPr>
          <w:rFonts w:ascii="宋体" w:hAnsi="宋体" w:hint="eastAsia"/>
          <w:sz w:val="28"/>
          <w:szCs w:val="28"/>
        </w:rPr>
        <w:sectPr w:rsidR="00E32E62" w:rsidSect="004C234E">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3EDD1DF4" wp14:editId="43D2E77E">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17C893E3" id="直接连接符 5"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6A18D2DF" w14:textId="77777777" w:rsidR="004C234E" w:rsidRDefault="004C234E" w:rsidP="004C234E">
      <w:pPr>
        <w:pStyle w:val="affffffa"/>
        <w:spacing w:after="360"/>
      </w:pPr>
      <w:bookmarkStart w:id="20" w:name="BookMark1"/>
      <w:bookmarkStart w:id="21" w:name="_Toc194872140"/>
      <w:bookmarkStart w:id="22" w:name="_Toc194758204"/>
      <w:bookmarkStart w:id="23" w:name="_Toc195696559"/>
      <w:bookmarkStart w:id="24" w:name="_Toc195024262"/>
      <w:bookmarkStart w:id="25" w:name="_Toc195024061"/>
      <w:bookmarkStart w:id="26" w:name="_Toc194531141"/>
      <w:bookmarkStart w:id="27" w:name="_Toc190273913"/>
      <w:bookmarkStart w:id="28" w:name="_Toc190204832"/>
      <w:bookmarkStart w:id="29" w:name="_Toc194871530"/>
      <w:bookmarkStart w:id="30" w:name="_Toc194531244"/>
      <w:bookmarkStart w:id="31" w:name="_Toc194870638"/>
      <w:bookmarkStart w:id="32" w:name="_Toc194870695"/>
      <w:bookmarkStart w:id="33" w:name="_Toc195089767"/>
      <w:bookmarkStart w:id="34" w:name="_Toc194757844"/>
      <w:bookmarkStart w:id="35" w:name="_Toc195105258"/>
      <w:bookmarkStart w:id="36" w:name="_Toc195024212"/>
      <w:bookmarkStart w:id="37" w:name="_Toc194914883"/>
      <w:bookmarkStart w:id="38" w:name="_Toc194908355"/>
      <w:bookmarkStart w:id="39" w:name="_Toc195709238"/>
      <w:bookmarkStart w:id="40" w:name="_Toc195712526"/>
      <w:bookmarkStart w:id="41" w:name="_Toc195892489"/>
      <w:r w:rsidRPr="004C234E">
        <w:rPr>
          <w:rFonts w:hint="eastAsia"/>
          <w:spacing w:val="320"/>
        </w:rPr>
        <w:lastRenderedPageBreak/>
        <w:t>目</w:t>
      </w:r>
      <w:r>
        <w:rPr>
          <w:rFonts w:hint="eastAsia"/>
        </w:rPr>
        <w:t>次</w:t>
      </w:r>
    </w:p>
    <w:p w14:paraId="555EA807" w14:textId="77777777" w:rsidR="004C234E" w:rsidRPr="004C234E" w:rsidRDefault="004C234E">
      <w:pPr>
        <w:pStyle w:val="TOC1"/>
        <w:tabs>
          <w:tab w:val="right" w:leader="dot" w:pos="9344"/>
        </w:tabs>
        <w:rPr>
          <w:rFonts w:asciiTheme="minorHAnsi" w:eastAsiaTheme="minorEastAsia" w:hAnsiTheme="minorHAnsi" w:cstheme="minorBidi" w:hint="eastAsia"/>
          <w:noProof/>
          <w:szCs w:val="22"/>
        </w:rPr>
      </w:pPr>
      <w:r w:rsidRPr="004C234E">
        <w:fldChar w:fldCharType="begin"/>
      </w:r>
      <w:r w:rsidRPr="004C234E">
        <w:instrText xml:space="preserve"> TOC \o "1-1" \h \t "标准文件_一级条标题,2,标准文件_附录一级条标题,2," </w:instrText>
      </w:r>
      <w:r w:rsidRPr="004C234E">
        <w:fldChar w:fldCharType="separate"/>
      </w:r>
      <w:hyperlink w:anchor="_Toc195892604" w:history="1">
        <w:r w:rsidRPr="004C234E">
          <w:rPr>
            <w:rStyle w:val="affffb"/>
            <w:rFonts w:hint="eastAsia"/>
            <w:noProof/>
          </w:rPr>
          <w:t>前言</w:t>
        </w:r>
        <w:r w:rsidRPr="004C234E">
          <w:rPr>
            <w:noProof/>
          </w:rPr>
          <w:tab/>
        </w:r>
        <w:r w:rsidRPr="004C234E">
          <w:rPr>
            <w:noProof/>
          </w:rPr>
          <w:fldChar w:fldCharType="begin"/>
        </w:r>
        <w:r w:rsidRPr="004C234E">
          <w:rPr>
            <w:noProof/>
          </w:rPr>
          <w:instrText xml:space="preserve"> PAGEREF _Toc195892604 \h </w:instrText>
        </w:r>
        <w:r w:rsidRPr="004C234E">
          <w:rPr>
            <w:noProof/>
          </w:rPr>
        </w:r>
        <w:r w:rsidRPr="004C234E">
          <w:rPr>
            <w:noProof/>
          </w:rPr>
          <w:fldChar w:fldCharType="separate"/>
        </w:r>
        <w:r w:rsidRPr="004C234E">
          <w:rPr>
            <w:noProof/>
          </w:rPr>
          <w:t>II</w:t>
        </w:r>
        <w:r w:rsidRPr="004C234E">
          <w:rPr>
            <w:noProof/>
          </w:rPr>
          <w:fldChar w:fldCharType="end"/>
        </w:r>
      </w:hyperlink>
    </w:p>
    <w:p w14:paraId="2B60E76A" w14:textId="77777777" w:rsidR="004C234E" w:rsidRPr="004C234E" w:rsidRDefault="004C234E">
      <w:pPr>
        <w:pStyle w:val="TOC1"/>
        <w:tabs>
          <w:tab w:val="right" w:leader="dot" w:pos="9344"/>
        </w:tabs>
        <w:rPr>
          <w:rFonts w:asciiTheme="minorHAnsi" w:eastAsiaTheme="minorEastAsia" w:hAnsiTheme="minorHAnsi" w:cstheme="minorBidi" w:hint="eastAsia"/>
          <w:noProof/>
          <w:szCs w:val="22"/>
        </w:rPr>
      </w:pPr>
      <w:hyperlink w:anchor="_Toc195892605" w:history="1">
        <w:r w:rsidRPr="004C234E">
          <w:rPr>
            <w:rStyle w:val="affffb"/>
            <w:noProof/>
          </w:rPr>
          <w:t>1</w:t>
        </w:r>
        <w:r>
          <w:rPr>
            <w:rStyle w:val="affffb"/>
            <w:noProof/>
          </w:rPr>
          <w:t xml:space="preserve"> </w:t>
        </w:r>
        <w:r w:rsidRPr="004C234E">
          <w:rPr>
            <w:rStyle w:val="affffb"/>
            <w:rFonts w:hint="eastAsia"/>
            <w:noProof/>
          </w:rPr>
          <w:t xml:space="preserve"> 范围</w:t>
        </w:r>
        <w:r w:rsidRPr="004C234E">
          <w:rPr>
            <w:noProof/>
          </w:rPr>
          <w:tab/>
        </w:r>
        <w:r w:rsidRPr="004C234E">
          <w:rPr>
            <w:noProof/>
          </w:rPr>
          <w:fldChar w:fldCharType="begin"/>
        </w:r>
        <w:r w:rsidRPr="004C234E">
          <w:rPr>
            <w:noProof/>
          </w:rPr>
          <w:instrText xml:space="preserve"> PAGEREF _Toc195892605 \h </w:instrText>
        </w:r>
        <w:r w:rsidRPr="004C234E">
          <w:rPr>
            <w:noProof/>
          </w:rPr>
        </w:r>
        <w:r w:rsidRPr="004C234E">
          <w:rPr>
            <w:noProof/>
          </w:rPr>
          <w:fldChar w:fldCharType="separate"/>
        </w:r>
        <w:r w:rsidRPr="004C234E">
          <w:rPr>
            <w:noProof/>
          </w:rPr>
          <w:t>1</w:t>
        </w:r>
        <w:r w:rsidRPr="004C234E">
          <w:rPr>
            <w:noProof/>
          </w:rPr>
          <w:fldChar w:fldCharType="end"/>
        </w:r>
      </w:hyperlink>
    </w:p>
    <w:p w14:paraId="3F9AA34D" w14:textId="77777777" w:rsidR="004C234E" w:rsidRPr="004C234E" w:rsidRDefault="004C234E">
      <w:pPr>
        <w:pStyle w:val="TOC1"/>
        <w:tabs>
          <w:tab w:val="right" w:leader="dot" w:pos="9344"/>
        </w:tabs>
        <w:rPr>
          <w:rFonts w:asciiTheme="minorHAnsi" w:eastAsiaTheme="minorEastAsia" w:hAnsiTheme="minorHAnsi" w:cstheme="minorBidi" w:hint="eastAsia"/>
          <w:noProof/>
          <w:szCs w:val="22"/>
        </w:rPr>
      </w:pPr>
      <w:hyperlink w:anchor="_Toc195892606" w:history="1">
        <w:r w:rsidRPr="004C234E">
          <w:rPr>
            <w:rStyle w:val="affffb"/>
            <w:noProof/>
          </w:rPr>
          <w:t>2</w:t>
        </w:r>
        <w:r>
          <w:rPr>
            <w:rStyle w:val="affffb"/>
            <w:noProof/>
          </w:rPr>
          <w:t xml:space="preserve"> </w:t>
        </w:r>
        <w:r w:rsidRPr="004C234E">
          <w:rPr>
            <w:rStyle w:val="affffb"/>
            <w:rFonts w:hint="eastAsia"/>
            <w:noProof/>
          </w:rPr>
          <w:t xml:space="preserve"> 规范性引用文件</w:t>
        </w:r>
        <w:r w:rsidRPr="004C234E">
          <w:rPr>
            <w:noProof/>
          </w:rPr>
          <w:tab/>
        </w:r>
        <w:r w:rsidRPr="004C234E">
          <w:rPr>
            <w:noProof/>
          </w:rPr>
          <w:fldChar w:fldCharType="begin"/>
        </w:r>
        <w:r w:rsidRPr="004C234E">
          <w:rPr>
            <w:noProof/>
          </w:rPr>
          <w:instrText xml:space="preserve"> PAGEREF _Toc195892606 \h </w:instrText>
        </w:r>
        <w:r w:rsidRPr="004C234E">
          <w:rPr>
            <w:noProof/>
          </w:rPr>
        </w:r>
        <w:r w:rsidRPr="004C234E">
          <w:rPr>
            <w:noProof/>
          </w:rPr>
          <w:fldChar w:fldCharType="separate"/>
        </w:r>
        <w:r w:rsidRPr="004C234E">
          <w:rPr>
            <w:noProof/>
          </w:rPr>
          <w:t>1</w:t>
        </w:r>
        <w:r w:rsidRPr="004C234E">
          <w:rPr>
            <w:noProof/>
          </w:rPr>
          <w:fldChar w:fldCharType="end"/>
        </w:r>
      </w:hyperlink>
    </w:p>
    <w:p w14:paraId="2A7799FD" w14:textId="77777777" w:rsidR="004C234E" w:rsidRPr="004C234E" w:rsidRDefault="004C234E">
      <w:pPr>
        <w:pStyle w:val="TOC1"/>
        <w:tabs>
          <w:tab w:val="right" w:leader="dot" w:pos="9344"/>
        </w:tabs>
        <w:rPr>
          <w:rFonts w:asciiTheme="minorHAnsi" w:eastAsiaTheme="minorEastAsia" w:hAnsiTheme="minorHAnsi" w:cstheme="minorBidi" w:hint="eastAsia"/>
          <w:noProof/>
          <w:szCs w:val="22"/>
        </w:rPr>
      </w:pPr>
      <w:hyperlink w:anchor="_Toc195892607" w:history="1">
        <w:r w:rsidRPr="004C234E">
          <w:rPr>
            <w:rStyle w:val="affffb"/>
            <w:noProof/>
          </w:rPr>
          <w:t>3</w:t>
        </w:r>
        <w:r>
          <w:rPr>
            <w:rStyle w:val="affffb"/>
            <w:noProof/>
          </w:rPr>
          <w:t xml:space="preserve"> </w:t>
        </w:r>
        <w:r w:rsidRPr="004C234E">
          <w:rPr>
            <w:rStyle w:val="affffb"/>
            <w:rFonts w:hint="eastAsia"/>
            <w:noProof/>
          </w:rPr>
          <w:t xml:space="preserve"> 术语和定义</w:t>
        </w:r>
        <w:r w:rsidRPr="004C234E">
          <w:rPr>
            <w:noProof/>
          </w:rPr>
          <w:tab/>
        </w:r>
        <w:r w:rsidRPr="004C234E">
          <w:rPr>
            <w:noProof/>
          </w:rPr>
          <w:fldChar w:fldCharType="begin"/>
        </w:r>
        <w:r w:rsidRPr="004C234E">
          <w:rPr>
            <w:noProof/>
          </w:rPr>
          <w:instrText xml:space="preserve"> PAGEREF _Toc195892607 \h </w:instrText>
        </w:r>
        <w:r w:rsidRPr="004C234E">
          <w:rPr>
            <w:noProof/>
          </w:rPr>
        </w:r>
        <w:r w:rsidRPr="004C234E">
          <w:rPr>
            <w:noProof/>
          </w:rPr>
          <w:fldChar w:fldCharType="separate"/>
        </w:r>
        <w:r w:rsidRPr="004C234E">
          <w:rPr>
            <w:noProof/>
          </w:rPr>
          <w:t>1</w:t>
        </w:r>
        <w:r w:rsidRPr="004C234E">
          <w:rPr>
            <w:noProof/>
          </w:rPr>
          <w:fldChar w:fldCharType="end"/>
        </w:r>
      </w:hyperlink>
    </w:p>
    <w:p w14:paraId="495B50A8" w14:textId="77777777" w:rsidR="004C234E" w:rsidRPr="004C234E" w:rsidRDefault="004C234E">
      <w:pPr>
        <w:pStyle w:val="TOC1"/>
        <w:tabs>
          <w:tab w:val="right" w:leader="dot" w:pos="9344"/>
        </w:tabs>
        <w:rPr>
          <w:rFonts w:asciiTheme="minorHAnsi" w:eastAsiaTheme="minorEastAsia" w:hAnsiTheme="minorHAnsi" w:cstheme="minorBidi" w:hint="eastAsia"/>
          <w:noProof/>
          <w:szCs w:val="22"/>
        </w:rPr>
      </w:pPr>
      <w:hyperlink w:anchor="_Toc195892608" w:history="1">
        <w:r w:rsidRPr="004C234E">
          <w:rPr>
            <w:rStyle w:val="affffb"/>
            <w:noProof/>
          </w:rPr>
          <w:t>4</w:t>
        </w:r>
        <w:r>
          <w:rPr>
            <w:rStyle w:val="affffb"/>
            <w:noProof/>
          </w:rPr>
          <w:t xml:space="preserve"> </w:t>
        </w:r>
        <w:r w:rsidRPr="004C234E">
          <w:rPr>
            <w:rStyle w:val="affffb"/>
            <w:rFonts w:hint="eastAsia"/>
            <w:noProof/>
          </w:rPr>
          <w:t xml:space="preserve"> 总体要求</w:t>
        </w:r>
        <w:r w:rsidRPr="004C234E">
          <w:rPr>
            <w:noProof/>
          </w:rPr>
          <w:tab/>
        </w:r>
        <w:r w:rsidRPr="004C234E">
          <w:rPr>
            <w:noProof/>
          </w:rPr>
          <w:fldChar w:fldCharType="begin"/>
        </w:r>
        <w:r w:rsidRPr="004C234E">
          <w:rPr>
            <w:noProof/>
          </w:rPr>
          <w:instrText xml:space="preserve"> PAGEREF _Toc195892608 \h </w:instrText>
        </w:r>
        <w:r w:rsidRPr="004C234E">
          <w:rPr>
            <w:noProof/>
          </w:rPr>
        </w:r>
        <w:r w:rsidRPr="004C234E">
          <w:rPr>
            <w:noProof/>
          </w:rPr>
          <w:fldChar w:fldCharType="separate"/>
        </w:r>
        <w:r w:rsidRPr="004C234E">
          <w:rPr>
            <w:noProof/>
          </w:rPr>
          <w:t>1</w:t>
        </w:r>
        <w:r w:rsidRPr="004C234E">
          <w:rPr>
            <w:noProof/>
          </w:rPr>
          <w:fldChar w:fldCharType="end"/>
        </w:r>
      </w:hyperlink>
    </w:p>
    <w:p w14:paraId="4F321D63" w14:textId="77777777" w:rsidR="004C234E" w:rsidRPr="004C234E" w:rsidRDefault="004C234E">
      <w:pPr>
        <w:pStyle w:val="TOC1"/>
        <w:tabs>
          <w:tab w:val="right" w:leader="dot" w:pos="9344"/>
        </w:tabs>
        <w:rPr>
          <w:rFonts w:asciiTheme="minorHAnsi" w:eastAsiaTheme="minorEastAsia" w:hAnsiTheme="minorHAnsi" w:cstheme="minorBidi" w:hint="eastAsia"/>
          <w:noProof/>
          <w:szCs w:val="22"/>
        </w:rPr>
      </w:pPr>
      <w:hyperlink w:anchor="_Toc195892609" w:history="1">
        <w:r w:rsidRPr="004C234E">
          <w:rPr>
            <w:rStyle w:val="affffb"/>
            <w:noProof/>
          </w:rPr>
          <w:t>5</w:t>
        </w:r>
        <w:r>
          <w:rPr>
            <w:rStyle w:val="affffb"/>
            <w:noProof/>
          </w:rPr>
          <w:t xml:space="preserve"> </w:t>
        </w:r>
        <w:r w:rsidRPr="004C234E">
          <w:rPr>
            <w:rStyle w:val="affffb"/>
            <w:rFonts w:hint="eastAsia"/>
            <w:noProof/>
          </w:rPr>
          <w:t xml:space="preserve"> 编制内容</w:t>
        </w:r>
        <w:r w:rsidRPr="004C234E">
          <w:rPr>
            <w:noProof/>
          </w:rPr>
          <w:tab/>
        </w:r>
        <w:r w:rsidRPr="004C234E">
          <w:rPr>
            <w:noProof/>
          </w:rPr>
          <w:fldChar w:fldCharType="begin"/>
        </w:r>
        <w:r w:rsidRPr="004C234E">
          <w:rPr>
            <w:noProof/>
          </w:rPr>
          <w:instrText xml:space="preserve"> PAGEREF _Toc195892609 \h </w:instrText>
        </w:r>
        <w:r w:rsidRPr="004C234E">
          <w:rPr>
            <w:noProof/>
          </w:rPr>
        </w:r>
        <w:r w:rsidRPr="004C234E">
          <w:rPr>
            <w:noProof/>
          </w:rPr>
          <w:fldChar w:fldCharType="separate"/>
        </w:r>
        <w:r w:rsidRPr="004C234E">
          <w:rPr>
            <w:noProof/>
          </w:rPr>
          <w:t>1</w:t>
        </w:r>
        <w:r w:rsidRPr="004C234E">
          <w:rPr>
            <w:noProof/>
          </w:rPr>
          <w:fldChar w:fldCharType="end"/>
        </w:r>
      </w:hyperlink>
    </w:p>
    <w:p w14:paraId="509E4F6E" w14:textId="77777777" w:rsidR="004C234E" w:rsidRPr="004C234E" w:rsidRDefault="004C234E">
      <w:pPr>
        <w:pStyle w:val="TOC2"/>
        <w:rPr>
          <w:rFonts w:asciiTheme="minorHAnsi" w:eastAsiaTheme="minorEastAsia" w:hAnsiTheme="minorHAnsi" w:cstheme="minorBidi" w:hint="eastAsia"/>
          <w:noProof/>
          <w:szCs w:val="22"/>
        </w:rPr>
      </w:pPr>
      <w:hyperlink w:anchor="_Toc195892610" w:history="1">
        <w:r w:rsidRPr="004C234E">
          <w:rPr>
            <w:rStyle w:val="affffb"/>
            <w:noProof/>
            <w14:scene3d>
              <w14:camera w14:prst="orthographicFront"/>
              <w14:lightRig w14:rig="threePt" w14:dir="t">
                <w14:rot w14:lat="0" w14:lon="0" w14:rev="0"/>
              </w14:lightRig>
            </w14:scene3d>
          </w:rPr>
          <w:t>5.1</w:t>
        </w:r>
        <w:r>
          <w:rPr>
            <w:rStyle w:val="affffb"/>
            <w:noProof/>
            <w14:scene3d>
              <w14:camera w14:prst="orthographicFront"/>
              <w14:lightRig w14:rig="threePt" w14:dir="t">
                <w14:rot w14:lat="0" w14:lon="0" w14:rev="0"/>
              </w14:lightRig>
            </w14:scene3d>
          </w:rPr>
          <w:t xml:space="preserve"> </w:t>
        </w:r>
        <w:r w:rsidRPr="004C234E">
          <w:rPr>
            <w:rStyle w:val="affffb"/>
            <w:rFonts w:hint="eastAsia"/>
            <w:noProof/>
          </w:rPr>
          <w:t xml:space="preserve"> 撰写说明</w:t>
        </w:r>
        <w:r w:rsidRPr="004C234E">
          <w:rPr>
            <w:noProof/>
          </w:rPr>
          <w:tab/>
        </w:r>
        <w:r w:rsidRPr="004C234E">
          <w:rPr>
            <w:noProof/>
          </w:rPr>
          <w:fldChar w:fldCharType="begin"/>
        </w:r>
        <w:r w:rsidRPr="004C234E">
          <w:rPr>
            <w:noProof/>
          </w:rPr>
          <w:instrText xml:space="preserve"> PAGEREF _Toc195892610 \h </w:instrText>
        </w:r>
        <w:r w:rsidRPr="004C234E">
          <w:rPr>
            <w:noProof/>
          </w:rPr>
        </w:r>
        <w:r w:rsidRPr="004C234E">
          <w:rPr>
            <w:noProof/>
          </w:rPr>
          <w:fldChar w:fldCharType="separate"/>
        </w:r>
        <w:r w:rsidRPr="004C234E">
          <w:rPr>
            <w:noProof/>
          </w:rPr>
          <w:t>1</w:t>
        </w:r>
        <w:r w:rsidRPr="004C234E">
          <w:rPr>
            <w:noProof/>
          </w:rPr>
          <w:fldChar w:fldCharType="end"/>
        </w:r>
      </w:hyperlink>
    </w:p>
    <w:p w14:paraId="645A2173" w14:textId="77777777" w:rsidR="004C234E" w:rsidRPr="004C234E" w:rsidRDefault="004C234E">
      <w:pPr>
        <w:pStyle w:val="TOC2"/>
        <w:rPr>
          <w:rFonts w:asciiTheme="minorHAnsi" w:eastAsiaTheme="minorEastAsia" w:hAnsiTheme="minorHAnsi" w:cstheme="minorBidi" w:hint="eastAsia"/>
          <w:noProof/>
          <w:szCs w:val="22"/>
        </w:rPr>
      </w:pPr>
      <w:hyperlink w:anchor="_Toc195892611" w:history="1">
        <w:r w:rsidRPr="004C234E">
          <w:rPr>
            <w:rStyle w:val="affffb"/>
            <w:noProof/>
            <w14:scene3d>
              <w14:camera w14:prst="orthographicFront"/>
              <w14:lightRig w14:rig="threePt" w14:dir="t">
                <w14:rot w14:lat="0" w14:lon="0" w14:rev="0"/>
              </w14:lightRig>
            </w14:scene3d>
          </w:rPr>
          <w:t>5.2</w:t>
        </w:r>
        <w:r>
          <w:rPr>
            <w:rStyle w:val="affffb"/>
            <w:noProof/>
            <w14:scene3d>
              <w14:camera w14:prst="orthographicFront"/>
              <w14:lightRig w14:rig="threePt" w14:dir="t">
                <w14:rot w14:lat="0" w14:lon="0" w14:rev="0"/>
              </w14:lightRig>
            </w14:scene3d>
          </w:rPr>
          <w:t xml:space="preserve"> </w:t>
        </w:r>
        <w:r w:rsidRPr="004C234E">
          <w:rPr>
            <w:rStyle w:val="affffb"/>
            <w:rFonts w:hint="eastAsia"/>
            <w:noProof/>
          </w:rPr>
          <w:t xml:space="preserve"> 摘要</w:t>
        </w:r>
        <w:r w:rsidRPr="004C234E">
          <w:rPr>
            <w:noProof/>
          </w:rPr>
          <w:tab/>
        </w:r>
        <w:r w:rsidRPr="004C234E">
          <w:rPr>
            <w:noProof/>
          </w:rPr>
          <w:fldChar w:fldCharType="begin"/>
        </w:r>
        <w:r w:rsidRPr="004C234E">
          <w:rPr>
            <w:noProof/>
          </w:rPr>
          <w:instrText xml:space="preserve"> PAGEREF _Toc195892611 \h </w:instrText>
        </w:r>
        <w:r w:rsidRPr="004C234E">
          <w:rPr>
            <w:noProof/>
          </w:rPr>
        </w:r>
        <w:r w:rsidRPr="004C234E">
          <w:rPr>
            <w:noProof/>
          </w:rPr>
          <w:fldChar w:fldCharType="separate"/>
        </w:r>
        <w:r w:rsidRPr="004C234E">
          <w:rPr>
            <w:noProof/>
          </w:rPr>
          <w:t>1</w:t>
        </w:r>
        <w:r w:rsidRPr="004C234E">
          <w:rPr>
            <w:noProof/>
          </w:rPr>
          <w:fldChar w:fldCharType="end"/>
        </w:r>
      </w:hyperlink>
    </w:p>
    <w:p w14:paraId="70C22798" w14:textId="77777777" w:rsidR="004C234E" w:rsidRPr="004C234E" w:rsidRDefault="004C234E">
      <w:pPr>
        <w:pStyle w:val="TOC2"/>
        <w:rPr>
          <w:rFonts w:asciiTheme="minorHAnsi" w:eastAsiaTheme="minorEastAsia" w:hAnsiTheme="minorHAnsi" w:cstheme="minorBidi" w:hint="eastAsia"/>
          <w:noProof/>
          <w:szCs w:val="22"/>
        </w:rPr>
      </w:pPr>
      <w:hyperlink w:anchor="_Toc195892612" w:history="1">
        <w:r w:rsidRPr="004C234E">
          <w:rPr>
            <w:rStyle w:val="affffb"/>
            <w:noProof/>
            <w14:scene3d>
              <w14:camera w14:prst="orthographicFront"/>
              <w14:lightRig w14:rig="threePt" w14:dir="t">
                <w14:rot w14:lat="0" w14:lon="0" w14:rev="0"/>
              </w14:lightRig>
            </w14:scene3d>
          </w:rPr>
          <w:t>5.3</w:t>
        </w:r>
        <w:r>
          <w:rPr>
            <w:rStyle w:val="affffb"/>
            <w:noProof/>
            <w14:scene3d>
              <w14:camera w14:prst="orthographicFront"/>
              <w14:lightRig w14:rig="threePt" w14:dir="t">
                <w14:rot w14:lat="0" w14:lon="0" w14:rev="0"/>
              </w14:lightRig>
            </w14:scene3d>
          </w:rPr>
          <w:t xml:space="preserve"> </w:t>
        </w:r>
        <w:r w:rsidRPr="004C234E">
          <w:rPr>
            <w:rStyle w:val="affffb"/>
            <w:rFonts w:hint="eastAsia"/>
            <w:noProof/>
          </w:rPr>
          <w:t xml:space="preserve"> 目录</w:t>
        </w:r>
        <w:r w:rsidRPr="004C234E">
          <w:rPr>
            <w:noProof/>
          </w:rPr>
          <w:tab/>
        </w:r>
        <w:r w:rsidRPr="004C234E">
          <w:rPr>
            <w:noProof/>
          </w:rPr>
          <w:fldChar w:fldCharType="begin"/>
        </w:r>
        <w:r w:rsidRPr="004C234E">
          <w:rPr>
            <w:noProof/>
          </w:rPr>
          <w:instrText xml:space="preserve"> PAGEREF _Toc195892612 \h </w:instrText>
        </w:r>
        <w:r w:rsidRPr="004C234E">
          <w:rPr>
            <w:noProof/>
          </w:rPr>
        </w:r>
        <w:r w:rsidRPr="004C234E">
          <w:rPr>
            <w:noProof/>
          </w:rPr>
          <w:fldChar w:fldCharType="separate"/>
        </w:r>
        <w:r w:rsidRPr="004C234E">
          <w:rPr>
            <w:noProof/>
          </w:rPr>
          <w:t>2</w:t>
        </w:r>
        <w:r w:rsidRPr="004C234E">
          <w:rPr>
            <w:noProof/>
          </w:rPr>
          <w:fldChar w:fldCharType="end"/>
        </w:r>
      </w:hyperlink>
    </w:p>
    <w:p w14:paraId="6375E4DB" w14:textId="77777777" w:rsidR="004C234E" w:rsidRPr="004C234E" w:rsidRDefault="004C234E">
      <w:pPr>
        <w:pStyle w:val="TOC2"/>
        <w:rPr>
          <w:rFonts w:asciiTheme="minorHAnsi" w:eastAsiaTheme="minorEastAsia" w:hAnsiTheme="minorHAnsi" w:cstheme="minorBidi" w:hint="eastAsia"/>
          <w:noProof/>
          <w:szCs w:val="22"/>
        </w:rPr>
      </w:pPr>
      <w:hyperlink w:anchor="_Toc195892613" w:history="1">
        <w:r w:rsidRPr="004C234E">
          <w:rPr>
            <w:rStyle w:val="affffb"/>
            <w:noProof/>
            <w14:scene3d>
              <w14:camera w14:prst="orthographicFront"/>
              <w14:lightRig w14:rig="threePt" w14:dir="t">
                <w14:rot w14:lat="0" w14:lon="0" w14:rev="0"/>
              </w14:lightRig>
            </w14:scene3d>
          </w:rPr>
          <w:t>5.4</w:t>
        </w:r>
        <w:r>
          <w:rPr>
            <w:rStyle w:val="affffb"/>
            <w:noProof/>
            <w14:scene3d>
              <w14:camera w14:prst="orthographicFront"/>
              <w14:lightRig w14:rig="threePt" w14:dir="t">
                <w14:rot w14:lat="0" w14:lon="0" w14:rev="0"/>
              </w14:lightRig>
            </w14:scene3d>
          </w:rPr>
          <w:t xml:space="preserve"> </w:t>
        </w:r>
        <w:r w:rsidRPr="004C234E">
          <w:rPr>
            <w:rStyle w:val="affffb"/>
            <w:rFonts w:hint="eastAsia"/>
            <w:noProof/>
          </w:rPr>
          <w:t xml:space="preserve"> 委托方信息</w:t>
        </w:r>
        <w:r w:rsidRPr="004C234E">
          <w:rPr>
            <w:noProof/>
          </w:rPr>
          <w:tab/>
        </w:r>
        <w:r w:rsidRPr="004C234E">
          <w:rPr>
            <w:noProof/>
          </w:rPr>
          <w:fldChar w:fldCharType="begin"/>
        </w:r>
        <w:r w:rsidRPr="004C234E">
          <w:rPr>
            <w:noProof/>
          </w:rPr>
          <w:instrText xml:space="preserve"> PAGEREF _Toc195892613 \h </w:instrText>
        </w:r>
        <w:r w:rsidRPr="004C234E">
          <w:rPr>
            <w:noProof/>
          </w:rPr>
        </w:r>
        <w:r w:rsidRPr="004C234E">
          <w:rPr>
            <w:noProof/>
          </w:rPr>
          <w:fldChar w:fldCharType="separate"/>
        </w:r>
        <w:r w:rsidRPr="004C234E">
          <w:rPr>
            <w:noProof/>
          </w:rPr>
          <w:t>2</w:t>
        </w:r>
        <w:r w:rsidRPr="004C234E">
          <w:rPr>
            <w:noProof/>
          </w:rPr>
          <w:fldChar w:fldCharType="end"/>
        </w:r>
      </w:hyperlink>
    </w:p>
    <w:p w14:paraId="3CD9A277" w14:textId="77777777" w:rsidR="004C234E" w:rsidRPr="004C234E" w:rsidRDefault="004C234E">
      <w:pPr>
        <w:pStyle w:val="TOC2"/>
        <w:rPr>
          <w:rFonts w:asciiTheme="minorHAnsi" w:eastAsiaTheme="minorEastAsia" w:hAnsiTheme="minorHAnsi" w:cstheme="minorBidi" w:hint="eastAsia"/>
          <w:noProof/>
          <w:szCs w:val="22"/>
        </w:rPr>
      </w:pPr>
      <w:hyperlink w:anchor="_Toc195892614" w:history="1">
        <w:r w:rsidRPr="004C234E">
          <w:rPr>
            <w:rStyle w:val="affffb"/>
            <w:noProof/>
            <w14:scene3d>
              <w14:camera w14:prst="orthographicFront"/>
              <w14:lightRig w14:rig="threePt" w14:dir="t">
                <w14:rot w14:lat="0" w14:lon="0" w14:rev="0"/>
              </w14:lightRig>
            </w14:scene3d>
          </w:rPr>
          <w:t>5.5</w:t>
        </w:r>
        <w:r>
          <w:rPr>
            <w:rStyle w:val="affffb"/>
            <w:noProof/>
            <w14:scene3d>
              <w14:camera w14:prst="orthographicFront"/>
              <w14:lightRig w14:rig="threePt" w14:dir="t">
                <w14:rot w14:lat="0" w14:lon="0" w14:rev="0"/>
              </w14:lightRig>
            </w14:scene3d>
          </w:rPr>
          <w:t xml:space="preserve"> </w:t>
        </w:r>
        <w:r w:rsidRPr="004C234E">
          <w:rPr>
            <w:rStyle w:val="affffb"/>
            <w:rFonts w:hint="eastAsia"/>
            <w:noProof/>
          </w:rPr>
          <w:t xml:space="preserve"> 评价机构信息</w:t>
        </w:r>
        <w:r w:rsidRPr="004C234E">
          <w:rPr>
            <w:noProof/>
          </w:rPr>
          <w:tab/>
        </w:r>
        <w:r w:rsidRPr="004C234E">
          <w:rPr>
            <w:noProof/>
          </w:rPr>
          <w:fldChar w:fldCharType="begin"/>
        </w:r>
        <w:r w:rsidRPr="004C234E">
          <w:rPr>
            <w:noProof/>
          </w:rPr>
          <w:instrText xml:space="preserve"> PAGEREF _Toc195892614 \h </w:instrText>
        </w:r>
        <w:r w:rsidRPr="004C234E">
          <w:rPr>
            <w:noProof/>
          </w:rPr>
        </w:r>
        <w:r w:rsidRPr="004C234E">
          <w:rPr>
            <w:noProof/>
          </w:rPr>
          <w:fldChar w:fldCharType="separate"/>
        </w:r>
        <w:r w:rsidRPr="004C234E">
          <w:rPr>
            <w:noProof/>
          </w:rPr>
          <w:t>2</w:t>
        </w:r>
        <w:r w:rsidRPr="004C234E">
          <w:rPr>
            <w:noProof/>
          </w:rPr>
          <w:fldChar w:fldCharType="end"/>
        </w:r>
      </w:hyperlink>
    </w:p>
    <w:p w14:paraId="043A8135" w14:textId="77777777" w:rsidR="004C234E" w:rsidRPr="004C234E" w:rsidRDefault="004C234E">
      <w:pPr>
        <w:pStyle w:val="TOC2"/>
        <w:rPr>
          <w:rFonts w:asciiTheme="minorHAnsi" w:eastAsiaTheme="minorEastAsia" w:hAnsiTheme="minorHAnsi" w:cstheme="minorBidi" w:hint="eastAsia"/>
          <w:noProof/>
          <w:szCs w:val="22"/>
        </w:rPr>
      </w:pPr>
      <w:hyperlink w:anchor="_Toc195892615" w:history="1">
        <w:r w:rsidRPr="004C234E">
          <w:rPr>
            <w:rStyle w:val="affffb"/>
            <w:noProof/>
            <w14:scene3d>
              <w14:camera w14:prst="orthographicFront"/>
              <w14:lightRig w14:rig="threePt" w14:dir="t">
                <w14:rot w14:lat="0" w14:lon="0" w14:rev="0"/>
              </w14:lightRig>
            </w14:scene3d>
          </w:rPr>
          <w:t>5.6</w:t>
        </w:r>
        <w:r>
          <w:rPr>
            <w:rStyle w:val="affffb"/>
            <w:noProof/>
            <w14:scene3d>
              <w14:camera w14:prst="orthographicFront"/>
              <w14:lightRig w14:rig="threePt" w14:dir="t">
                <w14:rot w14:lat="0" w14:lon="0" w14:rev="0"/>
              </w14:lightRig>
            </w14:scene3d>
          </w:rPr>
          <w:t xml:space="preserve"> </w:t>
        </w:r>
        <w:r w:rsidRPr="004C234E">
          <w:rPr>
            <w:rStyle w:val="affffb"/>
            <w:rFonts w:hint="eastAsia"/>
            <w:noProof/>
          </w:rPr>
          <w:t xml:space="preserve"> 评价工作组信息</w:t>
        </w:r>
        <w:r w:rsidRPr="004C234E">
          <w:rPr>
            <w:noProof/>
          </w:rPr>
          <w:tab/>
        </w:r>
        <w:r w:rsidRPr="004C234E">
          <w:rPr>
            <w:noProof/>
          </w:rPr>
          <w:fldChar w:fldCharType="begin"/>
        </w:r>
        <w:r w:rsidRPr="004C234E">
          <w:rPr>
            <w:noProof/>
          </w:rPr>
          <w:instrText xml:space="preserve"> PAGEREF _Toc195892615 \h </w:instrText>
        </w:r>
        <w:r w:rsidRPr="004C234E">
          <w:rPr>
            <w:noProof/>
          </w:rPr>
        </w:r>
        <w:r w:rsidRPr="004C234E">
          <w:rPr>
            <w:noProof/>
          </w:rPr>
          <w:fldChar w:fldCharType="separate"/>
        </w:r>
        <w:r w:rsidRPr="004C234E">
          <w:rPr>
            <w:noProof/>
          </w:rPr>
          <w:t>2</w:t>
        </w:r>
        <w:r w:rsidRPr="004C234E">
          <w:rPr>
            <w:noProof/>
          </w:rPr>
          <w:fldChar w:fldCharType="end"/>
        </w:r>
      </w:hyperlink>
    </w:p>
    <w:p w14:paraId="537B76CA" w14:textId="77777777" w:rsidR="004C234E" w:rsidRPr="004C234E" w:rsidRDefault="004C234E">
      <w:pPr>
        <w:pStyle w:val="TOC2"/>
        <w:rPr>
          <w:rFonts w:asciiTheme="minorHAnsi" w:eastAsiaTheme="minorEastAsia" w:hAnsiTheme="minorHAnsi" w:cstheme="minorBidi" w:hint="eastAsia"/>
          <w:noProof/>
          <w:szCs w:val="22"/>
        </w:rPr>
      </w:pPr>
      <w:hyperlink w:anchor="_Toc195892616" w:history="1">
        <w:r w:rsidRPr="004C234E">
          <w:rPr>
            <w:rStyle w:val="affffb"/>
            <w:noProof/>
            <w14:scene3d>
              <w14:camera w14:prst="orthographicFront"/>
              <w14:lightRig w14:rig="threePt" w14:dir="t">
                <w14:rot w14:lat="0" w14:lon="0" w14:rev="0"/>
              </w14:lightRig>
            </w14:scene3d>
          </w:rPr>
          <w:t>5.7</w:t>
        </w:r>
        <w:r>
          <w:rPr>
            <w:rStyle w:val="affffb"/>
            <w:noProof/>
            <w14:scene3d>
              <w14:camera w14:prst="orthographicFront"/>
              <w14:lightRig w14:rig="threePt" w14:dir="t">
                <w14:rot w14:lat="0" w14:lon="0" w14:rev="0"/>
              </w14:lightRig>
            </w14:scene3d>
          </w:rPr>
          <w:t xml:space="preserve"> </w:t>
        </w:r>
        <w:r w:rsidRPr="004C234E">
          <w:rPr>
            <w:rStyle w:val="affffb"/>
            <w:rFonts w:hint="eastAsia"/>
            <w:noProof/>
          </w:rPr>
          <w:t xml:space="preserve"> 咨询专家信息</w:t>
        </w:r>
        <w:r w:rsidRPr="004C234E">
          <w:rPr>
            <w:noProof/>
          </w:rPr>
          <w:tab/>
        </w:r>
        <w:r w:rsidRPr="004C234E">
          <w:rPr>
            <w:noProof/>
          </w:rPr>
          <w:fldChar w:fldCharType="begin"/>
        </w:r>
        <w:r w:rsidRPr="004C234E">
          <w:rPr>
            <w:noProof/>
          </w:rPr>
          <w:instrText xml:space="preserve"> PAGEREF _Toc195892616 \h </w:instrText>
        </w:r>
        <w:r w:rsidRPr="004C234E">
          <w:rPr>
            <w:noProof/>
          </w:rPr>
        </w:r>
        <w:r w:rsidRPr="004C234E">
          <w:rPr>
            <w:noProof/>
          </w:rPr>
          <w:fldChar w:fldCharType="separate"/>
        </w:r>
        <w:r w:rsidRPr="004C234E">
          <w:rPr>
            <w:noProof/>
          </w:rPr>
          <w:t>2</w:t>
        </w:r>
        <w:r w:rsidRPr="004C234E">
          <w:rPr>
            <w:noProof/>
          </w:rPr>
          <w:fldChar w:fldCharType="end"/>
        </w:r>
      </w:hyperlink>
    </w:p>
    <w:p w14:paraId="4289077D" w14:textId="77777777" w:rsidR="004C234E" w:rsidRPr="004C234E" w:rsidRDefault="004C234E">
      <w:pPr>
        <w:pStyle w:val="TOC2"/>
        <w:rPr>
          <w:rFonts w:asciiTheme="minorHAnsi" w:eastAsiaTheme="minorEastAsia" w:hAnsiTheme="minorHAnsi" w:cstheme="minorBidi" w:hint="eastAsia"/>
          <w:noProof/>
          <w:szCs w:val="22"/>
        </w:rPr>
      </w:pPr>
      <w:hyperlink w:anchor="_Toc195892617" w:history="1">
        <w:r w:rsidRPr="004C234E">
          <w:rPr>
            <w:rStyle w:val="affffb"/>
            <w:noProof/>
            <w14:scene3d>
              <w14:camera w14:prst="orthographicFront"/>
              <w14:lightRig w14:rig="threePt" w14:dir="t">
                <w14:rot w14:lat="0" w14:lon="0" w14:rev="0"/>
              </w14:lightRig>
            </w14:scene3d>
          </w:rPr>
          <w:t>5.8</w:t>
        </w:r>
        <w:r>
          <w:rPr>
            <w:rStyle w:val="affffb"/>
            <w:noProof/>
            <w14:scene3d>
              <w14:camera w14:prst="orthographicFront"/>
              <w14:lightRig w14:rig="threePt" w14:dir="t">
                <w14:rot w14:lat="0" w14:lon="0" w14:rev="0"/>
              </w14:lightRig>
            </w14:scene3d>
          </w:rPr>
          <w:t xml:space="preserve"> </w:t>
        </w:r>
        <w:r w:rsidRPr="004C234E">
          <w:rPr>
            <w:rStyle w:val="affffb"/>
            <w:rFonts w:hint="eastAsia"/>
            <w:noProof/>
          </w:rPr>
          <w:t xml:space="preserve"> 综合评价结论</w:t>
        </w:r>
        <w:r w:rsidRPr="004C234E">
          <w:rPr>
            <w:noProof/>
          </w:rPr>
          <w:tab/>
        </w:r>
        <w:r w:rsidRPr="004C234E">
          <w:rPr>
            <w:noProof/>
          </w:rPr>
          <w:fldChar w:fldCharType="begin"/>
        </w:r>
        <w:r w:rsidRPr="004C234E">
          <w:rPr>
            <w:noProof/>
          </w:rPr>
          <w:instrText xml:space="preserve"> PAGEREF _Toc195892617 \h </w:instrText>
        </w:r>
        <w:r w:rsidRPr="004C234E">
          <w:rPr>
            <w:noProof/>
          </w:rPr>
        </w:r>
        <w:r w:rsidRPr="004C234E">
          <w:rPr>
            <w:noProof/>
          </w:rPr>
          <w:fldChar w:fldCharType="separate"/>
        </w:r>
        <w:r w:rsidRPr="004C234E">
          <w:rPr>
            <w:noProof/>
          </w:rPr>
          <w:t>2</w:t>
        </w:r>
        <w:r w:rsidRPr="004C234E">
          <w:rPr>
            <w:noProof/>
          </w:rPr>
          <w:fldChar w:fldCharType="end"/>
        </w:r>
      </w:hyperlink>
    </w:p>
    <w:p w14:paraId="1DF113AA" w14:textId="77777777" w:rsidR="004C234E" w:rsidRPr="004C234E" w:rsidRDefault="004C234E">
      <w:pPr>
        <w:pStyle w:val="TOC2"/>
        <w:rPr>
          <w:rFonts w:asciiTheme="minorHAnsi" w:eastAsiaTheme="minorEastAsia" w:hAnsiTheme="minorHAnsi" w:cstheme="minorBidi" w:hint="eastAsia"/>
          <w:noProof/>
          <w:szCs w:val="22"/>
        </w:rPr>
      </w:pPr>
      <w:hyperlink w:anchor="_Toc195892618" w:history="1">
        <w:r w:rsidRPr="004C234E">
          <w:rPr>
            <w:rStyle w:val="affffb"/>
            <w:noProof/>
            <w14:scene3d>
              <w14:camera w14:prst="orthographicFront"/>
              <w14:lightRig w14:rig="threePt" w14:dir="t">
                <w14:rot w14:lat="0" w14:lon="0" w14:rev="0"/>
              </w14:lightRig>
            </w14:scene3d>
          </w:rPr>
          <w:t>5.9</w:t>
        </w:r>
        <w:r>
          <w:rPr>
            <w:rStyle w:val="affffb"/>
            <w:noProof/>
            <w14:scene3d>
              <w14:camera w14:prst="orthographicFront"/>
              <w14:lightRig w14:rig="threePt" w14:dir="t">
                <w14:rot w14:lat="0" w14:lon="0" w14:rev="0"/>
              </w14:lightRig>
            </w14:scene3d>
          </w:rPr>
          <w:t xml:space="preserve"> </w:t>
        </w:r>
        <w:r w:rsidRPr="004C234E">
          <w:rPr>
            <w:rStyle w:val="affffb"/>
            <w:rFonts w:hint="eastAsia"/>
            <w:noProof/>
          </w:rPr>
          <w:t xml:space="preserve"> 科技成果概述</w:t>
        </w:r>
        <w:r w:rsidRPr="004C234E">
          <w:rPr>
            <w:noProof/>
          </w:rPr>
          <w:tab/>
        </w:r>
        <w:r w:rsidRPr="004C234E">
          <w:rPr>
            <w:noProof/>
          </w:rPr>
          <w:fldChar w:fldCharType="begin"/>
        </w:r>
        <w:r w:rsidRPr="004C234E">
          <w:rPr>
            <w:noProof/>
          </w:rPr>
          <w:instrText xml:space="preserve"> PAGEREF _Toc195892618 \h </w:instrText>
        </w:r>
        <w:r w:rsidRPr="004C234E">
          <w:rPr>
            <w:noProof/>
          </w:rPr>
        </w:r>
        <w:r w:rsidRPr="004C234E">
          <w:rPr>
            <w:noProof/>
          </w:rPr>
          <w:fldChar w:fldCharType="separate"/>
        </w:r>
        <w:r w:rsidRPr="004C234E">
          <w:rPr>
            <w:noProof/>
          </w:rPr>
          <w:t>2</w:t>
        </w:r>
        <w:r w:rsidRPr="004C234E">
          <w:rPr>
            <w:noProof/>
          </w:rPr>
          <w:fldChar w:fldCharType="end"/>
        </w:r>
      </w:hyperlink>
    </w:p>
    <w:p w14:paraId="448C1EA6" w14:textId="77777777" w:rsidR="004C234E" w:rsidRPr="004C234E" w:rsidRDefault="004C234E">
      <w:pPr>
        <w:pStyle w:val="TOC2"/>
        <w:rPr>
          <w:rFonts w:asciiTheme="minorHAnsi" w:eastAsiaTheme="minorEastAsia" w:hAnsiTheme="minorHAnsi" w:cstheme="minorBidi" w:hint="eastAsia"/>
          <w:noProof/>
          <w:szCs w:val="22"/>
        </w:rPr>
      </w:pPr>
      <w:hyperlink w:anchor="_Toc195892619" w:history="1">
        <w:r w:rsidRPr="004C234E">
          <w:rPr>
            <w:rStyle w:val="affffb"/>
            <w:noProof/>
            <w14:scene3d>
              <w14:camera w14:prst="orthographicFront"/>
              <w14:lightRig w14:rig="threePt" w14:dir="t">
                <w14:rot w14:lat="0" w14:lon="0" w14:rev="0"/>
              </w14:lightRig>
            </w14:scene3d>
          </w:rPr>
          <w:t>5.10</w:t>
        </w:r>
        <w:r>
          <w:rPr>
            <w:rStyle w:val="affffb"/>
            <w:noProof/>
            <w14:scene3d>
              <w14:camera w14:prst="orthographicFront"/>
              <w14:lightRig w14:rig="threePt" w14:dir="t">
                <w14:rot w14:lat="0" w14:lon="0" w14:rev="0"/>
              </w14:lightRig>
            </w14:scene3d>
          </w:rPr>
          <w:t xml:space="preserve"> </w:t>
        </w:r>
        <w:r w:rsidRPr="004C234E">
          <w:rPr>
            <w:rStyle w:val="affffb"/>
            <w:rFonts w:hint="eastAsia"/>
            <w:noProof/>
          </w:rPr>
          <w:t xml:space="preserve"> 指标体系评价</w:t>
        </w:r>
        <w:r w:rsidRPr="004C234E">
          <w:rPr>
            <w:noProof/>
          </w:rPr>
          <w:tab/>
        </w:r>
        <w:r w:rsidRPr="004C234E">
          <w:rPr>
            <w:noProof/>
          </w:rPr>
          <w:fldChar w:fldCharType="begin"/>
        </w:r>
        <w:r w:rsidRPr="004C234E">
          <w:rPr>
            <w:noProof/>
          </w:rPr>
          <w:instrText xml:space="preserve"> PAGEREF _Toc195892619 \h </w:instrText>
        </w:r>
        <w:r w:rsidRPr="004C234E">
          <w:rPr>
            <w:noProof/>
          </w:rPr>
        </w:r>
        <w:r w:rsidRPr="004C234E">
          <w:rPr>
            <w:noProof/>
          </w:rPr>
          <w:fldChar w:fldCharType="separate"/>
        </w:r>
        <w:r w:rsidRPr="004C234E">
          <w:rPr>
            <w:noProof/>
          </w:rPr>
          <w:t>2</w:t>
        </w:r>
        <w:r w:rsidRPr="004C234E">
          <w:rPr>
            <w:noProof/>
          </w:rPr>
          <w:fldChar w:fldCharType="end"/>
        </w:r>
      </w:hyperlink>
    </w:p>
    <w:p w14:paraId="4E80A17E" w14:textId="77777777" w:rsidR="004C234E" w:rsidRPr="004C234E" w:rsidRDefault="004C234E">
      <w:pPr>
        <w:pStyle w:val="TOC2"/>
        <w:rPr>
          <w:rFonts w:asciiTheme="minorHAnsi" w:eastAsiaTheme="minorEastAsia" w:hAnsiTheme="minorHAnsi" w:cstheme="minorBidi" w:hint="eastAsia"/>
          <w:noProof/>
          <w:szCs w:val="22"/>
        </w:rPr>
      </w:pPr>
      <w:hyperlink w:anchor="_Toc195892620" w:history="1">
        <w:r w:rsidRPr="004C234E">
          <w:rPr>
            <w:rStyle w:val="affffb"/>
            <w:noProof/>
            <w14:scene3d>
              <w14:camera w14:prst="orthographicFront"/>
              <w14:lightRig w14:rig="threePt" w14:dir="t">
                <w14:rot w14:lat="0" w14:lon="0" w14:rev="0"/>
              </w14:lightRig>
            </w14:scene3d>
          </w:rPr>
          <w:t>5.11</w:t>
        </w:r>
        <w:r>
          <w:rPr>
            <w:rStyle w:val="affffb"/>
            <w:noProof/>
            <w14:scene3d>
              <w14:camera w14:prst="orthographicFront"/>
              <w14:lightRig w14:rig="threePt" w14:dir="t">
                <w14:rot w14:lat="0" w14:lon="0" w14:rev="0"/>
              </w14:lightRig>
            </w14:scene3d>
          </w:rPr>
          <w:t xml:space="preserve"> </w:t>
        </w:r>
        <w:r w:rsidRPr="004C234E">
          <w:rPr>
            <w:rStyle w:val="affffb"/>
            <w:rFonts w:hint="eastAsia"/>
            <w:noProof/>
          </w:rPr>
          <w:t xml:space="preserve"> 专家咨询意见</w:t>
        </w:r>
        <w:r w:rsidRPr="004C234E">
          <w:rPr>
            <w:noProof/>
          </w:rPr>
          <w:tab/>
        </w:r>
        <w:r w:rsidRPr="004C234E">
          <w:rPr>
            <w:noProof/>
          </w:rPr>
          <w:fldChar w:fldCharType="begin"/>
        </w:r>
        <w:r w:rsidRPr="004C234E">
          <w:rPr>
            <w:noProof/>
          </w:rPr>
          <w:instrText xml:space="preserve"> PAGEREF _Toc195892620 \h </w:instrText>
        </w:r>
        <w:r w:rsidRPr="004C234E">
          <w:rPr>
            <w:noProof/>
          </w:rPr>
        </w:r>
        <w:r w:rsidRPr="004C234E">
          <w:rPr>
            <w:noProof/>
          </w:rPr>
          <w:fldChar w:fldCharType="separate"/>
        </w:r>
        <w:r w:rsidRPr="004C234E">
          <w:rPr>
            <w:noProof/>
          </w:rPr>
          <w:t>3</w:t>
        </w:r>
        <w:r w:rsidRPr="004C234E">
          <w:rPr>
            <w:noProof/>
          </w:rPr>
          <w:fldChar w:fldCharType="end"/>
        </w:r>
      </w:hyperlink>
    </w:p>
    <w:p w14:paraId="37C03AC9" w14:textId="77777777" w:rsidR="004C234E" w:rsidRPr="004C234E" w:rsidRDefault="004C234E">
      <w:pPr>
        <w:pStyle w:val="TOC2"/>
        <w:rPr>
          <w:rFonts w:asciiTheme="minorHAnsi" w:eastAsiaTheme="minorEastAsia" w:hAnsiTheme="minorHAnsi" w:cstheme="minorBidi" w:hint="eastAsia"/>
          <w:noProof/>
          <w:szCs w:val="22"/>
        </w:rPr>
      </w:pPr>
      <w:hyperlink w:anchor="_Toc195892621" w:history="1">
        <w:r w:rsidRPr="004C234E">
          <w:rPr>
            <w:rStyle w:val="affffb"/>
            <w:noProof/>
            <w14:scene3d>
              <w14:camera w14:prst="orthographicFront"/>
              <w14:lightRig w14:rig="threePt" w14:dir="t">
                <w14:rot w14:lat="0" w14:lon="0" w14:rev="0"/>
              </w14:lightRig>
            </w14:scene3d>
          </w:rPr>
          <w:t>5.12</w:t>
        </w:r>
        <w:r>
          <w:rPr>
            <w:rStyle w:val="affffb"/>
            <w:noProof/>
            <w14:scene3d>
              <w14:camera w14:prst="orthographicFront"/>
              <w14:lightRig w14:rig="threePt" w14:dir="t">
                <w14:rot w14:lat="0" w14:lon="0" w14:rev="0"/>
              </w14:lightRig>
            </w14:scene3d>
          </w:rPr>
          <w:t xml:space="preserve"> </w:t>
        </w:r>
        <w:r w:rsidRPr="004C234E">
          <w:rPr>
            <w:rStyle w:val="affffb"/>
            <w:rFonts w:hint="eastAsia"/>
            <w:noProof/>
          </w:rPr>
          <w:t xml:space="preserve"> 评价机构意见</w:t>
        </w:r>
        <w:r w:rsidRPr="004C234E">
          <w:rPr>
            <w:noProof/>
          </w:rPr>
          <w:tab/>
        </w:r>
        <w:r w:rsidRPr="004C234E">
          <w:rPr>
            <w:noProof/>
          </w:rPr>
          <w:fldChar w:fldCharType="begin"/>
        </w:r>
        <w:r w:rsidRPr="004C234E">
          <w:rPr>
            <w:noProof/>
          </w:rPr>
          <w:instrText xml:space="preserve"> PAGEREF _Toc195892621 \h </w:instrText>
        </w:r>
        <w:r w:rsidRPr="004C234E">
          <w:rPr>
            <w:noProof/>
          </w:rPr>
        </w:r>
        <w:r w:rsidRPr="004C234E">
          <w:rPr>
            <w:noProof/>
          </w:rPr>
          <w:fldChar w:fldCharType="separate"/>
        </w:r>
        <w:r w:rsidRPr="004C234E">
          <w:rPr>
            <w:noProof/>
          </w:rPr>
          <w:t>3</w:t>
        </w:r>
        <w:r w:rsidRPr="004C234E">
          <w:rPr>
            <w:noProof/>
          </w:rPr>
          <w:fldChar w:fldCharType="end"/>
        </w:r>
      </w:hyperlink>
    </w:p>
    <w:p w14:paraId="649C0CF4" w14:textId="77777777" w:rsidR="004C234E" w:rsidRPr="004C234E" w:rsidRDefault="004C234E">
      <w:pPr>
        <w:pStyle w:val="TOC2"/>
        <w:rPr>
          <w:rFonts w:asciiTheme="minorHAnsi" w:eastAsiaTheme="minorEastAsia" w:hAnsiTheme="minorHAnsi" w:cstheme="minorBidi" w:hint="eastAsia"/>
          <w:noProof/>
          <w:szCs w:val="22"/>
        </w:rPr>
      </w:pPr>
      <w:hyperlink w:anchor="_Toc195892622" w:history="1">
        <w:r w:rsidRPr="004C234E">
          <w:rPr>
            <w:rStyle w:val="affffb"/>
            <w:noProof/>
            <w14:scene3d>
              <w14:camera w14:prst="orthographicFront"/>
              <w14:lightRig w14:rig="threePt" w14:dir="t">
                <w14:rot w14:lat="0" w14:lon="0" w14:rev="0"/>
              </w14:lightRig>
            </w14:scene3d>
          </w:rPr>
          <w:t>5.13</w:t>
        </w:r>
        <w:r>
          <w:rPr>
            <w:rStyle w:val="affffb"/>
            <w:noProof/>
            <w14:scene3d>
              <w14:camera w14:prst="orthographicFront"/>
              <w14:lightRig w14:rig="threePt" w14:dir="t">
                <w14:rot w14:lat="0" w14:lon="0" w14:rev="0"/>
              </w14:lightRig>
            </w14:scene3d>
          </w:rPr>
          <w:t xml:space="preserve"> </w:t>
        </w:r>
        <w:r w:rsidRPr="004C234E">
          <w:rPr>
            <w:rStyle w:val="affffb"/>
            <w:rFonts w:hint="eastAsia"/>
            <w:noProof/>
          </w:rPr>
          <w:t xml:space="preserve"> 评价机构声明</w:t>
        </w:r>
        <w:r w:rsidRPr="004C234E">
          <w:rPr>
            <w:noProof/>
          </w:rPr>
          <w:tab/>
        </w:r>
        <w:r w:rsidRPr="004C234E">
          <w:rPr>
            <w:noProof/>
          </w:rPr>
          <w:fldChar w:fldCharType="begin"/>
        </w:r>
        <w:r w:rsidRPr="004C234E">
          <w:rPr>
            <w:noProof/>
          </w:rPr>
          <w:instrText xml:space="preserve"> PAGEREF _Toc195892622 \h </w:instrText>
        </w:r>
        <w:r w:rsidRPr="004C234E">
          <w:rPr>
            <w:noProof/>
          </w:rPr>
        </w:r>
        <w:r w:rsidRPr="004C234E">
          <w:rPr>
            <w:noProof/>
          </w:rPr>
          <w:fldChar w:fldCharType="separate"/>
        </w:r>
        <w:r w:rsidRPr="004C234E">
          <w:rPr>
            <w:noProof/>
          </w:rPr>
          <w:t>3</w:t>
        </w:r>
        <w:r w:rsidRPr="004C234E">
          <w:rPr>
            <w:noProof/>
          </w:rPr>
          <w:fldChar w:fldCharType="end"/>
        </w:r>
      </w:hyperlink>
    </w:p>
    <w:p w14:paraId="51A9E7F9" w14:textId="77777777" w:rsidR="004C234E" w:rsidRPr="004C234E" w:rsidRDefault="004C234E">
      <w:pPr>
        <w:pStyle w:val="TOC2"/>
        <w:rPr>
          <w:rFonts w:asciiTheme="minorHAnsi" w:eastAsiaTheme="minorEastAsia" w:hAnsiTheme="minorHAnsi" w:cstheme="minorBidi" w:hint="eastAsia"/>
          <w:noProof/>
          <w:szCs w:val="22"/>
        </w:rPr>
      </w:pPr>
      <w:hyperlink w:anchor="_Toc195892623" w:history="1">
        <w:r w:rsidRPr="004C234E">
          <w:rPr>
            <w:rStyle w:val="affffb"/>
            <w:noProof/>
            <w14:scene3d>
              <w14:camera w14:prst="orthographicFront"/>
              <w14:lightRig w14:rig="threePt" w14:dir="t">
                <w14:rot w14:lat="0" w14:lon="0" w14:rev="0"/>
              </w14:lightRig>
            </w14:scene3d>
          </w:rPr>
          <w:t>5.14</w:t>
        </w:r>
        <w:r>
          <w:rPr>
            <w:rStyle w:val="affffb"/>
            <w:noProof/>
            <w14:scene3d>
              <w14:camera w14:prst="orthographicFront"/>
              <w14:lightRig w14:rig="threePt" w14:dir="t">
                <w14:rot w14:lat="0" w14:lon="0" w14:rev="0"/>
              </w14:lightRig>
            </w14:scene3d>
          </w:rPr>
          <w:t xml:space="preserve"> </w:t>
        </w:r>
        <w:r w:rsidRPr="004C234E">
          <w:rPr>
            <w:rStyle w:val="affffb"/>
            <w:rFonts w:hint="eastAsia"/>
            <w:noProof/>
          </w:rPr>
          <w:t xml:space="preserve"> 附件</w:t>
        </w:r>
        <w:r w:rsidRPr="004C234E">
          <w:rPr>
            <w:noProof/>
          </w:rPr>
          <w:tab/>
        </w:r>
        <w:r w:rsidRPr="004C234E">
          <w:rPr>
            <w:noProof/>
          </w:rPr>
          <w:fldChar w:fldCharType="begin"/>
        </w:r>
        <w:r w:rsidRPr="004C234E">
          <w:rPr>
            <w:noProof/>
          </w:rPr>
          <w:instrText xml:space="preserve"> PAGEREF _Toc195892623 \h </w:instrText>
        </w:r>
        <w:r w:rsidRPr="004C234E">
          <w:rPr>
            <w:noProof/>
          </w:rPr>
        </w:r>
        <w:r w:rsidRPr="004C234E">
          <w:rPr>
            <w:noProof/>
          </w:rPr>
          <w:fldChar w:fldCharType="separate"/>
        </w:r>
        <w:r w:rsidRPr="004C234E">
          <w:rPr>
            <w:noProof/>
          </w:rPr>
          <w:t>3</w:t>
        </w:r>
        <w:r w:rsidRPr="004C234E">
          <w:rPr>
            <w:noProof/>
          </w:rPr>
          <w:fldChar w:fldCharType="end"/>
        </w:r>
      </w:hyperlink>
    </w:p>
    <w:p w14:paraId="7E35148B" w14:textId="77777777" w:rsidR="004C234E" w:rsidRPr="004C234E" w:rsidRDefault="004C234E">
      <w:pPr>
        <w:pStyle w:val="TOC1"/>
        <w:tabs>
          <w:tab w:val="right" w:leader="dot" w:pos="9344"/>
        </w:tabs>
        <w:rPr>
          <w:rFonts w:asciiTheme="minorHAnsi" w:eastAsiaTheme="minorEastAsia" w:hAnsiTheme="minorHAnsi" w:cstheme="minorBidi" w:hint="eastAsia"/>
          <w:noProof/>
          <w:szCs w:val="22"/>
        </w:rPr>
      </w:pPr>
      <w:hyperlink w:anchor="_Toc195892624" w:history="1">
        <w:r w:rsidRPr="004C234E">
          <w:rPr>
            <w:rStyle w:val="affffb"/>
            <w:noProof/>
          </w:rPr>
          <w:t>6</w:t>
        </w:r>
        <w:r>
          <w:rPr>
            <w:rStyle w:val="affffb"/>
            <w:noProof/>
          </w:rPr>
          <w:t xml:space="preserve"> </w:t>
        </w:r>
        <w:r w:rsidRPr="004C234E">
          <w:rPr>
            <w:rStyle w:val="affffb"/>
            <w:rFonts w:hint="eastAsia"/>
            <w:noProof/>
          </w:rPr>
          <w:t xml:space="preserve"> 编制流程</w:t>
        </w:r>
        <w:r w:rsidRPr="004C234E">
          <w:rPr>
            <w:noProof/>
          </w:rPr>
          <w:tab/>
        </w:r>
        <w:r w:rsidRPr="004C234E">
          <w:rPr>
            <w:noProof/>
          </w:rPr>
          <w:fldChar w:fldCharType="begin"/>
        </w:r>
        <w:r w:rsidRPr="004C234E">
          <w:rPr>
            <w:noProof/>
          </w:rPr>
          <w:instrText xml:space="preserve"> PAGEREF _Toc195892624 \h </w:instrText>
        </w:r>
        <w:r w:rsidRPr="004C234E">
          <w:rPr>
            <w:noProof/>
          </w:rPr>
        </w:r>
        <w:r w:rsidRPr="004C234E">
          <w:rPr>
            <w:noProof/>
          </w:rPr>
          <w:fldChar w:fldCharType="separate"/>
        </w:r>
        <w:r w:rsidRPr="004C234E">
          <w:rPr>
            <w:noProof/>
          </w:rPr>
          <w:t>3</w:t>
        </w:r>
        <w:r w:rsidRPr="004C234E">
          <w:rPr>
            <w:noProof/>
          </w:rPr>
          <w:fldChar w:fldCharType="end"/>
        </w:r>
      </w:hyperlink>
    </w:p>
    <w:p w14:paraId="55621793" w14:textId="77777777" w:rsidR="004C234E" w:rsidRPr="004C234E" w:rsidRDefault="004C234E">
      <w:pPr>
        <w:pStyle w:val="TOC2"/>
        <w:rPr>
          <w:rFonts w:asciiTheme="minorHAnsi" w:eastAsiaTheme="minorEastAsia" w:hAnsiTheme="minorHAnsi" w:cstheme="minorBidi" w:hint="eastAsia"/>
          <w:noProof/>
          <w:szCs w:val="22"/>
        </w:rPr>
      </w:pPr>
      <w:hyperlink w:anchor="_Toc195892625" w:history="1">
        <w:r w:rsidRPr="004C234E">
          <w:rPr>
            <w:rStyle w:val="affffb"/>
            <w:noProof/>
            <w14:scene3d>
              <w14:camera w14:prst="orthographicFront"/>
              <w14:lightRig w14:rig="threePt" w14:dir="t">
                <w14:rot w14:lat="0" w14:lon="0" w14:rev="0"/>
              </w14:lightRig>
            </w14:scene3d>
          </w:rPr>
          <w:t>6.1</w:t>
        </w:r>
        <w:r>
          <w:rPr>
            <w:rStyle w:val="affffb"/>
            <w:noProof/>
            <w14:scene3d>
              <w14:camera w14:prst="orthographicFront"/>
              <w14:lightRig w14:rig="threePt" w14:dir="t">
                <w14:rot w14:lat="0" w14:lon="0" w14:rev="0"/>
              </w14:lightRig>
            </w14:scene3d>
          </w:rPr>
          <w:t xml:space="preserve"> </w:t>
        </w:r>
        <w:r w:rsidRPr="004C234E">
          <w:rPr>
            <w:rStyle w:val="affffb"/>
            <w:rFonts w:hint="eastAsia"/>
            <w:noProof/>
          </w:rPr>
          <w:t xml:space="preserve"> 前期准备</w:t>
        </w:r>
        <w:r w:rsidRPr="004C234E">
          <w:rPr>
            <w:noProof/>
          </w:rPr>
          <w:tab/>
        </w:r>
        <w:r w:rsidRPr="004C234E">
          <w:rPr>
            <w:noProof/>
          </w:rPr>
          <w:fldChar w:fldCharType="begin"/>
        </w:r>
        <w:r w:rsidRPr="004C234E">
          <w:rPr>
            <w:noProof/>
          </w:rPr>
          <w:instrText xml:space="preserve"> PAGEREF _Toc195892625 \h </w:instrText>
        </w:r>
        <w:r w:rsidRPr="004C234E">
          <w:rPr>
            <w:noProof/>
          </w:rPr>
        </w:r>
        <w:r w:rsidRPr="004C234E">
          <w:rPr>
            <w:noProof/>
          </w:rPr>
          <w:fldChar w:fldCharType="separate"/>
        </w:r>
        <w:r w:rsidRPr="004C234E">
          <w:rPr>
            <w:noProof/>
          </w:rPr>
          <w:t>3</w:t>
        </w:r>
        <w:r w:rsidRPr="004C234E">
          <w:rPr>
            <w:noProof/>
          </w:rPr>
          <w:fldChar w:fldCharType="end"/>
        </w:r>
      </w:hyperlink>
    </w:p>
    <w:p w14:paraId="2F2F3EA4" w14:textId="77777777" w:rsidR="004C234E" w:rsidRPr="004C234E" w:rsidRDefault="004C234E">
      <w:pPr>
        <w:pStyle w:val="TOC2"/>
        <w:rPr>
          <w:rFonts w:asciiTheme="minorHAnsi" w:eastAsiaTheme="minorEastAsia" w:hAnsiTheme="minorHAnsi" w:cstheme="minorBidi" w:hint="eastAsia"/>
          <w:noProof/>
          <w:szCs w:val="22"/>
        </w:rPr>
      </w:pPr>
      <w:hyperlink w:anchor="_Toc195892626" w:history="1">
        <w:r w:rsidRPr="004C234E">
          <w:rPr>
            <w:rStyle w:val="affffb"/>
            <w:noProof/>
            <w14:scene3d>
              <w14:camera w14:prst="orthographicFront"/>
              <w14:lightRig w14:rig="threePt" w14:dir="t">
                <w14:rot w14:lat="0" w14:lon="0" w14:rev="0"/>
              </w14:lightRig>
            </w14:scene3d>
          </w:rPr>
          <w:t>6.2</w:t>
        </w:r>
        <w:r>
          <w:rPr>
            <w:rStyle w:val="affffb"/>
            <w:noProof/>
            <w14:scene3d>
              <w14:camera w14:prst="orthographicFront"/>
              <w14:lightRig w14:rig="threePt" w14:dir="t">
                <w14:rot w14:lat="0" w14:lon="0" w14:rev="0"/>
              </w14:lightRig>
            </w14:scene3d>
          </w:rPr>
          <w:t xml:space="preserve"> </w:t>
        </w:r>
        <w:r w:rsidRPr="004C234E">
          <w:rPr>
            <w:rStyle w:val="affffb"/>
            <w:rFonts w:hint="eastAsia"/>
            <w:noProof/>
          </w:rPr>
          <w:t xml:space="preserve"> 报告撰写</w:t>
        </w:r>
        <w:r w:rsidRPr="004C234E">
          <w:rPr>
            <w:noProof/>
          </w:rPr>
          <w:tab/>
        </w:r>
        <w:r w:rsidRPr="004C234E">
          <w:rPr>
            <w:noProof/>
          </w:rPr>
          <w:fldChar w:fldCharType="begin"/>
        </w:r>
        <w:r w:rsidRPr="004C234E">
          <w:rPr>
            <w:noProof/>
          </w:rPr>
          <w:instrText xml:space="preserve"> PAGEREF _Toc195892626 \h </w:instrText>
        </w:r>
        <w:r w:rsidRPr="004C234E">
          <w:rPr>
            <w:noProof/>
          </w:rPr>
        </w:r>
        <w:r w:rsidRPr="004C234E">
          <w:rPr>
            <w:noProof/>
          </w:rPr>
          <w:fldChar w:fldCharType="separate"/>
        </w:r>
        <w:r w:rsidRPr="004C234E">
          <w:rPr>
            <w:noProof/>
          </w:rPr>
          <w:t>3</w:t>
        </w:r>
        <w:r w:rsidRPr="004C234E">
          <w:rPr>
            <w:noProof/>
          </w:rPr>
          <w:fldChar w:fldCharType="end"/>
        </w:r>
      </w:hyperlink>
    </w:p>
    <w:p w14:paraId="4282E40F" w14:textId="77777777" w:rsidR="004C234E" w:rsidRPr="004C234E" w:rsidRDefault="004C234E">
      <w:pPr>
        <w:pStyle w:val="TOC2"/>
        <w:rPr>
          <w:rFonts w:asciiTheme="minorHAnsi" w:eastAsiaTheme="minorEastAsia" w:hAnsiTheme="minorHAnsi" w:cstheme="minorBidi" w:hint="eastAsia"/>
          <w:noProof/>
          <w:szCs w:val="22"/>
        </w:rPr>
      </w:pPr>
      <w:hyperlink w:anchor="_Toc195892627" w:history="1">
        <w:r w:rsidRPr="004C234E">
          <w:rPr>
            <w:rStyle w:val="affffb"/>
            <w:noProof/>
            <w14:scene3d>
              <w14:camera w14:prst="orthographicFront"/>
              <w14:lightRig w14:rig="threePt" w14:dir="t">
                <w14:rot w14:lat="0" w14:lon="0" w14:rev="0"/>
              </w14:lightRig>
            </w14:scene3d>
          </w:rPr>
          <w:t>6.3</w:t>
        </w:r>
        <w:r>
          <w:rPr>
            <w:rStyle w:val="affffb"/>
            <w:noProof/>
            <w14:scene3d>
              <w14:camera w14:prst="orthographicFront"/>
              <w14:lightRig w14:rig="threePt" w14:dir="t">
                <w14:rot w14:lat="0" w14:lon="0" w14:rev="0"/>
              </w14:lightRig>
            </w14:scene3d>
          </w:rPr>
          <w:t xml:space="preserve"> </w:t>
        </w:r>
        <w:r w:rsidRPr="004C234E">
          <w:rPr>
            <w:rStyle w:val="affffb"/>
            <w:rFonts w:hint="eastAsia"/>
            <w:noProof/>
          </w:rPr>
          <w:t xml:space="preserve"> 形成评价报告</w:t>
        </w:r>
        <w:r w:rsidRPr="004C234E">
          <w:rPr>
            <w:noProof/>
          </w:rPr>
          <w:tab/>
        </w:r>
        <w:r w:rsidRPr="004C234E">
          <w:rPr>
            <w:noProof/>
          </w:rPr>
          <w:fldChar w:fldCharType="begin"/>
        </w:r>
        <w:r w:rsidRPr="004C234E">
          <w:rPr>
            <w:noProof/>
          </w:rPr>
          <w:instrText xml:space="preserve"> PAGEREF _Toc195892627 \h </w:instrText>
        </w:r>
        <w:r w:rsidRPr="004C234E">
          <w:rPr>
            <w:noProof/>
          </w:rPr>
        </w:r>
        <w:r w:rsidRPr="004C234E">
          <w:rPr>
            <w:noProof/>
          </w:rPr>
          <w:fldChar w:fldCharType="separate"/>
        </w:r>
        <w:r w:rsidRPr="004C234E">
          <w:rPr>
            <w:noProof/>
          </w:rPr>
          <w:t>3</w:t>
        </w:r>
        <w:r w:rsidRPr="004C234E">
          <w:rPr>
            <w:noProof/>
          </w:rPr>
          <w:fldChar w:fldCharType="end"/>
        </w:r>
      </w:hyperlink>
    </w:p>
    <w:p w14:paraId="3273DC0E" w14:textId="77777777" w:rsidR="004C234E" w:rsidRPr="004C234E" w:rsidRDefault="004C234E">
      <w:pPr>
        <w:pStyle w:val="TOC1"/>
        <w:tabs>
          <w:tab w:val="right" w:leader="dot" w:pos="9344"/>
        </w:tabs>
        <w:rPr>
          <w:rFonts w:asciiTheme="minorHAnsi" w:eastAsiaTheme="minorEastAsia" w:hAnsiTheme="minorHAnsi" w:cstheme="minorBidi" w:hint="eastAsia"/>
          <w:noProof/>
          <w:szCs w:val="22"/>
        </w:rPr>
      </w:pPr>
      <w:hyperlink w:anchor="_Toc195892628" w:history="1">
        <w:r w:rsidRPr="004C234E">
          <w:rPr>
            <w:rStyle w:val="affffb"/>
            <w:rFonts w:hint="eastAsia"/>
            <w:noProof/>
          </w:rPr>
          <w:t>附录</w:t>
        </w:r>
        <w:r>
          <w:rPr>
            <w:rStyle w:val="affffb"/>
            <w:rFonts w:hint="eastAsia"/>
            <w:noProof/>
          </w:rPr>
          <w:t>A</w:t>
        </w:r>
        <w:r w:rsidRPr="004C234E">
          <w:rPr>
            <w:rStyle w:val="affffb"/>
            <w:rFonts w:hint="eastAsia"/>
            <w:noProof/>
          </w:rPr>
          <w:t>（资料性）</w:t>
        </w:r>
        <w:r>
          <w:rPr>
            <w:rStyle w:val="affffb"/>
            <w:noProof/>
          </w:rPr>
          <w:t xml:space="preserve"> </w:t>
        </w:r>
        <w:r w:rsidRPr="004C234E">
          <w:rPr>
            <w:rStyle w:val="affffb"/>
            <w:noProof/>
          </w:rPr>
          <w:t xml:space="preserve"> </w:t>
        </w:r>
        <w:r w:rsidRPr="004C234E">
          <w:rPr>
            <w:rStyle w:val="affffb"/>
            <w:rFonts w:hint="eastAsia"/>
            <w:noProof/>
          </w:rPr>
          <w:t>报告组成要素</w:t>
        </w:r>
        <w:r w:rsidRPr="004C234E">
          <w:rPr>
            <w:noProof/>
          </w:rPr>
          <w:tab/>
        </w:r>
        <w:r w:rsidRPr="004C234E">
          <w:rPr>
            <w:noProof/>
          </w:rPr>
          <w:fldChar w:fldCharType="begin"/>
        </w:r>
        <w:r w:rsidRPr="004C234E">
          <w:rPr>
            <w:noProof/>
          </w:rPr>
          <w:instrText xml:space="preserve"> PAGEREF _Toc195892628 \h </w:instrText>
        </w:r>
        <w:r w:rsidRPr="004C234E">
          <w:rPr>
            <w:noProof/>
          </w:rPr>
        </w:r>
        <w:r w:rsidRPr="004C234E">
          <w:rPr>
            <w:noProof/>
          </w:rPr>
          <w:fldChar w:fldCharType="separate"/>
        </w:r>
        <w:r w:rsidRPr="004C234E">
          <w:rPr>
            <w:noProof/>
          </w:rPr>
          <w:t>5</w:t>
        </w:r>
        <w:r w:rsidRPr="004C234E">
          <w:rPr>
            <w:noProof/>
          </w:rPr>
          <w:fldChar w:fldCharType="end"/>
        </w:r>
      </w:hyperlink>
    </w:p>
    <w:p w14:paraId="21CDDF4D" w14:textId="77777777" w:rsidR="004C234E" w:rsidRPr="004C234E" w:rsidRDefault="004C234E">
      <w:pPr>
        <w:pStyle w:val="TOC1"/>
        <w:tabs>
          <w:tab w:val="right" w:leader="dot" w:pos="9344"/>
        </w:tabs>
        <w:rPr>
          <w:rFonts w:asciiTheme="minorHAnsi" w:eastAsiaTheme="minorEastAsia" w:hAnsiTheme="minorHAnsi" w:cstheme="minorBidi" w:hint="eastAsia"/>
          <w:noProof/>
          <w:szCs w:val="22"/>
        </w:rPr>
      </w:pPr>
      <w:hyperlink w:anchor="_Toc195892629" w:history="1">
        <w:r w:rsidRPr="004C234E">
          <w:rPr>
            <w:rStyle w:val="affffb"/>
            <w:rFonts w:hint="eastAsia"/>
            <w:noProof/>
          </w:rPr>
          <w:t>附录</w:t>
        </w:r>
        <w:r>
          <w:rPr>
            <w:rStyle w:val="affffb"/>
            <w:rFonts w:hint="eastAsia"/>
            <w:noProof/>
          </w:rPr>
          <w:t>B</w:t>
        </w:r>
        <w:r w:rsidRPr="004C234E">
          <w:rPr>
            <w:rStyle w:val="affffb"/>
            <w:rFonts w:hint="eastAsia"/>
            <w:noProof/>
          </w:rPr>
          <w:t>（资料性）</w:t>
        </w:r>
        <w:r>
          <w:rPr>
            <w:rStyle w:val="affffb"/>
            <w:noProof/>
          </w:rPr>
          <w:t xml:space="preserve"> </w:t>
        </w:r>
        <w:r w:rsidRPr="004C234E">
          <w:rPr>
            <w:rStyle w:val="affffb"/>
            <w:noProof/>
          </w:rPr>
          <w:t xml:space="preserve"> </w:t>
        </w:r>
        <w:r w:rsidRPr="004C234E">
          <w:rPr>
            <w:rStyle w:val="affffb"/>
            <w:rFonts w:hint="eastAsia"/>
            <w:noProof/>
          </w:rPr>
          <w:t>应用研究类科技成果商业化评价报告示例</w:t>
        </w:r>
        <w:r w:rsidRPr="004C234E">
          <w:rPr>
            <w:noProof/>
          </w:rPr>
          <w:tab/>
        </w:r>
        <w:r w:rsidRPr="004C234E">
          <w:rPr>
            <w:noProof/>
          </w:rPr>
          <w:fldChar w:fldCharType="begin"/>
        </w:r>
        <w:r w:rsidRPr="004C234E">
          <w:rPr>
            <w:noProof/>
          </w:rPr>
          <w:instrText xml:space="preserve"> PAGEREF _Toc195892629 \h </w:instrText>
        </w:r>
        <w:r w:rsidRPr="004C234E">
          <w:rPr>
            <w:noProof/>
          </w:rPr>
        </w:r>
        <w:r w:rsidRPr="004C234E">
          <w:rPr>
            <w:noProof/>
          </w:rPr>
          <w:fldChar w:fldCharType="separate"/>
        </w:r>
        <w:r w:rsidRPr="004C234E">
          <w:rPr>
            <w:noProof/>
          </w:rPr>
          <w:t>6</w:t>
        </w:r>
        <w:r w:rsidRPr="004C234E">
          <w:rPr>
            <w:noProof/>
          </w:rPr>
          <w:fldChar w:fldCharType="end"/>
        </w:r>
      </w:hyperlink>
    </w:p>
    <w:p w14:paraId="71FC5B1F" w14:textId="77777777" w:rsidR="004C234E" w:rsidRPr="004C234E" w:rsidRDefault="004C234E">
      <w:pPr>
        <w:pStyle w:val="TOC1"/>
        <w:tabs>
          <w:tab w:val="right" w:leader="dot" w:pos="9344"/>
        </w:tabs>
        <w:rPr>
          <w:rFonts w:asciiTheme="minorHAnsi" w:eastAsiaTheme="minorEastAsia" w:hAnsiTheme="minorHAnsi" w:cstheme="minorBidi" w:hint="eastAsia"/>
          <w:noProof/>
          <w:szCs w:val="22"/>
        </w:rPr>
      </w:pPr>
      <w:hyperlink w:anchor="_Toc195892630" w:history="1">
        <w:r w:rsidRPr="004C234E">
          <w:rPr>
            <w:rStyle w:val="affffb"/>
            <w:rFonts w:hint="eastAsia"/>
            <w:noProof/>
          </w:rPr>
          <w:t>附录</w:t>
        </w:r>
        <w:r>
          <w:rPr>
            <w:rStyle w:val="affffb"/>
            <w:rFonts w:hint="eastAsia"/>
            <w:noProof/>
          </w:rPr>
          <w:t>C</w:t>
        </w:r>
        <w:r w:rsidRPr="004C234E">
          <w:rPr>
            <w:rStyle w:val="affffb"/>
            <w:rFonts w:hint="eastAsia"/>
            <w:noProof/>
          </w:rPr>
          <w:t>（资料性）</w:t>
        </w:r>
        <w:r>
          <w:rPr>
            <w:rStyle w:val="affffb"/>
            <w:noProof/>
          </w:rPr>
          <w:t xml:space="preserve"> </w:t>
        </w:r>
        <w:r w:rsidRPr="004C234E">
          <w:rPr>
            <w:rStyle w:val="affffb"/>
            <w:noProof/>
          </w:rPr>
          <w:t xml:space="preserve"> </w:t>
        </w:r>
        <w:r w:rsidRPr="004C234E">
          <w:rPr>
            <w:rStyle w:val="affffb"/>
            <w:rFonts w:hint="eastAsia"/>
            <w:noProof/>
          </w:rPr>
          <w:t>商业化评价报告字号和字体</w:t>
        </w:r>
        <w:r w:rsidRPr="004C234E">
          <w:rPr>
            <w:noProof/>
          </w:rPr>
          <w:tab/>
        </w:r>
        <w:r w:rsidRPr="004C234E">
          <w:rPr>
            <w:noProof/>
          </w:rPr>
          <w:fldChar w:fldCharType="begin"/>
        </w:r>
        <w:r w:rsidRPr="004C234E">
          <w:rPr>
            <w:noProof/>
          </w:rPr>
          <w:instrText xml:space="preserve"> PAGEREF _Toc195892630 \h </w:instrText>
        </w:r>
        <w:r w:rsidRPr="004C234E">
          <w:rPr>
            <w:noProof/>
          </w:rPr>
        </w:r>
        <w:r w:rsidRPr="004C234E">
          <w:rPr>
            <w:noProof/>
          </w:rPr>
          <w:fldChar w:fldCharType="separate"/>
        </w:r>
        <w:r w:rsidRPr="004C234E">
          <w:rPr>
            <w:noProof/>
          </w:rPr>
          <w:t>21</w:t>
        </w:r>
        <w:r w:rsidRPr="004C234E">
          <w:rPr>
            <w:noProof/>
          </w:rPr>
          <w:fldChar w:fldCharType="end"/>
        </w:r>
      </w:hyperlink>
    </w:p>
    <w:p w14:paraId="79409F68" w14:textId="77777777" w:rsidR="004C234E" w:rsidRPr="004C234E" w:rsidRDefault="004C234E">
      <w:pPr>
        <w:pStyle w:val="TOC1"/>
        <w:tabs>
          <w:tab w:val="right" w:leader="dot" w:pos="9344"/>
        </w:tabs>
        <w:rPr>
          <w:rFonts w:asciiTheme="minorHAnsi" w:eastAsiaTheme="minorEastAsia" w:hAnsiTheme="minorHAnsi" w:cstheme="minorBidi" w:hint="eastAsia"/>
          <w:noProof/>
          <w:szCs w:val="22"/>
        </w:rPr>
      </w:pPr>
      <w:hyperlink w:anchor="_Toc195892631" w:history="1">
        <w:r w:rsidRPr="004C234E">
          <w:rPr>
            <w:rStyle w:val="affffb"/>
            <w:rFonts w:hint="eastAsia"/>
            <w:noProof/>
          </w:rPr>
          <w:t>参考文献</w:t>
        </w:r>
        <w:r w:rsidRPr="004C234E">
          <w:rPr>
            <w:noProof/>
          </w:rPr>
          <w:tab/>
        </w:r>
        <w:r w:rsidRPr="004C234E">
          <w:rPr>
            <w:noProof/>
          </w:rPr>
          <w:fldChar w:fldCharType="begin"/>
        </w:r>
        <w:r w:rsidRPr="004C234E">
          <w:rPr>
            <w:noProof/>
          </w:rPr>
          <w:instrText xml:space="preserve"> PAGEREF _Toc195892631 \h </w:instrText>
        </w:r>
        <w:r w:rsidRPr="004C234E">
          <w:rPr>
            <w:noProof/>
          </w:rPr>
        </w:r>
        <w:r w:rsidRPr="004C234E">
          <w:rPr>
            <w:noProof/>
          </w:rPr>
          <w:fldChar w:fldCharType="separate"/>
        </w:r>
        <w:r w:rsidRPr="004C234E">
          <w:rPr>
            <w:noProof/>
          </w:rPr>
          <w:t>22</w:t>
        </w:r>
        <w:r w:rsidRPr="004C234E">
          <w:rPr>
            <w:noProof/>
          </w:rPr>
          <w:fldChar w:fldCharType="end"/>
        </w:r>
      </w:hyperlink>
    </w:p>
    <w:p w14:paraId="3F304F65" w14:textId="77777777" w:rsidR="004C234E" w:rsidRPr="004C234E" w:rsidRDefault="004C234E" w:rsidP="004C234E">
      <w:pPr>
        <w:pStyle w:val="affffffa"/>
        <w:spacing w:after="360"/>
        <w:sectPr w:rsidR="004C234E" w:rsidRPr="004C234E" w:rsidSect="004C234E">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4C234E">
        <w:fldChar w:fldCharType="end"/>
      </w:r>
    </w:p>
    <w:p w14:paraId="3B629DD9" w14:textId="77777777" w:rsidR="00E32E62" w:rsidRDefault="005E555A">
      <w:pPr>
        <w:pStyle w:val="a6"/>
        <w:spacing w:before="900" w:after="360"/>
      </w:pPr>
      <w:bookmarkStart w:id="42" w:name="_Toc195892604"/>
      <w:bookmarkStart w:id="43" w:name="BookMark2"/>
      <w:bookmarkEnd w:id="20"/>
      <w:r>
        <w:rPr>
          <w:spacing w:val="320"/>
        </w:rPr>
        <w:lastRenderedPageBreak/>
        <w:t>前</w:t>
      </w:r>
      <w:r>
        <w:t>言</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514E6499" w14:textId="77777777" w:rsidR="00E32E62" w:rsidRDefault="005E555A">
      <w:pPr>
        <w:pStyle w:val="afffff5"/>
        <w:ind w:firstLine="420"/>
      </w:pPr>
      <w:r>
        <w:rPr>
          <w:rFonts w:hint="eastAsia"/>
        </w:rPr>
        <w:t>本文件参照GB/T 1.1—2020《标准化工作导则  第1部分：标准化文件的结构和起草规则》的规定起草。</w:t>
      </w:r>
    </w:p>
    <w:p w14:paraId="47762875" w14:textId="77777777" w:rsidR="00E32E62" w:rsidRDefault="005E555A">
      <w:pPr>
        <w:pStyle w:val="afffff5"/>
        <w:ind w:firstLine="420"/>
      </w:pPr>
      <w:r>
        <w:rPr>
          <w:rFonts w:hint="eastAsia"/>
        </w:rPr>
        <w:t>请注意本文件的某些内容可能涉及专利。本文件的发布机构不承担识别专利的责任。</w:t>
      </w:r>
    </w:p>
    <w:p w14:paraId="1AFAF968" w14:textId="77777777" w:rsidR="00E32E62" w:rsidRDefault="005E555A">
      <w:pPr>
        <w:pStyle w:val="afffff5"/>
        <w:ind w:firstLine="420"/>
      </w:pPr>
      <w:r>
        <w:rPr>
          <w:rFonts w:hint="eastAsia"/>
        </w:rPr>
        <w:t>本文件由广西壮族自治区产业技术研究院提出并</w:t>
      </w:r>
      <w:r>
        <w:t>宣贯</w:t>
      </w:r>
      <w:r>
        <w:rPr>
          <w:rFonts w:hint="eastAsia"/>
        </w:rPr>
        <w:t>。</w:t>
      </w:r>
    </w:p>
    <w:p w14:paraId="293EC9A6" w14:textId="77777777" w:rsidR="00E32E62" w:rsidRDefault="005E555A">
      <w:pPr>
        <w:pStyle w:val="afffff5"/>
        <w:ind w:firstLine="420"/>
      </w:pPr>
      <w:r>
        <w:rPr>
          <w:rFonts w:hint="eastAsia"/>
        </w:rPr>
        <w:t>本文件由广西标准化协会归口。</w:t>
      </w:r>
    </w:p>
    <w:p w14:paraId="68CAA7FD" w14:textId="77777777" w:rsidR="00E32E62" w:rsidRDefault="005E555A">
      <w:pPr>
        <w:pStyle w:val="afffff5"/>
        <w:ind w:firstLine="420"/>
      </w:pPr>
      <w:r>
        <w:rPr>
          <w:rFonts w:hint="eastAsia"/>
        </w:rPr>
        <w:t>本文件起草单位：广西壮族自治区产业技术研究院、广西绿色低碳产业技术协会、广西标准化协会、广西产业技术研究院投资发展有限公司、广西科技项目评价中心有限公司、广西科技经济开发中心有限公司、广西产研院绿色低碳技术研究所有限公司、桂林银行股份有限公司、广西北部湾银行股份有限公司、广西产研科技咨询有限公司。</w:t>
      </w:r>
    </w:p>
    <w:p w14:paraId="419B8813" w14:textId="77777777" w:rsidR="00E32E62" w:rsidRDefault="005E555A">
      <w:pPr>
        <w:pStyle w:val="afffff5"/>
        <w:ind w:firstLine="420"/>
      </w:pPr>
      <w:r>
        <w:rPr>
          <w:rFonts w:hint="eastAsia"/>
        </w:rPr>
        <w:t>本文件主要起草人：：莫华、宁毅、韦丽萍、程晓恬、黄曼君、唐亮东、王英辉、杨柳、吴慧玲、兰思香、王冉、李维城、何昭慧、梁光琦、陈振华、李柯、李佳杨、苏健、史绍亮、覃宁波、韦小凤。</w:t>
      </w:r>
    </w:p>
    <w:p w14:paraId="06C021B7" w14:textId="77777777" w:rsidR="00E32E62" w:rsidRDefault="00E32E62">
      <w:pPr>
        <w:pStyle w:val="afffff5"/>
        <w:ind w:firstLine="420"/>
      </w:pPr>
    </w:p>
    <w:p w14:paraId="13DA10AC" w14:textId="77777777" w:rsidR="00E32E62" w:rsidRDefault="00E32E62">
      <w:pPr>
        <w:pStyle w:val="afffff5"/>
        <w:ind w:firstLine="420"/>
        <w:sectPr w:rsidR="00E32E62" w:rsidSect="004C234E">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14:paraId="2FBE49E3" w14:textId="77777777" w:rsidR="00E32E62" w:rsidRDefault="00E32E62">
      <w:pPr>
        <w:spacing w:line="20" w:lineRule="exact"/>
        <w:jc w:val="center"/>
        <w:rPr>
          <w:rFonts w:ascii="黑体" w:eastAsia="黑体" w:hAnsi="黑体" w:hint="eastAsia"/>
          <w:sz w:val="32"/>
          <w:szCs w:val="32"/>
        </w:rPr>
      </w:pPr>
      <w:bookmarkStart w:id="44" w:name="BookMark4"/>
      <w:bookmarkEnd w:id="43"/>
    </w:p>
    <w:p w14:paraId="3225542B" w14:textId="77777777" w:rsidR="00E32E62" w:rsidRDefault="00E32E62">
      <w:pPr>
        <w:spacing w:line="20" w:lineRule="exact"/>
        <w:jc w:val="center"/>
        <w:rPr>
          <w:rFonts w:ascii="黑体" w:eastAsia="黑体" w:hAnsi="黑体" w:hint="eastAsia"/>
          <w:sz w:val="32"/>
          <w:szCs w:val="32"/>
        </w:rPr>
      </w:pPr>
    </w:p>
    <w:bookmarkStart w:id="45" w:name="NEW_STAND_NAME" w:displacedByCustomXml="next"/>
    <w:sdt>
      <w:sdtPr>
        <w:tag w:val="NEW_STAND_NAME"/>
        <w:id w:val="595910757"/>
        <w:lock w:val="sdtLocked"/>
        <w:placeholder>
          <w:docPart w:val="E831668EA3FA428199258E5FBE633F51"/>
        </w:placeholder>
      </w:sdtPr>
      <w:sdtContent>
        <w:p w14:paraId="5D1AD321" w14:textId="77777777" w:rsidR="00E32E62" w:rsidRDefault="005E555A">
          <w:pPr>
            <w:pStyle w:val="afffffffff8"/>
            <w:spacing w:beforeLines="100" w:before="240" w:afterLines="220" w:after="528"/>
            <w:rPr>
              <w:rFonts w:hint="eastAsia"/>
            </w:rPr>
          </w:pPr>
          <w:r>
            <w:rPr>
              <w:rFonts w:hint="eastAsia"/>
            </w:rPr>
            <w:t>应用研究类科技成果商业化评价报告编制规范</w:t>
          </w:r>
        </w:p>
      </w:sdtContent>
    </w:sdt>
    <w:p w14:paraId="69228D33" w14:textId="77777777" w:rsidR="00E32E62" w:rsidRDefault="005E555A">
      <w:pPr>
        <w:pStyle w:val="affc"/>
        <w:spacing w:before="240" w:after="240"/>
      </w:pPr>
      <w:bookmarkStart w:id="46" w:name="_Toc194531142"/>
      <w:bookmarkStart w:id="47" w:name="_Toc194758205"/>
      <w:bookmarkStart w:id="48" w:name="_Toc194914884"/>
      <w:bookmarkStart w:id="49" w:name="_Toc190204833"/>
      <w:bookmarkStart w:id="50" w:name="_Toc194908356"/>
      <w:bookmarkStart w:id="51" w:name="_Toc26648465"/>
      <w:bookmarkStart w:id="52" w:name="_Toc195105259"/>
      <w:bookmarkStart w:id="53" w:name="_Toc26986530"/>
      <w:bookmarkStart w:id="54" w:name="_Toc195712527"/>
      <w:bookmarkStart w:id="55" w:name="_Toc97192964"/>
      <w:bookmarkStart w:id="56" w:name="_Toc195024213"/>
      <w:bookmarkStart w:id="57" w:name="_Toc194871531"/>
      <w:bookmarkStart w:id="58" w:name="_Toc24884211"/>
      <w:bookmarkStart w:id="59" w:name="_Toc190273914"/>
      <w:bookmarkStart w:id="60" w:name="_Toc194870639"/>
      <w:bookmarkStart w:id="61" w:name="_Toc195709239"/>
      <w:bookmarkStart w:id="62" w:name="_Toc195024062"/>
      <w:bookmarkStart w:id="63" w:name="_Toc194531245"/>
      <w:bookmarkStart w:id="64" w:name="_Toc26986771"/>
      <w:bookmarkStart w:id="65" w:name="_Toc195089768"/>
      <w:bookmarkStart w:id="66" w:name="_Toc194757845"/>
      <w:bookmarkStart w:id="67" w:name="_Toc194872141"/>
      <w:bookmarkStart w:id="68" w:name="_Toc17233333"/>
      <w:bookmarkStart w:id="69" w:name="_Toc195696560"/>
      <w:bookmarkStart w:id="70" w:name="_Toc24884218"/>
      <w:bookmarkStart w:id="71" w:name="_Toc194870696"/>
      <w:bookmarkStart w:id="72" w:name="_Toc195024263"/>
      <w:bookmarkStart w:id="73" w:name="_Toc17233325"/>
      <w:bookmarkStart w:id="74" w:name="_Toc26718930"/>
      <w:bookmarkStart w:id="75" w:name="_Toc195892490"/>
      <w:bookmarkStart w:id="76" w:name="_Toc195892605"/>
      <w:bookmarkEnd w:id="45"/>
      <w:r>
        <w:rPr>
          <w:rFonts w:hint="eastAsia"/>
        </w:rPr>
        <w:t>范围</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6D8FD32A" w14:textId="2736534B" w:rsidR="00E32E62" w:rsidRDefault="005E555A">
      <w:pPr>
        <w:pStyle w:val="afffff5"/>
        <w:ind w:firstLine="420"/>
      </w:pPr>
      <w:bookmarkStart w:id="77" w:name="_Toc26648466"/>
      <w:bookmarkStart w:id="78" w:name="_Toc17233334"/>
      <w:bookmarkStart w:id="79" w:name="_Toc24884219"/>
      <w:bookmarkStart w:id="80" w:name="_Toc17233326"/>
      <w:bookmarkStart w:id="81" w:name="_Toc24884212"/>
      <w:r>
        <w:rPr>
          <w:rFonts w:hint="eastAsia"/>
        </w:rPr>
        <w:t>本文件</w:t>
      </w:r>
      <w:bookmarkStart w:id="82" w:name="OLE_LINK3"/>
      <w:r>
        <w:rPr>
          <w:rFonts w:hint="eastAsia"/>
        </w:rPr>
        <w:t>规定了报告编制的总体要求</w:t>
      </w:r>
      <w:r w:rsidR="00AD0BCF">
        <w:rPr>
          <w:rFonts w:hint="eastAsia"/>
        </w:rPr>
        <w:t>、</w:t>
      </w:r>
      <w:r>
        <w:rPr>
          <w:rFonts w:hint="eastAsia"/>
        </w:rPr>
        <w:t>编制内容</w:t>
      </w:r>
      <w:r w:rsidR="00AD0BCF">
        <w:rPr>
          <w:rFonts w:hint="eastAsia"/>
        </w:rPr>
        <w:t>和</w:t>
      </w:r>
      <w:r>
        <w:rPr>
          <w:rFonts w:hint="eastAsia"/>
        </w:rPr>
        <w:t>编制程序</w:t>
      </w:r>
      <w:r w:rsidR="00AD0BCF">
        <w:rPr>
          <w:rFonts w:hint="eastAsia"/>
        </w:rPr>
        <w:t>的要求</w:t>
      </w:r>
      <w:r>
        <w:rPr>
          <w:rFonts w:hint="eastAsia"/>
        </w:rPr>
        <w:t>。</w:t>
      </w:r>
      <w:bookmarkEnd w:id="82"/>
    </w:p>
    <w:p w14:paraId="41A4D2D7" w14:textId="77777777" w:rsidR="00E32E62" w:rsidRDefault="005E555A">
      <w:pPr>
        <w:pStyle w:val="afffff5"/>
        <w:ind w:firstLine="420"/>
      </w:pPr>
      <w:r>
        <w:rPr>
          <w:rFonts w:hint="eastAsia"/>
        </w:rPr>
        <w:t>本文件适用于应用研究类科技成果商业化评价报告的编制，其他类型评价报告的编制可参照执行。</w:t>
      </w:r>
    </w:p>
    <w:p w14:paraId="6B396130" w14:textId="77777777" w:rsidR="00E32E62" w:rsidRDefault="005E555A">
      <w:pPr>
        <w:pStyle w:val="affc"/>
        <w:spacing w:before="240" w:after="240"/>
      </w:pPr>
      <w:bookmarkStart w:id="83" w:name="_Toc195024264"/>
      <w:bookmarkStart w:id="84" w:name="_Toc190204834"/>
      <w:bookmarkStart w:id="85" w:name="_Toc26718931"/>
      <w:bookmarkStart w:id="86" w:name="_Toc195024214"/>
      <w:bookmarkStart w:id="87" w:name="_Toc195105260"/>
      <w:bookmarkStart w:id="88" w:name="_Toc194531143"/>
      <w:bookmarkStart w:id="89" w:name="_Toc195709240"/>
      <w:bookmarkStart w:id="90" w:name="_Toc26986772"/>
      <w:bookmarkStart w:id="91" w:name="_Toc194531246"/>
      <w:bookmarkStart w:id="92" w:name="_Toc195024063"/>
      <w:bookmarkStart w:id="93" w:name="_Toc195089769"/>
      <w:bookmarkStart w:id="94" w:name="_Toc194908357"/>
      <w:bookmarkStart w:id="95" w:name="_Toc194871532"/>
      <w:bookmarkStart w:id="96" w:name="_Toc195696561"/>
      <w:bookmarkStart w:id="97" w:name="_Toc26986531"/>
      <w:bookmarkStart w:id="98" w:name="_Toc195712528"/>
      <w:bookmarkStart w:id="99" w:name="_Toc194914885"/>
      <w:bookmarkStart w:id="100" w:name="_Toc97192965"/>
      <w:bookmarkStart w:id="101" w:name="_Toc190273915"/>
      <w:bookmarkStart w:id="102" w:name="_Toc194872142"/>
      <w:bookmarkStart w:id="103" w:name="_Toc194757846"/>
      <w:bookmarkStart w:id="104" w:name="_Toc194870640"/>
      <w:bookmarkStart w:id="105" w:name="_Toc194870697"/>
      <w:bookmarkStart w:id="106" w:name="_Toc194758206"/>
      <w:bookmarkStart w:id="107" w:name="_Toc195892491"/>
      <w:bookmarkStart w:id="108" w:name="_Toc195892606"/>
      <w:r>
        <w:rPr>
          <w:rFonts w:hint="eastAsia"/>
        </w:rPr>
        <w:t>规范性引用文件</w:t>
      </w:r>
      <w:bookmarkEnd w:id="77"/>
      <w:bookmarkEnd w:id="78"/>
      <w:bookmarkEnd w:id="79"/>
      <w:bookmarkEnd w:id="80"/>
      <w:bookmarkEnd w:id="81"/>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sdt>
      <w:sdtPr>
        <w:rPr>
          <w:rFonts w:hint="eastAsia"/>
        </w:rPr>
        <w:id w:val="715848253"/>
        <w:placeholder>
          <w:docPart w:val="B14E86CB89B342A5B65AE1FBDEB8714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13525B89" w14:textId="77777777" w:rsidR="00E32E62" w:rsidRDefault="005E555A">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98E5C3A" w14:textId="77777777" w:rsidR="00E32E62" w:rsidRDefault="005E555A">
      <w:pPr>
        <w:pStyle w:val="afffff5"/>
        <w:ind w:firstLine="420"/>
      </w:pPr>
      <w:r>
        <w:rPr>
          <w:rFonts w:hint="eastAsia"/>
        </w:rPr>
        <w:t>T/GXAS XXXX 应用研究类科技成果商业化评价规范</w:t>
      </w:r>
    </w:p>
    <w:p w14:paraId="45750585" w14:textId="77777777" w:rsidR="00E32E62" w:rsidRDefault="005E555A">
      <w:pPr>
        <w:pStyle w:val="affc"/>
        <w:spacing w:before="240" w:after="240"/>
      </w:pPr>
      <w:bookmarkStart w:id="109" w:name="_Toc194872143"/>
      <w:bookmarkStart w:id="110" w:name="_Toc194914886"/>
      <w:bookmarkStart w:id="111" w:name="_Toc190273916"/>
      <w:bookmarkStart w:id="112" w:name="_Toc195709241"/>
      <w:bookmarkStart w:id="113" w:name="_Toc190204835"/>
      <w:bookmarkStart w:id="114" w:name="_Toc195024215"/>
      <w:bookmarkStart w:id="115" w:name="_Toc194870641"/>
      <w:bookmarkStart w:id="116" w:name="_Toc195712529"/>
      <w:bookmarkStart w:id="117" w:name="_Toc97192966"/>
      <w:bookmarkStart w:id="118" w:name="_Toc194758207"/>
      <w:bookmarkStart w:id="119" w:name="_Toc194908358"/>
      <w:bookmarkStart w:id="120" w:name="_Toc195696562"/>
      <w:bookmarkStart w:id="121" w:name="_Toc194757847"/>
      <w:bookmarkStart w:id="122" w:name="_Toc194531247"/>
      <w:bookmarkStart w:id="123" w:name="_Toc195105261"/>
      <w:bookmarkStart w:id="124" w:name="_Toc194870698"/>
      <w:bookmarkStart w:id="125" w:name="_Toc195089770"/>
      <w:bookmarkStart w:id="126" w:name="_Toc195024265"/>
      <w:bookmarkStart w:id="127" w:name="_Toc194531144"/>
      <w:bookmarkStart w:id="128" w:name="_Toc195024064"/>
      <w:bookmarkStart w:id="129" w:name="_Toc194871533"/>
      <w:bookmarkStart w:id="130" w:name="_Toc195892492"/>
      <w:bookmarkStart w:id="131" w:name="_Toc195892607"/>
      <w:r>
        <w:rPr>
          <w:rFonts w:hint="eastAsia"/>
          <w:szCs w:val="21"/>
        </w:rPr>
        <w:t>术语和定义</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bookmarkStart w:id="132" w:name="_Toc26986532" w:displacedByCustomXml="next"/>
    <w:bookmarkEnd w:id="132" w:displacedByCustomXml="next"/>
    <w:sdt>
      <w:sdtPr>
        <w:id w:val="-1909835108"/>
        <w:placeholder>
          <w:docPart w:val="284727CC537A444BBEA2F812485D070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561A119" w14:textId="77777777" w:rsidR="00E32E62" w:rsidRDefault="005E555A">
          <w:pPr>
            <w:pStyle w:val="afffff5"/>
            <w:ind w:firstLine="420"/>
          </w:pPr>
          <w:r>
            <w:t>本文件没有需要界定的术语和定义。</w:t>
          </w:r>
        </w:p>
      </w:sdtContent>
    </w:sdt>
    <w:p w14:paraId="7D6E177E" w14:textId="77777777" w:rsidR="00E32E62" w:rsidRDefault="005E555A">
      <w:pPr>
        <w:pStyle w:val="affc"/>
        <w:spacing w:before="240" w:after="240"/>
      </w:pPr>
      <w:bookmarkStart w:id="133" w:name="_Toc194870699"/>
      <w:bookmarkStart w:id="134" w:name="_Toc195024266"/>
      <w:bookmarkStart w:id="135" w:name="_Toc194908359"/>
      <w:bookmarkStart w:id="136" w:name="_Toc195024216"/>
      <w:bookmarkStart w:id="137" w:name="_Toc194872144"/>
      <w:bookmarkStart w:id="138" w:name="_Toc194871534"/>
      <w:bookmarkStart w:id="139" w:name="_Toc190273917"/>
      <w:bookmarkStart w:id="140" w:name="_Toc195089771"/>
      <w:bookmarkStart w:id="141" w:name="_Toc194531248"/>
      <w:bookmarkStart w:id="142" w:name="_Toc166363132"/>
      <w:bookmarkStart w:id="143" w:name="_Toc195024065"/>
      <w:bookmarkStart w:id="144" w:name="_Toc194914887"/>
      <w:bookmarkStart w:id="145" w:name="_Toc195709242"/>
      <w:bookmarkStart w:id="146" w:name="_Toc194870642"/>
      <w:bookmarkStart w:id="147" w:name="_Toc166569091"/>
      <w:bookmarkStart w:id="148" w:name="_Toc195712530"/>
      <w:bookmarkStart w:id="149" w:name="_Toc166157582"/>
      <w:bookmarkStart w:id="150" w:name="_Toc195105262"/>
      <w:bookmarkStart w:id="151" w:name="_Toc194758208"/>
      <w:bookmarkStart w:id="152" w:name="_Toc194531145"/>
      <w:bookmarkStart w:id="153" w:name="_Toc170995031"/>
      <w:bookmarkStart w:id="154" w:name="_Toc195696563"/>
      <w:bookmarkStart w:id="155" w:name="_Toc194757848"/>
      <w:bookmarkStart w:id="156" w:name="_Toc172101540"/>
      <w:bookmarkStart w:id="157" w:name="_Toc190204836"/>
      <w:bookmarkStart w:id="158" w:name="_Toc171416337"/>
      <w:bookmarkStart w:id="159" w:name="_Toc195892493"/>
      <w:bookmarkStart w:id="160" w:name="_Toc195892608"/>
      <w:r>
        <w:rPr>
          <w:rFonts w:hint="eastAsia"/>
        </w:rPr>
        <w:t>总体</w:t>
      </w:r>
      <w:r>
        <w:t>要求</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03882DB2" w14:textId="77777777" w:rsidR="00E32E62" w:rsidRDefault="005E555A">
      <w:pPr>
        <w:pStyle w:val="affffffffe"/>
      </w:pPr>
      <w:r>
        <w:rPr>
          <w:rFonts w:hint="eastAsia"/>
        </w:rPr>
        <w:t>应用研究类科技成果商业化评价报告的编制全面反映应用研究类科技成果的商业化评价指标、评价内容，客观评价应用研究类科技成果商业化效果。</w:t>
      </w:r>
    </w:p>
    <w:p w14:paraId="1A4DAEF4" w14:textId="77777777" w:rsidR="00E32E62" w:rsidRDefault="005E555A">
      <w:pPr>
        <w:pStyle w:val="affffffffe"/>
      </w:pPr>
      <w:r>
        <w:rPr>
          <w:rFonts w:hint="eastAsia"/>
        </w:rPr>
        <w:t>报告内容重点根据应用研究类科技成果商业化评价内容，围绕技术成熟度等级评价、技术创新度等级评价、技术先进度等级评价、经济价值显现度等级评价、转化推广潜力评价、投融资价值评价、社会和文化价值评价等评价指标体系确定。</w:t>
      </w:r>
    </w:p>
    <w:p w14:paraId="313D7D57" w14:textId="77777777" w:rsidR="00E32E62" w:rsidRDefault="005E555A">
      <w:pPr>
        <w:pStyle w:val="affffffffe"/>
      </w:pPr>
      <w:bookmarkStart w:id="161" w:name="_Toc194871535"/>
      <w:bookmarkStart w:id="162" w:name="_Toc194531249"/>
      <w:bookmarkStart w:id="163" w:name="_Toc194872145"/>
      <w:bookmarkStart w:id="164" w:name="_Toc190273918"/>
      <w:bookmarkStart w:id="165" w:name="_Toc194757849"/>
      <w:bookmarkStart w:id="166" w:name="_Toc194870643"/>
      <w:bookmarkStart w:id="167" w:name="_Toc166363134"/>
      <w:bookmarkStart w:id="168" w:name="_Toc190204837"/>
      <w:bookmarkStart w:id="169" w:name="_Toc194758209"/>
      <w:bookmarkStart w:id="170" w:name="_Toc194870700"/>
      <w:bookmarkStart w:id="171" w:name="_Toc166569093"/>
      <w:bookmarkStart w:id="172" w:name="_Toc194908360"/>
      <w:bookmarkStart w:id="173" w:name="_Toc194531146"/>
      <w:bookmarkStart w:id="174" w:name="_Toc166157584"/>
      <w:r>
        <w:rPr>
          <w:rFonts w:hint="eastAsia"/>
        </w:rPr>
        <w:t>应用研究类科技成果商业化评价报告内容规范，评价机构开展的同一类型的评价活动，报告格式宜保持一致，评价报告组成要素见附录A，评价报告示例见附录B，评价报告字体字号见附录C。</w:t>
      </w:r>
    </w:p>
    <w:p w14:paraId="1EFE3D03" w14:textId="77777777" w:rsidR="00E32E62" w:rsidRDefault="005E555A">
      <w:pPr>
        <w:pStyle w:val="affffffffe"/>
      </w:pPr>
      <w:r>
        <w:rPr>
          <w:rFonts w:hint="eastAsia"/>
        </w:rPr>
        <w:t>报告编制、审批、提交或发布、使用、档案保存等符合相关程序和管理制度要求。</w:t>
      </w:r>
    </w:p>
    <w:p w14:paraId="1A775DBB" w14:textId="77777777" w:rsidR="00E32E62" w:rsidRDefault="005E555A">
      <w:pPr>
        <w:pStyle w:val="affc"/>
        <w:spacing w:before="240" w:after="240"/>
      </w:pPr>
      <w:bookmarkStart w:id="175" w:name="_Toc195024217"/>
      <w:bookmarkStart w:id="176" w:name="_Toc194758214"/>
      <w:bookmarkStart w:id="177" w:name="_Toc194757854"/>
      <w:bookmarkStart w:id="178" w:name="_Toc195105263"/>
      <w:bookmarkStart w:id="179" w:name="_Toc194870704"/>
      <w:bookmarkStart w:id="180" w:name="_Toc195696564"/>
      <w:bookmarkStart w:id="181" w:name="_Toc195089772"/>
      <w:bookmarkStart w:id="182" w:name="_Toc195709243"/>
      <w:bookmarkStart w:id="183" w:name="_Toc194914888"/>
      <w:bookmarkStart w:id="184" w:name="_Toc194872149"/>
      <w:bookmarkStart w:id="185" w:name="_Toc194870647"/>
      <w:bookmarkStart w:id="186" w:name="_Toc194908364"/>
      <w:bookmarkStart w:id="187" w:name="_Toc194871539"/>
      <w:bookmarkStart w:id="188" w:name="_Toc195024267"/>
      <w:bookmarkStart w:id="189" w:name="_Toc195024066"/>
      <w:bookmarkStart w:id="190" w:name="_Toc195712531"/>
      <w:bookmarkStart w:id="191" w:name="_Toc195892494"/>
      <w:bookmarkStart w:id="192" w:name="_Toc195892609"/>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Pr>
          <w:rFonts w:hint="eastAsia"/>
        </w:rPr>
        <w:t>编制内容</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705386E7" w14:textId="77777777" w:rsidR="00E32E62" w:rsidRDefault="005E555A">
      <w:pPr>
        <w:pStyle w:val="affd"/>
        <w:spacing w:before="120" w:after="120"/>
      </w:pPr>
      <w:bookmarkStart w:id="193" w:name="_Toc194870648"/>
      <w:bookmarkStart w:id="194" w:name="_Toc194758215"/>
      <w:bookmarkStart w:id="195" w:name="_Toc195024067"/>
      <w:bookmarkStart w:id="196" w:name="_Toc194871540"/>
      <w:bookmarkStart w:id="197" w:name="_Toc190204840"/>
      <w:bookmarkStart w:id="198" w:name="_Toc194872150"/>
      <w:bookmarkStart w:id="199" w:name="_Toc194870705"/>
      <w:bookmarkStart w:id="200" w:name="_Toc194757855"/>
      <w:bookmarkStart w:id="201" w:name="_Toc195105264"/>
      <w:bookmarkStart w:id="202" w:name="_Toc195024268"/>
      <w:bookmarkStart w:id="203" w:name="_Toc194531253"/>
      <w:bookmarkStart w:id="204" w:name="_Toc194531150"/>
      <w:bookmarkStart w:id="205" w:name="_Toc195024218"/>
      <w:bookmarkStart w:id="206" w:name="_Toc195089773"/>
      <w:bookmarkStart w:id="207" w:name="_Toc195709244"/>
      <w:bookmarkStart w:id="208" w:name="_Toc194908365"/>
      <w:bookmarkStart w:id="209" w:name="_Toc190273922"/>
      <w:bookmarkStart w:id="210" w:name="_Toc195696565"/>
      <w:bookmarkStart w:id="211" w:name="_Toc194914889"/>
      <w:bookmarkStart w:id="212" w:name="_Toc195712532"/>
      <w:bookmarkStart w:id="213" w:name="_Toc195892495"/>
      <w:bookmarkStart w:id="214" w:name="_Toc195892610"/>
      <w:r>
        <w:rPr>
          <w:rFonts w:hint="eastAsia"/>
        </w:rPr>
        <w:t>撰写说明</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14:paraId="4F6B400E" w14:textId="77777777" w:rsidR="00E32E62" w:rsidRDefault="005E555A">
      <w:pPr>
        <w:pStyle w:val="afffff5"/>
        <w:ind w:firstLine="420"/>
      </w:pPr>
      <w:r>
        <w:rPr>
          <w:rFonts w:hint="eastAsia"/>
        </w:rPr>
        <w:t>撰写说明包括报告格式说明、报告内容、报告编号填写方法、成果类型、主要文件和技术资料、评价机构要求、报告说明等，具体要求见编制大纲附录B。</w:t>
      </w:r>
    </w:p>
    <w:p w14:paraId="608547E7" w14:textId="77777777" w:rsidR="00E32E62" w:rsidRDefault="005E555A">
      <w:pPr>
        <w:pStyle w:val="affd"/>
        <w:spacing w:before="120" w:after="120"/>
      </w:pPr>
      <w:bookmarkStart w:id="215" w:name="_Toc195105265"/>
      <w:bookmarkStart w:id="216" w:name="_Toc195024269"/>
      <w:bookmarkStart w:id="217" w:name="_Toc194531152"/>
      <w:bookmarkStart w:id="218" w:name="_Toc190204842"/>
      <w:bookmarkStart w:id="219" w:name="_Toc194872152"/>
      <w:bookmarkStart w:id="220" w:name="_Toc195712533"/>
      <w:bookmarkStart w:id="221" w:name="_Toc195089774"/>
      <w:bookmarkStart w:id="222" w:name="_Toc190273924"/>
      <w:bookmarkStart w:id="223" w:name="_Toc194870650"/>
      <w:bookmarkStart w:id="224" w:name="_Toc194757857"/>
      <w:bookmarkStart w:id="225" w:name="_Toc195024068"/>
      <w:bookmarkStart w:id="226" w:name="_Toc195709245"/>
      <w:bookmarkStart w:id="227" w:name="_Toc194914891"/>
      <w:bookmarkStart w:id="228" w:name="_Toc194871542"/>
      <w:bookmarkStart w:id="229" w:name="_Toc194758217"/>
      <w:bookmarkStart w:id="230" w:name="_Toc195024219"/>
      <w:bookmarkStart w:id="231" w:name="_Toc195696566"/>
      <w:bookmarkStart w:id="232" w:name="_Toc194531255"/>
      <w:bookmarkStart w:id="233" w:name="_Toc194908367"/>
      <w:bookmarkStart w:id="234" w:name="_Toc194870707"/>
      <w:bookmarkStart w:id="235" w:name="_Toc195892496"/>
      <w:bookmarkStart w:id="236" w:name="_Toc195892611"/>
      <w:r>
        <w:rPr>
          <w:rFonts w:hint="eastAsia"/>
        </w:rPr>
        <w:t>摘要</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74245B8E" w14:textId="77777777" w:rsidR="00E32E62" w:rsidRDefault="005E555A">
      <w:pPr>
        <w:pStyle w:val="afffff5"/>
        <w:ind w:firstLine="420"/>
      </w:pPr>
      <w:r>
        <w:rPr>
          <w:rFonts w:hint="eastAsia"/>
        </w:rPr>
        <w:t>摘要为报告的可选项。应简明扼要地反映商业化评价报告的主要内容，包括综合评价结论、科技成果概述、5个指标体系评价、专家咨询意见、附件，具体要求如下：</w:t>
      </w:r>
    </w:p>
    <w:p w14:paraId="31D95358" w14:textId="77777777" w:rsidR="00E32E62" w:rsidRDefault="005E555A" w:rsidP="00DF5A9C">
      <w:pPr>
        <w:pStyle w:val="af2"/>
      </w:pPr>
      <w:r>
        <w:rPr>
          <w:rFonts w:hint="eastAsia"/>
        </w:rPr>
        <w:t>综合评价结论包括时间、委托方、科技成果、5个指标体系评价结果等；</w:t>
      </w:r>
    </w:p>
    <w:p w14:paraId="795F1B13" w14:textId="77777777" w:rsidR="00E32E62" w:rsidRDefault="005E555A" w:rsidP="00DF5A9C">
      <w:pPr>
        <w:pStyle w:val="af2"/>
      </w:pPr>
      <w:r>
        <w:rPr>
          <w:rFonts w:hint="eastAsia"/>
        </w:rPr>
        <w:t>科技成果概述一般包括评价的目的、委托方、评价机构、评价内容，依据、程序、方法、评价活动的局限性等；</w:t>
      </w:r>
    </w:p>
    <w:p w14:paraId="509EAC60" w14:textId="77777777" w:rsidR="00E32E62" w:rsidRDefault="005E555A" w:rsidP="00DF5A9C">
      <w:pPr>
        <w:pStyle w:val="af2"/>
      </w:pPr>
      <w:r>
        <w:rPr>
          <w:rFonts w:hint="eastAsia"/>
        </w:rPr>
        <w:t>5个指标体系评价主要为按顺序列出5个指标评价得出的正面结论、发现的负面问题。必要时，简要陈述关键证据；</w:t>
      </w:r>
    </w:p>
    <w:p w14:paraId="7247BE1B" w14:textId="77777777" w:rsidR="00E32E62" w:rsidRDefault="005E555A" w:rsidP="00DF5A9C">
      <w:pPr>
        <w:pStyle w:val="af2"/>
      </w:pPr>
      <w:r>
        <w:rPr>
          <w:rFonts w:hint="eastAsia"/>
        </w:rPr>
        <w:t>专家咨询意见按5个评价指标列出；</w:t>
      </w:r>
    </w:p>
    <w:p w14:paraId="45550CD7" w14:textId="77777777" w:rsidR="00E32E62" w:rsidRDefault="005E555A" w:rsidP="00DF5A9C">
      <w:pPr>
        <w:pStyle w:val="af2"/>
      </w:pPr>
      <w:r>
        <w:rPr>
          <w:rFonts w:hint="eastAsia"/>
        </w:rPr>
        <w:t>具有独立性和直观性，即不阅读报告的正文和附件，就能获得必要的重要信息；</w:t>
      </w:r>
    </w:p>
    <w:p w14:paraId="6ADA77D5" w14:textId="77777777" w:rsidR="00E32E62" w:rsidRDefault="005E555A" w:rsidP="00DF5A9C">
      <w:pPr>
        <w:pStyle w:val="af2"/>
      </w:pPr>
      <w:r>
        <w:rPr>
          <w:rFonts w:hint="eastAsia"/>
        </w:rPr>
        <w:t>与正文保持一致，无重大缺漏或差异，避免误导读者；</w:t>
      </w:r>
    </w:p>
    <w:p w14:paraId="5A341D83" w14:textId="77777777" w:rsidR="00E32E62" w:rsidRDefault="005E555A" w:rsidP="00DF5A9C">
      <w:pPr>
        <w:pStyle w:val="af2"/>
      </w:pPr>
      <w:r>
        <w:rPr>
          <w:rFonts w:hint="eastAsia"/>
        </w:rPr>
        <w:t>不宜使用图、表、公式、非公知公用的符号和术语等表述形式。</w:t>
      </w:r>
    </w:p>
    <w:p w14:paraId="1C5D239A" w14:textId="77777777" w:rsidR="00E32E62" w:rsidRDefault="005E555A">
      <w:pPr>
        <w:pStyle w:val="affd"/>
        <w:spacing w:before="120" w:after="120"/>
      </w:pPr>
      <w:bookmarkStart w:id="237" w:name="_Toc194871543"/>
      <w:bookmarkStart w:id="238" w:name="_Toc194872153"/>
      <w:bookmarkStart w:id="239" w:name="_Toc194757858"/>
      <w:bookmarkStart w:id="240" w:name="_Toc194870708"/>
      <w:bookmarkStart w:id="241" w:name="_Toc194758218"/>
      <w:bookmarkStart w:id="242" w:name="_Toc194870651"/>
      <w:bookmarkStart w:id="243" w:name="_Toc194908368"/>
      <w:bookmarkStart w:id="244" w:name="_Toc194914892"/>
      <w:bookmarkStart w:id="245" w:name="_Toc195089775"/>
      <w:bookmarkStart w:id="246" w:name="_Toc195709246"/>
      <w:bookmarkStart w:id="247" w:name="_Toc195024270"/>
      <w:bookmarkStart w:id="248" w:name="_Toc195712534"/>
      <w:bookmarkStart w:id="249" w:name="_Toc195024220"/>
      <w:bookmarkStart w:id="250" w:name="_Toc195105266"/>
      <w:bookmarkStart w:id="251" w:name="_Toc195024069"/>
      <w:bookmarkStart w:id="252" w:name="_Toc195696567"/>
      <w:bookmarkStart w:id="253" w:name="_Toc195892497"/>
      <w:bookmarkStart w:id="254" w:name="_Toc195892612"/>
      <w:r>
        <w:rPr>
          <w:rFonts w:hint="eastAsia"/>
        </w:rPr>
        <w:lastRenderedPageBreak/>
        <w:t>目</w:t>
      </w:r>
      <w:bookmarkEnd w:id="237"/>
      <w:bookmarkEnd w:id="238"/>
      <w:bookmarkEnd w:id="239"/>
      <w:bookmarkEnd w:id="240"/>
      <w:bookmarkEnd w:id="241"/>
      <w:bookmarkEnd w:id="242"/>
      <w:bookmarkEnd w:id="243"/>
      <w:bookmarkEnd w:id="244"/>
      <w:r>
        <w:rPr>
          <w:rFonts w:hint="eastAsia"/>
        </w:rPr>
        <w:t>录</w:t>
      </w:r>
      <w:bookmarkEnd w:id="245"/>
      <w:bookmarkEnd w:id="246"/>
      <w:bookmarkEnd w:id="247"/>
      <w:bookmarkEnd w:id="248"/>
      <w:bookmarkEnd w:id="249"/>
      <w:bookmarkEnd w:id="250"/>
      <w:bookmarkEnd w:id="251"/>
      <w:bookmarkEnd w:id="252"/>
      <w:bookmarkEnd w:id="253"/>
      <w:bookmarkEnd w:id="254"/>
    </w:p>
    <w:p w14:paraId="3C2B8BD5" w14:textId="77777777" w:rsidR="00E32E62" w:rsidRDefault="005E555A">
      <w:pPr>
        <w:pStyle w:val="afffff5"/>
        <w:ind w:firstLine="420"/>
      </w:pPr>
      <w:r>
        <w:rPr>
          <w:rFonts w:hint="eastAsia"/>
        </w:rPr>
        <w:t>目录为报告的必选项。分为一级标题、二级标题和三级标题。内容包括：综合评价结论、科技成果概述、技术成熟度评价、技术创新度评价、技术先进度评价、转化推广潜力评价、投融资价值评价、社会和文化价值评价、专家咨询意见、审查意见、附件。</w:t>
      </w:r>
    </w:p>
    <w:p w14:paraId="6DA04FC1" w14:textId="77777777" w:rsidR="00E32E62" w:rsidRDefault="005E555A">
      <w:pPr>
        <w:pStyle w:val="affd"/>
        <w:spacing w:before="120" w:after="120"/>
      </w:pPr>
      <w:bookmarkStart w:id="255" w:name="_Toc194758219"/>
      <w:bookmarkStart w:id="256" w:name="_Toc194871544"/>
      <w:bookmarkStart w:id="257" w:name="_Toc195024070"/>
      <w:bookmarkStart w:id="258" w:name="_Toc195105267"/>
      <w:bookmarkStart w:id="259" w:name="_Toc195089776"/>
      <w:bookmarkStart w:id="260" w:name="_Toc194531256"/>
      <w:bookmarkStart w:id="261" w:name="_Toc194870652"/>
      <w:bookmarkStart w:id="262" w:name="_Toc194872154"/>
      <w:bookmarkStart w:id="263" w:name="_Toc194914893"/>
      <w:bookmarkStart w:id="264" w:name="_Toc195712535"/>
      <w:bookmarkStart w:id="265" w:name="_Toc195709247"/>
      <w:bookmarkStart w:id="266" w:name="_Toc195024221"/>
      <w:bookmarkStart w:id="267" w:name="_Toc194531153"/>
      <w:bookmarkStart w:id="268" w:name="_Toc195024271"/>
      <w:bookmarkStart w:id="269" w:name="_Toc190204843"/>
      <w:bookmarkStart w:id="270" w:name="_Toc195696568"/>
      <w:bookmarkStart w:id="271" w:name="_Toc190273925"/>
      <w:bookmarkStart w:id="272" w:name="_Toc194757859"/>
      <w:bookmarkStart w:id="273" w:name="_Toc194870709"/>
      <w:bookmarkStart w:id="274" w:name="_Toc194908369"/>
      <w:bookmarkStart w:id="275" w:name="_Toc195892498"/>
      <w:bookmarkStart w:id="276" w:name="_Toc195892613"/>
      <w:r>
        <w:rPr>
          <w:rFonts w:hint="eastAsia"/>
        </w:rPr>
        <w:t>委托方信息</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14:paraId="3A20961A" w14:textId="77777777" w:rsidR="00E32E62" w:rsidRDefault="005E555A">
      <w:pPr>
        <w:pStyle w:val="afffff5"/>
        <w:ind w:firstLine="420"/>
      </w:pPr>
      <w:r>
        <w:rPr>
          <w:rFonts w:hint="eastAsia"/>
        </w:rPr>
        <w:t>报告应如实、准确、客观地说明委托方的基本情况，具体要求如下：</w:t>
      </w:r>
    </w:p>
    <w:p w14:paraId="0F2B2802" w14:textId="77777777" w:rsidR="00E32E62" w:rsidRDefault="005E555A" w:rsidP="00DF5A9C">
      <w:pPr>
        <w:pStyle w:val="af2"/>
      </w:pPr>
      <w:r>
        <w:rPr>
          <w:rFonts w:hint="eastAsia"/>
        </w:rPr>
        <w:t>应介绍委托方的主要信息、性质特征等；</w:t>
      </w:r>
    </w:p>
    <w:p w14:paraId="05AA8FEC" w14:textId="77777777" w:rsidR="00E32E62" w:rsidRDefault="005E555A" w:rsidP="00DF5A9C">
      <w:pPr>
        <w:pStyle w:val="af2"/>
      </w:pPr>
      <w:r>
        <w:rPr>
          <w:rFonts w:hint="eastAsia"/>
        </w:rPr>
        <w:t>应介绍委托方成果情况；</w:t>
      </w:r>
    </w:p>
    <w:p w14:paraId="7B60173D" w14:textId="77777777" w:rsidR="00E32E62" w:rsidRDefault="005E555A" w:rsidP="00DF5A9C">
      <w:pPr>
        <w:pStyle w:val="af2"/>
      </w:pPr>
      <w:r>
        <w:rPr>
          <w:rFonts w:hint="eastAsia"/>
        </w:rPr>
        <w:t>宜设置为一个章节，当篇幅较短时，可合并到评价活动说明章节；当篇幅较长时，可将部分内容作为报告附件。</w:t>
      </w:r>
    </w:p>
    <w:p w14:paraId="30687C71" w14:textId="77777777" w:rsidR="00E32E62" w:rsidRDefault="005E555A">
      <w:pPr>
        <w:pStyle w:val="affd"/>
        <w:spacing w:before="120" w:after="120"/>
      </w:pPr>
      <w:bookmarkStart w:id="277" w:name="_Toc194757860"/>
      <w:bookmarkStart w:id="278" w:name="_Toc195709248"/>
      <w:bookmarkStart w:id="279" w:name="_Toc194531257"/>
      <w:bookmarkStart w:id="280" w:name="_Toc195024272"/>
      <w:bookmarkStart w:id="281" w:name="_Toc195712536"/>
      <w:bookmarkStart w:id="282" w:name="_Toc195105268"/>
      <w:bookmarkStart w:id="283" w:name="_Toc194872155"/>
      <w:bookmarkStart w:id="284" w:name="_Toc195089777"/>
      <w:bookmarkStart w:id="285" w:name="_Toc195024071"/>
      <w:bookmarkStart w:id="286" w:name="_Toc194914894"/>
      <w:bookmarkStart w:id="287" w:name="_Toc194531154"/>
      <w:bookmarkStart w:id="288" w:name="_Toc194871545"/>
      <w:bookmarkStart w:id="289" w:name="_Toc195024222"/>
      <w:bookmarkStart w:id="290" w:name="_Toc190204844"/>
      <w:bookmarkStart w:id="291" w:name="_Toc195696569"/>
      <w:bookmarkStart w:id="292" w:name="_Toc194870653"/>
      <w:bookmarkStart w:id="293" w:name="_Toc194758220"/>
      <w:bookmarkStart w:id="294" w:name="_Toc194908370"/>
      <w:bookmarkStart w:id="295" w:name="_Toc190273926"/>
      <w:bookmarkStart w:id="296" w:name="_Toc194870710"/>
      <w:bookmarkStart w:id="297" w:name="_Toc195892499"/>
      <w:bookmarkStart w:id="298" w:name="_Toc195892614"/>
      <w:r>
        <w:rPr>
          <w:rFonts w:hint="eastAsia"/>
        </w:rPr>
        <w:t>评价机构信息</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14:paraId="337AC980" w14:textId="77777777" w:rsidR="00E32E62" w:rsidRDefault="005E555A">
      <w:pPr>
        <w:pStyle w:val="afffff5"/>
        <w:ind w:firstLine="420"/>
      </w:pPr>
      <w:r>
        <w:rPr>
          <w:rFonts w:hint="eastAsia"/>
        </w:rPr>
        <w:t>根据T/GXAS XXXX 应用研究类科技成果商业化评价规范确定评价机构信息。</w:t>
      </w:r>
    </w:p>
    <w:p w14:paraId="08911429" w14:textId="77777777" w:rsidR="00E32E62" w:rsidRDefault="005E555A">
      <w:pPr>
        <w:pStyle w:val="affd"/>
        <w:spacing w:before="120" w:after="120"/>
      </w:pPr>
      <w:bookmarkStart w:id="299" w:name="_Toc194871546"/>
      <w:bookmarkStart w:id="300" w:name="_Toc194870711"/>
      <w:bookmarkStart w:id="301" w:name="_Toc194908371"/>
      <w:bookmarkStart w:id="302" w:name="_Toc195024072"/>
      <w:bookmarkStart w:id="303" w:name="_Toc194914895"/>
      <w:bookmarkStart w:id="304" w:name="_Toc195089778"/>
      <w:bookmarkStart w:id="305" w:name="_Toc195024273"/>
      <w:bookmarkStart w:id="306" w:name="_Toc195024223"/>
      <w:bookmarkStart w:id="307" w:name="_Toc194870654"/>
      <w:bookmarkStart w:id="308" w:name="_Toc194757861"/>
      <w:bookmarkStart w:id="309" w:name="_Toc195105269"/>
      <w:bookmarkStart w:id="310" w:name="_Toc194872156"/>
      <w:bookmarkStart w:id="311" w:name="_Toc194758221"/>
      <w:bookmarkStart w:id="312" w:name="_Toc195696570"/>
      <w:bookmarkStart w:id="313" w:name="_Toc195712537"/>
      <w:bookmarkStart w:id="314" w:name="_Toc195709249"/>
      <w:bookmarkStart w:id="315" w:name="_Toc195892500"/>
      <w:bookmarkStart w:id="316" w:name="_Toc195892615"/>
      <w:r>
        <w:rPr>
          <w:rFonts w:hint="eastAsia"/>
        </w:rPr>
        <w:t>评价工作组信息</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40BF2882" w14:textId="77777777" w:rsidR="00E32E62" w:rsidRDefault="005E555A">
      <w:pPr>
        <w:pStyle w:val="afffffffff0"/>
      </w:pPr>
      <w:r>
        <w:rPr>
          <w:rFonts w:hint="eastAsia"/>
        </w:rPr>
        <w:t>根据T/GXAS XXXX 应用研究类科技成果商业化评价规范的要求确定评价组信息。评价工作组应符合以下要求：</w:t>
      </w:r>
    </w:p>
    <w:p w14:paraId="0081E53D" w14:textId="77777777" w:rsidR="00E32E62" w:rsidRDefault="005E555A">
      <w:pPr>
        <w:pStyle w:val="af2"/>
      </w:pPr>
      <w:r>
        <w:rPr>
          <w:rFonts w:hint="eastAsia"/>
        </w:rPr>
        <w:t>评价工作组不少于3名；</w:t>
      </w:r>
    </w:p>
    <w:p w14:paraId="1243F8C1" w14:textId="77777777" w:rsidR="00E32E62" w:rsidRDefault="005E555A">
      <w:pPr>
        <w:pStyle w:val="af2"/>
      </w:pPr>
      <w:r>
        <w:rPr>
          <w:rFonts w:hint="eastAsia"/>
        </w:rPr>
        <w:t>应具备与应用研究类科技成果评价相关的知识和技能，具有相关工作经历，经过专业培训；</w:t>
      </w:r>
    </w:p>
    <w:p w14:paraId="54AAC24E" w14:textId="77777777" w:rsidR="00E32E62" w:rsidRDefault="005E555A">
      <w:pPr>
        <w:pStyle w:val="af2"/>
      </w:pPr>
      <w:r>
        <w:rPr>
          <w:rFonts w:hint="eastAsia"/>
        </w:rPr>
        <w:t>取得科技评估师，科技咨询师，技术经理人或其他相关证书之一；</w:t>
      </w:r>
    </w:p>
    <w:p w14:paraId="35ED0689" w14:textId="77777777" w:rsidR="00E32E62" w:rsidRDefault="005E555A">
      <w:pPr>
        <w:pStyle w:val="af2"/>
      </w:pPr>
      <w:r>
        <w:rPr>
          <w:rFonts w:hint="eastAsia"/>
        </w:rPr>
        <w:t>不应与委托方或成果所有方存在影响评价公正性的关联关系，不得公开评价过程中的非公开信息；</w:t>
      </w:r>
    </w:p>
    <w:p w14:paraId="61208FFB" w14:textId="77777777" w:rsidR="00E32E62" w:rsidRDefault="005E555A">
      <w:pPr>
        <w:pStyle w:val="af2"/>
      </w:pPr>
      <w:r>
        <w:rPr>
          <w:rFonts w:hint="eastAsia"/>
        </w:rPr>
        <w:t>应遵纪守法、敬业诚信、确保应用研究类科技成果评价工作过程的客观公正。</w:t>
      </w:r>
    </w:p>
    <w:p w14:paraId="394084B3" w14:textId="77777777" w:rsidR="00E32E62" w:rsidRDefault="005E555A">
      <w:pPr>
        <w:pStyle w:val="affd"/>
        <w:spacing w:before="120" w:after="120"/>
      </w:pPr>
      <w:bookmarkStart w:id="317" w:name="_Toc194871547"/>
      <w:bookmarkStart w:id="318" w:name="_Toc194914896"/>
      <w:bookmarkStart w:id="319" w:name="_Toc195696571"/>
      <w:bookmarkStart w:id="320" w:name="_Toc195105270"/>
      <w:bookmarkStart w:id="321" w:name="_Toc194870655"/>
      <w:bookmarkStart w:id="322" w:name="_Toc195089779"/>
      <w:bookmarkStart w:id="323" w:name="_Toc195024274"/>
      <w:bookmarkStart w:id="324" w:name="_Toc194908372"/>
      <w:bookmarkStart w:id="325" w:name="_Toc194872157"/>
      <w:bookmarkStart w:id="326" w:name="_Toc194870712"/>
      <w:bookmarkStart w:id="327" w:name="_Toc195024073"/>
      <w:bookmarkStart w:id="328" w:name="_Toc195712538"/>
      <w:bookmarkStart w:id="329" w:name="_Toc195709250"/>
      <w:bookmarkStart w:id="330" w:name="_Toc195024224"/>
      <w:bookmarkStart w:id="331" w:name="_Toc194757862"/>
      <w:bookmarkStart w:id="332" w:name="_Toc194758222"/>
      <w:bookmarkStart w:id="333" w:name="_Toc195892501"/>
      <w:bookmarkStart w:id="334" w:name="_Toc195892616"/>
      <w:r>
        <w:rPr>
          <w:rFonts w:hint="eastAsia"/>
        </w:rPr>
        <w:t>咨询专家信息</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14:paraId="7B2F8BCF" w14:textId="77777777" w:rsidR="00E32E62" w:rsidRDefault="005E555A">
      <w:pPr>
        <w:pStyle w:val="afffff5"/>
        <w:ind w:firstLine="420"/>
      </w:pPr>
      <w:r>
        <w:rPr>
          <w:rFonts w:hint="eastAsia"/>
        </w:rPr>
        <w:t>根据T/GXAS XXXX 应用研究类科技成果商业化评价规范的要求确定评价咨询专家信息。咨询专家基本信息应包括姓名、工作单位、从事专业、职称、签字等信息，以及符合以下要求：</w:t>
      </w:r>
    </w:p>
    <w:p w14:paraId="6A137AA9" w14:textId="77777777" w:rsidR="00E32E62" w:rsidRDefault="005E555A" w:rsidP="00DF5A9C">
      <w:pPr>
        <w:pStyle w:val="af2"/>
      </w:pPr>
      <w:r>
        <w:rPr>
          <w:rFonts w:hint="eastAsia"/>
        </w:rPr>
        <w:t>不少于5名的奇数咨询专家组成咨询专家组；</w:t>
      </w:r>
    </w:p>
    <w:p w14:paraId="085585FB" w14:textId="77777777" w:rsidR="00E32E62" w:rsidRDefault="005E555A" w:rsidP="00DF5A9C">
      <w:pPr>
        <w:pStyle w:val="af2"/>
      </w:pPr>
      <w:r>
        <w:rPr>
          <w:rFonts w:hint="eastAsia"/>
        </w:rPr>
        <w:t>专家应遵守国家法律法规和社会公德，具有严谨的科学态度和良好的职业道德；</w:t>
      </w:r>
    </w:p>
    <w:p w14:paraId="5401A6D4" w14:textId="77777777" w:rsidR="00E32E62" w:rsidRDefault="005E555A" w:rsidP="00DF5A9C">
      <w:pPr>
        <w:pStyle w:val="af2"/>
      </w:pPr>
      <w:r>
        <w:rPr>
          <w:rFonts w:hint="eastAsia"/>
        </w:rPr>
        <w:t>专家具有较高的专业知识水平和实践经验，熟悉科技活动、项目、成果等特点，熟悉被评价内容及国内外相关领域的发展状况，以及科技创新相关政策法规；</w:t>
      </w:r>
    </w:p>
    <w:p w14:paraId="5E69F924" w14:textId="77777777" w:rsidR="00E32E62" w:rsidRDefault="005E555A" w:rsidP="00DF5A9C">
      <w:pPr>
        <w:pStyle w:val="af2"/>
      </w:pPr>
      <w:r>
        <w:rPr>
          <w:rFonts w:hint="eastAsia"/>
        </w:rPr>
        <w:t>专家咨询组包括产业专家、技术专家、管理专家、投融资专家，原则上产业专家不应低于专家咨询组总人数的五分之二，且正高级职称专家不应低于评价专家组总人数的五分之二；</w:t>
      </w:r>
    </w:p>
    <w:p w14:paraId="2287CA06" w14:textId="77777777" w:rsidR="00E32E62" w:rsidRDefault="005E555A" w:rsidP="00DF5A9C">
      <w:pPr>
        <w:pStyle w:val="af2"/>
      </w:pPr>
      <w:r>
        <w:rPr>
          <w:rFonts w:hint="eastAsia"/>
        </w:rPr>
        <w:t>产业专家：在对应行业技术领域上下游从事工作，具有至少10年从业经验；</w:t>
      </w:r>
    </w:p>
    <w:p w14:paraId="4E5E09E4" w14:textId="77777777" w:rsidR="00E32E62" w:rsidRDefault="005E555A" w:rsidP="00DF5A9C">
      <w:pPr>
        <w:pStyle w:val="af2"/>
      </w:pPr>
      <w:r>
        <w:rPr>
          <w:rFonts w:hint="eastAsia"/>
        </w:rPr>
        <w:t>技术专家：在对应行业技术领域从事工作，具有高级以上职称；</w:t>
      </w:r>
    </w:p>
    <w:p w14:paraId="08AE5523" w14:textId="77777777" w:rsidR="00E32E62" w:rsidRDefault="005E555A" w:rsidP="00DF5A9C">
      <w:pPr>
        <w:pStyle w:val="af2"/>
      </w:pPr>
      <w:r>
        <w:rPr>
          <w:rFonts w:hint="eastAsia"/>
        </w:rPr>
        <w:t>管理专家：具有科技管理、企业管理及创业实践经验，在高校、科研院所、企业担任高级管理职务；</w:t>
      </w:r>
    </w:p>
    <w:p w14:paraId="2304C302" w14:textId="77777777" w:rsidR="00E32E62" w:rsidRDefault="005E555A" w:rsidP="00DF5A9C">
      <w:pPr>
        <w:pStyle w:val="af2"/>
      </w:pPr>
      <w:r>
        <w:rPr>
          <w:rFonts w:hint="eastAsia"/>
        </w:rPr>
        <w:t>投融资专家：熟悉各类科技和金融政策，在银行、证券、天使投资、创业投资等机构担任高级管理人员2年以上或有科技型企业投资成功案例，具有注册会计师、税务师、资产评价师资格证书之一或会计、审计、经济系列副高级及以上专业技术职称。</w:t>
      </w:r>
    </w:p>
    <w:p w14:paraId="08B9EC69" w14:textId="77777777" w:rsidR="00E32E62" w:rsidRDefault="005E555A">
      <w:pPr>
        <w:pStyle w:val="affd"/>
        <w:spacing w:before="120" w:after="120"/>
      </w:pPr>
      <w:bookmarkStart w:id="335" w:name="_Toc195712539"/>
      <w:bookmarkStart w:id="336" w:name="_Toc195696572"/>
      <w:bookmarkStart w:id="337" w:name="_Toc195709251"/>
      <w:bookmarkStart w:id="338" w:name="_Toc195892502"/>
      <w:bookmarkStart w:id="339" w:name="_Toc195892617"/>
      <w:r>
        <w:rPr>
          <w:rFonts w:hint="eastAsia"/>
        </w:rPr>
        <w:t>综合评价结论</w:t>
      </w:r>
      <w:bookmarkEnd w:id="335"/>
      <w:bookmarkEnd w:id="336"/>
      <w:bookmarkEnd w:id="337"/>
      <w:bookmarkEnd w:id="338"/>
      <w:bookmarkEnd w:id="339"/>
    </w:p>
    <w:p w14:paraId="5FAF32F6" w14:textId="77777777" w:rsidR="00E32E62" w:rsidRDefault="005E555A">
      <w:pPr>
        <w:pStyle w:val="afffff5"/>
        <w:ind w:firstLine="420"/>
      </w:pPr>
      <w:r>
        <w:rPr>
          <w:rFonts w:hint="eastAsia"/>
        </w:rPr>
        <w:t>简要说明评价的时间、评价机构、评价委托方、评价目的、评价依据和各个评价指标评价结论等。</w:t>
      </w:r>
    </w:p>
    <w:p w14:paraId="5F42F7C2" w14:textId="77777777" w:rsidR="00E32E62" w:rsidRDefault="005E555A">
      <w:pPr>
        <w:pStyle w:val="affd"/>
        <w:spacing w:before="120" w:after="120"/>
      </w:pPr>
      <w:bookmarkStart w:id="340" w:name="_Toc195089780"/>
      <w:bookmarkStart w:id="341" w:name="_Toc195105271"/>
      <w:bookmarkStart w:id="342" w:name="_Toc195024225"/>
      <w:bookmarkStart w:id="343" w:name="_Toc194914897"/>
      <w:bookmarkStart w:id="344" w:name="_Toc195024074"/>
      <w:bookmarkStart w:id="345" w:name="_Toc194757863"/>
      <w:bookmarkStart w:id="346" w:name="_Toc194871548"/>
      <w:bookmarkStart w:id="347" w:name="_Toc194872158"/>
      <w:bookmarkStart w:id="348" w:name="_Toc195024275"/>
      <w:bookmarkStart w:id="349" w:name="_Toc194870656"/>
      <w:bookmarkStart w:id="350" w:name="_Toc194758223"/>
      <w:bookmarkStart w:id="351" w:name="_Toc194908373"/>
      <w:bookmarkStart w:id="352" w:name="_Toc194870713"/>
      <w:bookmarkStart w:id="353" w:name="_Toc195712540"/>
      <w:bookmarkStart w:id="354" w:name="_Toc195696573"/>
      <w:bookmarkStart w:id="355" w:name="_Toc195709252"/>
      <w:bookmarkStart w:id="356" w:name="_Toc195892503"/>
      <w:bookmarkStart w:id="357" w:name="_Toc195892618"/>
      <w:r>
        <w:rPr>
          <w:rFonts w:hint="eastAsia"/>
        </w:rPr>
        <w:t>科技成果</w:t>
      </w:r>
      <w:bookmarkEnd w:id="340"/>
      <w:bookmarkEnd w:id="341"/>
      <w:bookmarkEnd w:id="342"/>
      <w:bookmarkEnd w:id="343"/>
      <w:bookmarkEnd w:id="344"/>
      <w:bookmarkEnd w:id="345"/>
      <w:bookmarkEnd w:id="346"/>
      <w:bookmarkEnd w:id="347"/>
      <w:bookmarkEnd w:id="348"/>
      <w:bookmarkEnd w:id="349"/>
      <w:bookmarkEnd w:id="350"/>
      <w:bookmarkEnd w:id="351"/>
      <w:bookmarkEnd w:id="352"/>
      <w:r>
        <w:rPr>
          <w:rFonts w:hint="eastAsia"/>
        </w:rPr>
        <w:t>概述</w:t>
      </w:r>
      <w:bookmarkEnd w:id="353"/>
      <w:bookmarkEnd w:id="354"/>
      <w:bookmarkEnd w:id="355"/>
      <w:bookmarkEnd w:id="356"/>
      <w:bookmarkEnd w:id="357"/>
    </w:p>
    <w:p w14:paraId="2727B900" w14:textId="77777777" w:rsidR="00E32E62" w:rsidRDefault="005E555A">
      <w:pPr>
        <w:pStyle w:val="afffff5"/>
        <w:ind w:firstLine="420"/>
      </w:pPr>
      <w:r>
        <w:rPr>
          <w:rFonts w:hint="eastAsia"/>
        </w:rPr>
        <w:t>简要说明科技成果的任务来源、研究内容、已取得的进展与状况，包括知识产权、获奖情况、行业推广情况；已产生的经济效益和预期效益，市场推广应用的范围、条件和市场前景以及存在的问题等。</w:t>
      </w:r>
    </w:p>
    <w:p w14:paraId="39F10194" w14:textId="77777777" w:rsidR="00E32E62" w:rsidRDefault="005E555A">
      <w:pPr>
        <w:pStyle w:val="affd"/>
        <w:spacing w:before="120" w:after="120"/>
      </w:pPr>
      <w:bookmarkStart w:id="358" w:name="_Toc195024226"/>
      <w:bookmarkStart w:id="359" w:name="_Toc194757864"/>
      <w:bookmarkStart w:id="360" w:name="_Toc194531258"/>
      <w:bookmarkStart w:id="361" w:name="_Toc195105272"/>
      <w:bookmarkStart w:id="362" w:name="_Toc195696574"/>
      <w:bookmarkStart w:id="363" w:name="_Toc194531155"/>
      <w:bookmarkStart w:id="364" w:name="_Toc195024075"/>
      <w:bookmarkStart w:id="365" w:name="_Toc195024276"/>
      <w:bookmarkStart w:id="366" w:name="_Toc194872159"/>
      <w:bookmarkStart w:id="367" w:name="_Toc194758224"/>
      <w:bookmarkStart w:id="368" w:name="_Toc195089781"/>
      <w:bookmarkStart w:id="369" w:name="_Toc194908374"/>
      <w:bookmarkStart w:id="370" w:name="_Toc190273927"/>
      <w:bookmarkStart w:id="371" w:name="_Toc194914898"/>
      <w:bookmarkStart w:id="372" w:name="_Toc194871549"/>
      <w:bookmarkStart w:id="373" w:name="_Toc195709253"/>
      <w:bookmarkStart w:id="374" w:name="_Toc190204845"/>
      <w:bookmarkStart w:id="375" w:name="_Toc194870714"/>
      <w:bookmarkStart w:id="376" w:name="_Toc194870657"/>
      <w:bookmarkStart w:id="377" w:name="_Toc195712541"/>
      <w:bookmarkStart w:id="378" w:name="_Toc195892504"/>
      <w:bookmarkStart w:id="379" w:name="_Toc195892619"/>
      <w:r>
        <w:rPr>
          <w:rFonts w:hint="eastAsia"/>
        </w:rPr>
        <w:t>指标体系评价</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14:paraId="6DD656AA" w14:textId="77777777" w:rsidR="00E32E62" w:rsidRDefault="005E555A">
      <w:pPr>
        <w:pStyle w:val="afffff5"/>
        <w:ind w:firstLine="420"/>
      </w:pPr>
      <w:r>
        <w:rPr>
          <w:rFonts w:hint="eastAsia"/>
        </w:rPr>
        <w:lastRenderedPageBreak/>
        <w:t>根据评价指标体系内容对应用研究类科技成果的技术成熟度评价、技术创新度评价、技术先进度评价、转化推广潜力评价、投融资价值评价、社会和文化价值的指标体系评价结果进行描述。</w:t>
      </w:r>
    </w:p>
    <w:p w14:paraId="52C7B809" w14:textId="77777777" w:rsidR="00E32E62" w:rsidRDefault="005E555A">
      <w:pPr>
        <w:pStyle w:val="affd"/>
        <w:spacing w:before="120" w:after="120"/>
      </w:pPr>
      <w:bookmarkStart w:id="380" w:name="_Toc195709254"/>
      <w:bookmarkStart w:id="381" w:name="_Toc195696575"/>
      <w:bookmarkStart w:id="382" w:name="_Toc195712542"/>
      <w:bookmarkStart w:id="383" w:name="_Toc195892505"/>
      <w:bookmarkStart w:id="384" w:name="_Toc195892620"/>
      <w:r>
        <w:rPr>
          <w:rFonts w:hint="eastAsia"/>
        </w:rPr>
        <w:t>专家咨询意见</w:t>
      </w:r>
      <w:bookmarkEnd w:id="380"/>
      <w:bookmarkEnd w:id="381"/>
      <w:bookmarkEnd w:id="382"/>
      <w:bookmarkEnd w:id="383"/>
      <w:bookmarkEnd w:id="384"/>
    </w:p>
    <w:p w14:paraId="52EC09E9" w14:textId="77777777" w:rsidR="00E32E62" w:rsidRDefault="005E555A">
      <w:pPr>
        <w:pStyle w:val="afffff5"/>
        <w:ind w:firstLine="420"/>
      </w:pPr>
      <w:r>
        <w:rPr>
          <w:rFonts w:hint="eastAsia"/>
        </w:rPr>
        <w:t>咨询专家根据评价机构按照评价指标得出各级评价指标等级和结论提出咨询意见，具体要求如下：</w:t>
      </w:r>
    </w:p>
    <w:p w14:paraId="444504EA" w14:textId="77777777" w:rsidR="00E32E62" w:rsidRDefault="005E555A" w:rsidP="00DF5A9C">
      <w:pPr>
        <w:pStyle w:val="af2"/>
      </w:pPr>
      <w:r>
        <w:rPr>
          <w:rFonts w:hint="eastAsia"/>
        </w:rPr>
        <w:t>咨询专家对该成果通过技术方所提供的书面材料和相关证明材料进行审阅；</w:t>
      </w:r>
    </w:p>
    <w:p w14:paraId="26DA539C" w14:textId="77777777" w:rsidR="00E32E62" w:rsidRDefault="005E555A" w:rsidP="00DF5A9C">
      <w:pPr>
        <w:pStyle w:val="af2"/>
      </w:pPr>
      <w:r>
        <w:rPr>
          <w:rFonts w:hint="eastAsia"/>
        </w:rPr>
        <w:t>在评价过程中对科技评估师提出的专业相关问题进行咨询，对技术价值、经济价值、转化推广潜力、投融资价值、社会和文化价值5个维度评价结果给出意见；</w:t>
      </w:r>
    </w:p>
    <w:p w14:paraId="20C64FE8" w14:textId="77777777" w:rsidR="00E32E62" w:rsidRDefault="005E555A" w:rsidP="00DF5A9C">
      <w:pPr>
        <w:pStyle w:val="af2"/>
      </w:pPr>
      <w:r>
        <w:rPr>
          <w:rFonts w:hint="eastAsia"/>
        </w:rPr>
        <w:t>评价工作组应在评价内容分析结论的基础上综合提炼总体评价结论，并突出描述每个关键评价评价指标的正面结论和负面问题，用词客观准确，论据充分确凿；</w:t>
      </w:r>
    </w:p>
    <w:p w14:paraId="72F42EA7" w14:textId="77777777" w:rsidR="00E32E62" w:rsidRDefault="005E555A" w:rsidP="00DF5A9C">
      <w:pPr>
        <w:pStyle w:val="af2"/>
      </w:pPr>
      <w:r>
        <w:rPr>
          <w:rFonts w:hint="eastAsia"/>
        </w:rPr>
        <w:t>宜按照评价内容框架的顺序排列；</w:t>
      </w:r>
    </w:p>
    <w:p w14:paraId="1CAE9F6D" w14:textId="77777777" w:rsidR="00E32E62" w:rsidRDefault="005E555A" w:rsidP="00DF5A9C">
      <w:pPr>
        <w:pStyle w:val="af2"/>
      </w:pPr>
      <w:r>
        <w:rPr>
          <w:rFonts w:hint="eastAsia"/>
        </w:rPr>
        <w:t>评价专家签字。</w:t>
      </w:r>
    </w:p>
    <w:p w14:paraId="7226DBA8" w14:textId="77777777" w:rsidR="00E32E62" w:rsidRDefault="005E555A">
      <w:pPr>
        <w:pStyle w:val="affd"/>
        <w:spacing w:before="120" w:after="120"/>
      </w:pPr>
      <w:bookmarkStart w:id="385" w:name="_Toc190273932"/>
      <w:bookmarkStart w:id="386" w:name="_Toc194872161"/>
      <w:bookmarkStart w:id="387" w:name="_Toc195709255"/>
      <w:bookmarkStart w:id="388" w:name="_Toc194870660"/>
      <w:bookmarkStart w:id="389" w:name="_Toc195696576"/>
      <w:bookmarkStart w:id="390" w:name="_Toc194531159"/>
      <w:bookmarkStart w:id="391" w:name="_Toc194914900"/>
      <w:bookmarkStart w:id="392" w:name="_Toc194908376"/>
      <w:bookmarkStart w:id="393" w:name="_Toc194757867"/>
      <w:bookmarkStart w:id="394" w:name="_Toc194871551"/>
      <w:bookmarkStart w:id="395" w:name="_Toc190204850"/>
      <w:bookmarkStart w:id="396" w:name="_Toc195712543"/>
      <w:bookmarkStart w:id="397" w:name="_Toc194531262"/>
      <w:bookmarkStart w:id="398" w:name="_Toc195105274"/>
      <w:bookmarkStart w:id="399" w:name="_Toc194870717"/>
      <w:bookmarkStart w:id="400" w:name="_Toc195024228"/>
      <w:bookmarkStart w:id="401" w:name="_Toc195089783"/>
      <w:bookmarkStart w:id="402" w:name="_Toc194758227"/>
      <w:bookmarkStart w:id="403" w:name="_Toc195024077"/>
      <w:bookmarkStart w:id="404" w:name="_Toc195024278"/>
      <w:bookmarkStart w:id="405" w:name="_Toc195892506"/>
      <w:bookmarkStart w:id="406" w:name="_Toc195892621"/>
      <w:r>
        <w:rPr>
          <w:rFonts w:hint="eastAsia"/>
        </w:rPr>
        <w:t>评价机构意见</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14:paraId="57C5ABAC" w14:textId="77777777" w:rsidR="00E32E62" w:rsidRDefault="005E555A">
      <w:pPr>
        <w:pStyle w:val="afffff5"/>
        <w:ind w:firstLine="420"/>
      </w:pPr>
      <w:r>
        <w:rPr>
          <w:rFonts w:hint="eastAsia"/>
        </w:rPr>
        <w:t>包括出具意见、建议、法定代表人/评价机构负责人签字（盖章）、时间等。</w:t>
      </w:r>
    </w:p>
    <w:p w14:paraId="5557D833" w14:textId="77777777" w:rsidR="00E32E62" w:rsidRDefault="005E555A">
      <w:pPr>
        <w:pStyle w:val="affd"/>
        <w:spacing w:before="120" w:after="120"/>
      </w:pPr>
      <w:bookmarkStart w:id="407" w:name="_Toc194531160"/>
      <w:bookmarkStart w:id="408" w:name="_Toc194871552"/>
      <w:bookmarkStart w:id="409" w:name="_Toc194914901"/>
      <w:bookmarkStart w:id="410" w:name="_Toc194757868"/>
      <w:bookmarkStart w:id="411" w:name="_Toc194870661"/>
      <w:bookmarkStart w:id="412" w:name="_Toc195696577"/>
      <w:bookmarkStart w:id="413" w:name="_Toc190273933"/>
      <w:bookmarkStart w:id="414" w:name="_Toc195024078"/>
      <w:bookmarkStart w:id="415" w:name="_Toc194758228"/>
      <w:bookmarkStart w:id="416" w:name="_Toc195712544"/>
      <w:bookmarkStart w:id="417" w:name="_Toc194531263"/>
      <w:bookmarkStart w:id="418" w:name="_Toc195089784"/>
      <w:bookmarkStart w:id="419" w:name="_Toc194870718"/>
      <w:bookmarkStart w:id="420" w:name="_Toc194872162"/>
      <w:bookmarkStart w:id="421" w:name="_Toc190204851"/>
      <w:bookmarkStart w:id="422" w:name="_Toc194908377"/>
      <w:bookmarkStart w:id="423" w:name="_Toc195105275"/>
      <w:bookmarkStart w:id="424" w:name="_Toc195024229"/>
      <w:bookmarkStart w:id="425" w:name="_Toc195024279"/>
      <w:bookmarkStart w:id="426" w:name="_Toc195709256"/>
      <w:bookmarkStart w:id="427" w:name="_Toc195892507"/>
      <w:bookmarkStart w:id="428" w:name="_Toc195892622"/>
      <w:r>
        <w:rPr>
          <w:rFonts w:hint="eastAsia"/>
        </w:rPr>
        <w:t>评价机构声明</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14:paraId="260DF9E4" w14:textId="77777777" w:rsidR="00E32E62" w:rsidRDefault="005E555A">
      <w:pPr>
        <w:pStyle w:val="afffff5"/>
        <w:ind w:firstLine="420"/>
      </w:pPr>
      <w:r>
        <w:rPr>
          <w:rFonts w:hint="eastAsia"/>
        </w:rPr>
        <w:t>包括声明内容、机构、公章、时间，具体要求如下：</w:t>
      </w:r>
    </w:p>
    <w:p w14:paraId="01385FBF" w14:textId="77777777" w:rsidR="00E32E62" w:rsidRDefault="005E555A">
      <w:pPr>
        <w:pStyle w:val="af2"/>
      </w:pPr>
      <w:r>
        <w:rPr>
          <w:rFonts w:hint="eastAsia"/>
        </w:rPr>
        <w:t>评价报告编制的依据(说明是主动评价还是委托评价)；</w:t>
      </w:r>
    </w:p>
    <w:p w14:paraId="6ABDD38A" w14:textId="77777777" w:rsidR="00E32E62" w:rsidRDefault="005E555A">
      <w:pPr>
        <w:pStyle w:val="af2"/>
      </w:pPr>
      <w:r>
        <w:rPr>
          <w:rFonts w:hint="eastAsia"/>
        </w:rPr>
        <w:t>表明报告内容公正、合规、免责的说明性文字；</w:t>
      </w:r>
    </w:p>
    <w:p w14:paraId="0F6934F8" w14:textId="77777777" w:rsidR="00E32E62" w:rsidRDefault="005E555A">
      <w:pPr>
        <w:pStyle w:val="af2"/>
      </w:pPr>
      <w:r>
        <w:rPr>
          <w:rFonts w:hint="eastAsia"/>
        </w:rPr>
        <w:t>对跟踪评价的说明；</w:t>
      </w:r>
    </w:p>
    <w:p w14:paraId="5221D93F" w14:textId="77777777" w:rsidR="00E32E62" w:rsidRDefault="005E555A">
      <w:pPr>
        <w:pStyle w:val="af2"/>
      </w:pPr>
      <w:r>
        <w:rPr>
          <w:rFonts w:hint="eastAsia"/>
        </w:rPr>
        <w:t>自愿接受监管的声明；</w:t>
      </w:r>
    </w:p>
    <w:p w14:paraId="779826D7" w14:textId="77777777" w:rsidR="00E32E62" w:rsidRDefault="005E555A">
      <w:pPr>
        <w:pStyle w:val="af2"/>
      </w:pPr>
      <w:r>
        <w:rPr>
          <w:rFonts w:hint="eastAsia"/>
        </w:rPr>
        <w:t>其他。</w:t>
      </w:r>
    </w:p>
    <w:p w14:paraId="231707F5" w14:textId="77777777" w:rsidR="00E32E62" w:rsidRDefault="005E555A">
      <w:pPr>
        <w:pStyle w:val="affd"/>
        <w:spacing w:before="120" w:after="120"/>
      </w:pPr>
      <w:bookmarkStart w:id="429" w:name="_Toc195024281"/>
      <w:bookmarkStart w:id="430" w:name="_Toc195709257"/>
      <w:bookmarkStart w:id="431" w:name="_Toc195712545"/>
      <w:bookmarkStart w:id="432" w:name="_Toc194870663"/>
      <w:bookmarkStart w:id="433" w:name="_Toc190204854"/>
      <w:bookmarkStart w:id="434" w:name="_Toc194914903"/>
      <w:bookmarkStart w:id="435" w:name="_Toc194531162"/>
      <w:bookmarkStart w:id="436" w:name="_Toc194871554"/>
      <w:bookmarkStart w:id="437" w:name="_Toc195696578"/>
      <w:bookmarkStart w:id="438" w:name="_Toc194757870"/>
      <w:bookmarkStart w:id="439" w:name="_Toc194758230"/>
      <w:bookmarkStart w:id="440" w:name="_Toc194531265"/>
      <w:bookmarkStart w:id="441" w:name="_Toc195089786"/>
      <w:bookmarkStart w:id="442" w:name="_Toc194870720"/>
      <w:bookmarkStart w:id="443" w:name="_Toc195024231"/>
      <w:bookmarkStart w:id="444" w:name="_Toc195105277"/>
      <w:bookmarkStart w:id="445" w:name="_Toc194872164"/>
      <w:bookmarkStart w:id="446" w:name="_Toc190273936"/>
      <w:bookmarkStart w:id="447" w:name="_Toc195024080"/>
      <w:bookmarkStart w:id="448" w:name="_Toc194908379"/>
      <w:bookmarkStart w:id="449" w:name="_Toc195892508"/>
      <w:bookmarkStart w:id="450" w:name="_Toc195892623"/>
      <w:r>
        <w:rPr>
          <w:rFonts w:hint="eastAsia"/>
        </w:rPr>
        <w:t>附件</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4599139A" w14:textId="77777777" w:rsidR="00E32E62" w:rsidRDefault="005E555A">
      <w:pPr>
        <w:pStyle w:val="afffff5"/>
        <w:ind w:firstLine="420"/>
      </w:pPr>
      <w:r>
        <w:rPr>
          <w:rFonts w:hint="eastAsia"/>
        </w:rPr>
        <w:t>对阅读和使用报告正文起补充说明的资料可设置附件，附件内容可包含评价活动过程中产生的支撑报告主体内容的资料，以及评价对象提供的证明材料，如技术报告、检测报告、技术标准和技术条件、查新报告、应用研究类科技成果带来经济效益、具备投融资价值，以及专家咨询意见表、评价申请表等评价技术文档以及相关调查，研究报告等，具体要求如下:</w:t>
      </w:r>
    </w:p>
    <w:p w14:paraId="1C91CD5E" w14:textId="77777777" w:rsidR="00E32E62" w:rsidRDefault="005E555A" w:rsidP="00DF5A9C">
      <w:pPr>
        <w:pStyle w:val="af2"/>
      </w:pPr>
      <w:r>
        <w:rPr>
          <w:rFonts w:hint="eastAsia"/>
        </w:rPr>
        <w:t>宜按顺序进行编号，位于报告正文内容之后；</w:t>
      </w:r>
    </w:p>
    <w:p w14:paraId="2080617F" w14:textId="77777777" w:rsidR="00E32E62" w:rsidRDefault="005E555A" w:rsidP="00DF5A9C">
      <w:pPr>
        <w:pStyle w:val="af2"/>
      </w:pPr>
      <w:r>
        <w:rPr>
          <w:rFonts w:hint="eastAsia"/>
        </w:rPr>
        <w:t>文本格式应前后一致；</w:t>
      </w:r>
    </w:p>
    <w:p w14:paraId="78291083" w14:textId="77777777" w:rsidR="00E32E62" w:rsidRDefault="005E555A" w:rsidP="00DF5A9C">
      <w:pPr>
        <w:pStyle w:val="af2"/>
      </w:pPr>
      <w:r>
        <w:rPr>
          <w:rFonts w:hint="eastAsia"/>
        </w:rPr>
        <w:t>若相关附件较多，篇幅较长，可单独成册。</w:t>
      </w:r>
    </w:p>
    <w:p w14:paraId="5A6B6773" w14:textId="77777777" w:rsidR="00E32E62" w:rsidRDefault="005E555A">
      <w:pPr>
        <w:pStyle w:val="affc"/>
        <w:spacing w:before="240" w:after="240"/>
      </w:pPr>
      <w:bookmarkStart w:id="451" w:name="_Toc194871555"/>
      <w:bookmarkStart w:id="452" w:name="_Toc194870721"/>
      <w:bookmarkStart w:id="453" w:name="_Toc190273937"/>
      <w:bookmarkStart w:id="454" w:name="_Toc194758231"/>
      <w:bookmarkStart w:id="455" w:name="_Toc194757871"/>
      <w:bookmarkStart w:id="456" w:name="_Toc194908380"/>
      <w:bookmarkStart w:id="457" w:name="_Toc190204855"/>
      <w:bookmarkStart w:id="458" w:name="_Toc194870664"/>
      <w:bookmarkStart w:id="459" w:name="_Toc194531266"/>
      <w:bookmarkStart w:id="460" w:name="_Toc194531163"/>
      <w:bookmarkStart w:id="461" w:name="_Toc194872165"/>
      <w:bookmarkStart w:id="462" w:name="_Toc195105278"/>
      <w:bookmarkStart w:id="463" w:name="_Toc195024081"/>
      <w:bookmarkStart w:id="464" w:name="_Toc194914904"/>
      <w:bookmarkStart w:id="465" w:name="_Toc195024232"/>
      <w:bookmarkStart w:id="466" w:name="_Toc195712546"/>
      <w:bookmarkStart w:id="467" w:name="_Toc195089787"/>
      <w:bookmarkStart w:id="468" w:name="_Toc195024282"/>
      <w:bookmarkStart w:id="469" w:name="_Toc195696579"/>
      <w:bookmarkStart w:id="470" w:name="_Toc195709258"/>
      <w:bookmarkStart w:id="471" w:name="_Toc195892509"/>
      <w:bookmarkStart w:id="472" w:name="_Toc195892624"/>
      <w:r>
        <w:rPr>
          <w:rFonts w:hint="eastAsia"/>
        </w:rPr>
        <w:t>编制</w:t>
      </w:r>
      <w:bookmarkEnd w:id="451"/>
      <w:bookmarkEnd w:id="452"/>
      <w:bookmarkEnd w:id="453"/>
      <w:bookmarkEnd w:id="454"/>
      <w:bookmarkEnd w:id="455"/>
      <w:bookmarkEnd w:id="456"/>
      <w:bookmarkEnd w:id="457"/>
      <w:bookmarkEnd w:id="458"/>
      <w:bookmarkEnd w:id="459"/>
      <w:bookmarkEnd w:id="460"/>
      <w:bookmarkEnd w:id="461"/>
      <w:r>
        <w:rPr>
          <w:rFonts w:hint="eastAsia"/>
        </w:rPr>
        <w:t>流程</w:t>
      </w:r>
      <w:bookmarkEnd w:id="462"/>
      <w:bookmarkEnd w:id="463"/>
      <w:bookmarkEnd w:id="464"/>
      <w:bookmarkEnd w:id="465"/>
      <w:bookmarkEnd w:id="466"/>
      <w:bookmarkEnd w:id="467"/>
      <w:bookmarkEnd w:id="468"/>
      <w:bookmarkEnd w:id="469"/>
      <w:bookmarkEnd w:id="470"/>
      <w:bookmarkEnd w:id="471"/>
      <w:bookmarkEnd w:id="472"/>
    </w:p>
    <w:p w14:paraId="656C9C56" w14:textId="77777777" w:rsidR="00E32E62" w:rsidRDefault="005E555A">
      <w:pPr>
        <w:pStyle w:val="affd"/>
        <w:spacing w:before="120" w:after="120"/>
      </w:pPr>
      <w:bookmarkStart w:id="473" w:name="_Toc195696580"/>
      <w:bookmarkStart w:id="474" w:name="_Toc190204856"/>
      <w:bookmarkStart w:id="475" w:name="_Toc194871556"/>
      <w:bookmarkStart w:id="476" w:name="_Toc195024233"/>
      <w:bookmarkStart w:id="477" w:name="_Toc195024082"/>
      <w:bookmarkStart w:id="478" w:name="_Toc194872166"/>
      <w:bookmarkStart w:id="479" w:name="_Toc194908381"/>
      <w:bookmarkStart w:id="480" w:name="_Toc195089788"/>
      <w:bookmarkStart w:id="481" w:name="_Toc194531164"/>
      <w:bookmarkStart w:id="482" w:name="_Toc194758232"/>
      <w:bookmarkStart w:id="483" w:name="_Toc194757872"/>
      <w:bookmarkStart w:id="484" w:name="_Toc194914905"/>
      <w:bookmarkStart w:id="485" w:name="_Toc190273938"/>
      <w:bookmarkStart w:id="486" w:name="_Toc195105279"/>
      <w:bookmarkStart w:id="487" w:name="_Toc194870665"/>
      <w:bookmarkStart w:id="488" w:name="_Toc195024283"/>
      <w:bookmarkStart w:id="489" w:name="_Toc195712547"/>
      <w:bookmarkStart w:id="490" w:name="_Toc194531267"/>
      <w:bookmarkStart w:id="491" w:name="_Toc194870722"/>
      <w:bookmarkStart w:id="492" w:name="_Toc195709259"/>
      <w:bookmarkStart w:id="493" w:name="_Toc195892510"/>
      <w:bookmarkStart w:id="494" w:name="_Toc195892625"/>
      <w:r>
        <w:rPr>
          <w:rFonts w:hint="eastAsia"/>
        </w:rPr>
        <w:t>前期准备</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14:paraId="12B68F39" w14:textId="77777777" w:rsidR="00E32E62" w:rsidRDefault="005E555A">
      <w:pPr>
        <w:pStyle w:val="afffff5"/>
        <w:ind w:firstLine="420"/>
      </w:pPr>
      <w:r>
        <w:rPr>
          <w:rFonts w:hint="eastAsia"/>
        </w:rPr>
        <w:t>根据应用研究类科技成果商业化评价过程，收集评价相关资料，包括不限于委托方提供的评价相关材料及附件、评价机构信息、评价工作组、咨询专家等信息。</w:t>
      </w:r>
    </w:p>
    <w:p w14:paraId="00A13A7A" w14:textId="77777777" w:rsidR="00E32E62" w:rsidRDefault="005E555A">
      <w:pPr>
        <w:pStyle w:val="affd"/>
        <w:spacing w:before="120" w:after="120"/>
      </w:pPr>
      <w:bookmarkStart w:id="495" w:name="_Toc194757873"/>
      <w:bookmarkStart w:id="496" w:name="_Toc190204857"/>
      <w:bookmarkStart w:id="497" w:name="_Toc195712548"/>
      <w:bookmarkStart w:id="498" w:name="_Toc195024284"/>
      <w:bookmarkStart w:id="499" w:name="_Toc195709260"/>
      <w:bookmarkStart w:id="500" w:name="_Toc195024234"/>
      <w:bookmarkStart w:id="501" w:name="_Toc194914906"/>
      <w:bookmarkStart w:id="502" w:name="_Toc194870666"/>
      <w:bookmarkStart w:id="503" w:name="_Toc195024083"/>
      <w:bookmarkStart w:id="504" w:name="_Toc190273939"/>
      <w:bookmarkStart w:id="505" w:name="_Toc194531165"/>
      <w:bookmarkStart w:id="506" w:name="_Toc194908382"/>
      <w:bookmarkStart w:id="507" w:name="_Toc194870723"/>
      <w:bookmarkStart w:id="508" w:name="_Toc195696581"/>
      <w:bookmarkStart w:id="509" w:name="_Toc194758233"/>
      <w:bookmarkStart w:id="510" w:name="_Toc195089789"/>
      <w:bookmarkStart w:id="511" w:name="_Toc195105280"/>
      <w:bookmarkStart w:id="512" w:name="_Toc194531268"/>
      <w:bookmarkStart w:id="513" w:name="_Toc194872167"/>
      <w:bookmarkStart w:id="514" w:name="_Toc194871557"/>
      <w:bookmarkStart w:id="515" w:name="_Toc195892511"/>
      <w:bookmarkStart w:id="516" w:name="_Toc195892626"/>
      <w:r>
        <w:rPr>
          <w:rFonts w:hint="eastAsia"/>
        </w:rPr>
        <w:t>报告撰写</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14:paraId="444D19B6" w14:textId="77777777" w:rsidR="00E32E62" w:rsidRDefault="005E555A">
      <w:pPr>
        <w:pStyle w:val="affe"/>
        <w:spacing w:before="120" w:after="120"/>
      </w:pPr>
      <w:r>
        <w:rPr>
          <w:rFonts w:hint="eastAsia"/>
        </w:rPr>
        <w:t>初稿撰写</w:t>
      </w:r>
    </w:p>
    <w:p w14:paraId="5CE02838" w14:textId="77777777" w:rsidR="00E32E62" w:rsidRDefault="005E555A">
      <w:pPr>
        <w:pStyle w:val="afffff5"/>
        <w:ind w:firstLine="420"/>
      </w:pPr>
      <w:r>
        <w:rPr>
          <w:rFonts w:hint="eastAsia"/>
        </w:rPr>
        <w:t>在完成数据核实、证据整理和分析、明确评价结论等工作的基础上，评价组按照评价内容、报告提纲及要求，完成报告撰写任务和等级评价，形成评价报告初稿。</w:t>
      </w:r>
    </w:p>
    <w:p w14:paraId="1E73CE21" w14:textId="77777777" w:rsidR="00E32E62" w:rsidRDefault="005E555A">
      <w:pPr>
        <w:pStyle w:val="affe"/>
        <w:spacing w:before="120" w:after="120"/>
      </w:pPr>
      <w:r>
        <w:rPr>
          <w:rFonts w:hint="eastAsia"/>
        </w:rPr>
        <w:t>初稿完善</w:t>
      </w:r>
    </w:p>
    <w:p w14:paraId="5BB77D09" w14:textId="77777777" w:rsidR="00E32E62" w:rsidRDefault="005E555A">
      <w:pPr>
        <w:pStyle w:val="afffff5"/>
        <w:ind w:firstLine="420"/>
      </w:pPr>
      <w:r>
        <w:rPr>
          <w:rFonts w:hint="eastAsia"/>
        </w:rPr>
        <w:t>评价工作组完成评价后，评价机构组织专家咨询组结合评价材料和初步评价结论，出具专家咨询意见，修改完善报告初稿。</w:t>
      </w:r>
    </w:p>
    <w:p w14:paraId="2944B330" w14:textId="77777777" w:rsidR="00E32E62" w:rsidRDefault="005E555A">
      <w:pPr>
        <w:pStyle w:val="affd"/>
        <w:spacing w:before="120" w:after="120"/>
      </w:pPr>
      <w:bookmarkStart w:id="517" w:name="_Toc195696582"/>
      <w:bookmarkStart w:id="518" w:name="_Toc195024285"/>
      <w:bookmarkStart w:id="519" w:name="_Toc194757874"/>
      <w:bookmarkStart w:id="520" w:name="_Toc194914907"/>
      <w:bookmarkStart w:id="521" w:name="_Toc195089790"/>
      <w:bookmarkStart w:id="522" w:name="_Toc195024235"/>
      <w:bookmarkStart w:id="523" w:name="_Toc194870724"/>
      <w:bookmarkStart w:id="524" w:name="_Toc194870667"/>
      <w:bookmarkStart w:id="525" w:name="_Toc195105281"/>
      <w:bookmarkStart w:id="526" w:name="_Toc194908383"/>
      <w:bookmarkStart w:id="527" w:name="_Toc195712549"/>
      <w:bookmarkStart w:id="528" w:name="_Toc194531269"/>
      <w:bookmarkStart w:id="529" w:name="_Toc194531166"/>
      <w:bookmarkStart w:id="530" w:name="_Toc195709261"/>
      <w:bookmarkStart w:id="531" w:name="_Toc195024084"/>
      <w:bookmarkStart w:id="532" w:name="_Toc194871558"/>
      <w:bookmarkStart w:id="533" w:name="_Toc194872168"/>
      <w:bookmarkStart w:id="534" w:name="_Toc194758234"/>
      <w:bookmarkStart w:id="535" w:name="_Toc195892512"/>
      <w:bookmarkStart w:id="536" w:name="_Toc195892627"/>
      <w:r>
        <w:rPr>
          <w:rFonts w:hint="eastAsia"/>
        </w:rPr>
        <w:t>形成评价报告</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14:paraId="4B9B0803" w14:textId="77777777" w:rsidR="00E32E62" w:rsidRDefault="005E555A">
      <w:pPr>
        <w:pStyle w:val="afffff5"/>
        <w:ind w:firstLine="420"/>
      </w:pPr>
      <w:r>
        <w:rPr>
          <w:rFonts w:hint="eastAsia"/>
        </w:rPr>
        <w:lastRenderedPageBreak/>
        <w:t>评价组应认真研究专家咨询的意见与建议，完善评价结论并撰写评价报告。</w:t>
      </w:r>
    </w:p>
    <w:p w14:paraId="158F312F" w14:textId="77777777" w:rsidR="00E32E62" w:rsidRDefault="005E555A">
      <w:pPr>
        <w:pStyle w:val="affe"/>
        <w:spacing w:before="120" w:after="120"/>
      </w:pPr>
      <w:r>
        <w:rPr>
          <w:rFonts w:hint="eastAsia"/>
        </w:rPr>
        <w:t>签批与提交报告</w:t>
      </w:r>
    </w:p>
    <w:p w14:paraId="315EA69A" w14:textId="77777777" w:rsidR="00E32E62" w:rsidRDefault="005E555A">
      <w:pPr>
        <w:pStyle w:val="afffffffff0"/>
      </w:pPr>
      <w:r>
        <w:rPr>
          <w:rFonts w:hint="eastAsia"/>
        </w:rPr>
        <w:t>评价报告终稿应由评价机构负责人签字批准后加盖机构公章，形成报告正式稿，提交给委托方。</w:t>
      </w:r>
    </w:p>
    <w:p w14:paraId="172A2336" w14:textId="77777777" w:rsidR="00E32E62" w:rsidRDefault="005E555A">
      <w:pPr>
        <w:pStyle w:val="afffffffff0"/>
      </w:pPr>
      <w:r>
        <w:rPr>
          <w:rFonts w:hint="eastAsia"/>
        </w:rPr>
        <w:t>报告提交的时间、份数、方式等应符合评价合同或协议的约定。如同时提供报告纸质版和电子版，内容应保持一致，当内容出现不一致时，以纸质盖章版报告为准。</w:t>
      </w:r>
    </w:p>
    <w:p w14:paraId="46958A1C" w14:textId="77777777" w:rsidR="00E32E62" w:rsidRDefault="00E32E62">
      <w:pPr>
        <w:pStyle w:val="afffff5"/>
        <w:ind w:firstLine="420"/>
      </w:pPr>
    </w:p>
    <w:p w14:paraId="71E0368D" w14:textId="77777777" w:rsidR="00E32E62" w:rsidRDefault="00E32E62">
      <w:pPr>
        <w:pStyle w:val="afffff5"/>
        <w:ind w:firstLine="420"/>
        <w:sectPr w:rsidR="00E32E62" w:rsidSect="004C234E">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p>
    <w:bookmarkEnd w:id="44"/>
    <w:p w14:paraId="4199AC05" w14:textId="77777777" w:rsidR="00E32E62" w:rsidRDefault="00E32E62">
      <w:pPr>
        <w:pStyle w:val="af8"/>
        <w:rPr>
          <w:rFonts w:hint="eastAsia"/>
        </w:rPr>
      </w:pPr>
    </w:p>
    <w:p w14:paraId="3F690BC4" w14:textId="77777777" w:rsidR="00E32E62" w:rsidRDefault="00E32E62">
      <w:pPr>
        <w:pStyle w:val="afe"/>
      </w:pPr>
    </w:p>
    <w:p w14:paraId="3BF530C6" w14:textId="77777777" w:rsidR="00E32E62" w:rsidRDefault="005E555A">
      <w:pPr>
        <w:pStyle w:val="aff3"/>
        <w:spacing w:after="120"/>
      </w:pPr>
      <w:bookmarkStart w:id="537" w:name="BookMark5"/>
      <w:r>
        <w:br/>
      </w:r>
      <w:bookmarkStart w:id="538" w:name="_Toc194914908"/>
      <w:bookmarkStart w:id="539" w:name="_Toc195105282"/>
      <w:bookmarkStart w:id="540" w:name="_Toc194757877"/>
      <w:bookmarkStart w:id="541" w:name="_Toc195089791"/>
      <w:bookmarkStart w:id="542" w:name="_Toc194531272"/>
      <w:bookmarkStart w:id="543" w:name="_Toc195709262"/>
      <w:bookmarkStart w:id="544" w:name="_Toc194908386"/>
      <w:bookmarkStart w:id="545" w:name="_Toc190273943"/>
      <w:bookmarkStart w:id="546" w:name="_Toc195024286"/>
      <w:bookmarkStart w:id="547" w:name="_Toc195024085"/>
      <w:bookmarkStart w:id="548" w:name="_Toc194872171"/>
      <w:bookmarkStart w:id="549" w:name="_Toc194531169"/>
      <w:bookmarkStart w:id="550" w:name="_Toc194871561"/>
      <w:bookmarkStart w:id="551" w:name="_Toc194870727"/>
      <w:bookmarkStart w:id="552" w:name="_Toc194870670"/>
      <w:bookmarkStart w:id="553" w:name="_Toc195024236"/>
      <w:bookmarkStart w:id="554" w:name="_Toc195696583"/>
      <w:bookmarkStart w:id="555" w:name="_Toc194758237"/>
      <w:bookmarkStart w:id="556" w:name="_Toc195712550"/>
      <w:bookmarkStart w:id="557" w:name="_Toc195892513"/>
      <w:bookmarkStart w:id="558" w:name="_Toc195892628"/>
      <w:r>
        <w:rPr>
          <w:rFonts w:hint="eastAsia"/>
        </w:rPr>
        <w:t>（资料性）</w:t>
      </w:r>
      <w:r>
        <w:br/>
      </w:r>
      <w:r>
        <w:rPr>
          <w:rFonts w:hint="eastAsia"/>
        </w:rPr>
        <w:t>报告组成要素</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14:paraId="485CFC36" w14:textId="77777777" w:rsidR="00E32E62" w:rsidRDefault="005E555A">
      <w:pPr>
        <w:pStyle w:val="afffff5"/>
        <w:ind w:firstLine="420"/>
      </w:pPr>
      <w:r>
        <w:rPr>
          <w:rFonts w:hint="eastAsia"/>
        </w:rPr>
        <w:t>报告组成要素见表A.1。</w:t>
      </w:r>
    </w:p>
    <w:p w14:paraId="32448D1E" w14:textId="77777777" w:rsidR="00E32E62" w:rsidRDefault="005E555A">
      <w:pPr>
        <w:pStyle w:val="aff"/>
        <w:spacing w:before="120" w:after="120"/>
      </w:pPr>
      <w:r>
        <w:rPr>
          <w:rFonts w:hint="eastAsia"/>
        </w:rPr>
        <w:t>报告组成要素</w:t>
      </w:r>
    </w:p>
    <w:tbl>
      <w:tblPr>
        <w:tblStyle w:val="affff7"/>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994"/>
        <w:gridCol w:w="2269"/>
        <w:gridCol w:w="1560"/>
        <w:gridCol w:w="3551"/>
      </w:tblGrid>
      <w:tr w:rsidR="00E32E62" w14:paraId="0328A257" w14:textId="77777777">
        <w:trPr>
          <w:tblHeader/>
          <w:jc w:val="center"/>
        </w:trPr>
        <w:tc>
          <w:tcPr>
            <w:tcW w:w="2274" w:type="pct"/>
            <w:gridSpan w:val="2"/>
            <w:tcBorders>
              <w:top w:val="single" w:sz="8" w:space="0" w:color="auto"/>
              <w:bottom w:val="single" w:sz="8" w:space="0" w:color="auto"/>
            </w:tcBorders>
            <w:shd w:val="clear" w:color="auto" w:fill="auto"/>
            <w:vAlign w:val="center"/>
          </w:tcPr>
          <w:p w14:paraId="0AE68826" w14:textId="77777777" w:rsidR="00E32E62" w:rsidRDefault="005E555A">
            <w:pPr>
              <w:pStyle w:val="afffffffff9"/>
            </w:pPr>
            <w:r>
              <w:t>组成要素</w:t>
            </w:r>
          </w:p>
        </w:tc>
        <w:tc>
          <w:tcPr>
            <w:tcW w:w="832" w:type="pct"/>
            <w:tcBorders>
              <w:top w:val="single" w:sz="8" w:space="0" w:color="auto"/>
              <w:bottom w:val="single" w:sz="8" w:space="0" w:color="auto"/>
            </w:tcBorders>
            <w:shd w:val="clear" w:color="auto" w:fill="auto"/>
            <w:vAlign w:val="center"/>
          </w:tcPr>
          <w:p w14:paraId="4901E1E3" w14:textId="77777777" w:rsidR="00E32E62" w:rsidRDefault="005E555A">
            <w:pPr>
              <w:pStyle w:val="afffffffff9"/>
            </w:pPr>
            <w:r>
              <w:t>状态</w:t>
            </w:r>
          </w:p>
        </w:tc>
        <w:tc>
          <w:tcPr>
            <w:tcW w:w="1894" w:type="pct"/>
            <w:tcBorders>
              <w:top w:val="single" w:sz="8" w:space="0" w:color="auto"/>
              <w:bottom w:val="single" w:sz="8" w:space="0" w:color="auto"/>
            </w:tcBorders>
            <w:shd w:val="clear" w:color="auto" w:fill="auto"/>
            <w:vAlign w:val="center"/>
          </w:tcPr>
          <w:p w14:paraId="68439143" w14:textId="77777777" w:rsidR="00E32E62" w:rsidRDefault="005E555A">
            <w:pPr>
              <w:pStyle w:val="afffffffff9"/>
            </w:pPr>
            <w:r>
              <w:t>内容说明</w:t>
            </w:r>
          </w:p>
        </w:tc>
      </w:tr>
      <w:tr w:rsidR="00E32E62" w14:paraId="71B6FA99" w14:textId="77777777">
        <w:trPr>
          <w:jc w:val="center"/>
        </w:trPr>
        <w:tc>
          <w:tcPr>
            <w:tcW w:w="1064" w:type="pct"/>
            <w:vMerge w:val="restart"/>
            <w:tcBorders>
              <w:top w:val="single" w:sz="8" w:space="0" w:color="auto"/>
            </w:tcBorders>
            <w:shd w:val="clear" w:color="auto" w:fill="auto"/>
            <w:vAlign w:val="center"/>
          </w:tcPr>
          <w:p w14:paraId="48E8A5C4" w14:textId="77777777" w:rsidR="00E32E62" w:rsidRDefault="005E555A">
            <w:pPr>
              <w:pStyle w:val="afffffffff9"/>
            </w:pPr>
            <w:r>
              <w:t>前置部分</w:t>
            </w:r>
          </w:p>
        </w:tc>
        <w:tc>
          <w:tcPr>
            <w:tcW w:w="1210" w:type="pct"/>
            <w:tcBorders>
              <w:top w:val="single" w:sz="8" w:space="0" w:color="auto"/>
            </w:tcBorders>
            <w:shd w:val="clear" w:color="auto" w:fill="auto"/>
            <w:vAlign w:val="center"/>
          </w:tcPr>
          <w:p w14:paraId="202C38F5" w14:textId="77777777" w:rsidR="00E32E62" w:rsidRDefault="005E555A">
            <w:pPr>
              <w:pStyle w:val="afffffffff9"/>
            </w:pPr>
            <w:r>
              <w:t>封面</w:t>
            </w:r>
          </w:p>
        </w:tc>
        <w:tc>
          <w:tcPr>
            <w:tcW w:w="832" w:type="pct"/>
            <w:tcBorders>
              <w:top w:val="single" w:sz="8" w:space="0" w:color="auto"/>
            </w:tcBorders>
            <w:shd w:val="clear" w:color="auto" w:fill="auto"/>
            <w:vAlign w:val="center"/>
          </w:tcPr>
          <w:p w14:paraId="5B91D6EF" w14:textId="77777777" w:rsidR="00E32E62" w:rsidRDefault="005E555A">
            <w:pPr>
              <w:pStyle w:val="afffffffff9"/>
            </w:pPr>
            <w:r>
              <w:t>必备</w:t>
            </w:r>
          </w:p>
        </w:tc>
        <w:tc>
          <w:tcPr>
            <w:tcW w:w="1894" w:type="pct"/>
            <w:tcBorders>
              <w:top w:val="single" w:sz="8" w:space="0" w:color="auto"/>
            </w:tcBorders>
            <w:shd w:val="clear" w:color="auto" w:fill="auto"/>
            <w:vAlign w:val="center"/>
          </w:tcPr>
          <w:p w14:paraId="04EF770E" w14:textId="77777777" w:rsidR="00E32E62" w:rsidRDefault="005E555A">
            <w:pPr>
              <w:pStyle w:val="afffffffff9"/>
              <w:ind w:firstLineChars="100" w:firstLine="180"/>
              <w:jc w:val="both"/>
            </w:pPr>
            <w:r>
              <w:rPr>
                <w:rFonts w:hint="eastAsia"/>
              </w:rPr>
              <w:t>包括成果名称、成果类型、委托单位、评价形式、评价机构、评价完成日期等信息</w:t>
            </w:r>
          </w:p>
        </w:tc>
      </w:tr>
      <w:tr w:rsidR="00E32E62" w14:paraId="576CCEB4" w14:textId="77777777">
        <w:trPr>
          <w:jc w:val="center"/>
        </w:trPr>
        <w:tc>
          <w:tcPr>
            <w:tcW w:w="1064" w:type="pct"/>
            <w:vMerge/>
            <w:shd w:val="clear" w:color="auto" w:fill="auto"/>
            <w:vAlign w:val="center"/>
          </w:tcPr>
          <w:p w14:paraId="13B8A75C" w14:textId="77777777" w:rsidR="00E32E62" w:rsidRDefault="00E32E62">
            <w:pPr>
              <w:pStyle w:val="afffffffff9"/>
            </w:pPr>
          </w:p>
        </w:tc>
        <w:tc>
          <w:tcPr>
            <w:tcW w:w="1210" w:type="pct"/>
            <w:shd w:val="clear" w:color="auto" w:fill="auto"/>
            <w:vAlign w:val="center"/>
          </w:tcPr>
          <w:p w14:paraId="2DF93DEE" w14:textId="77777777" w:rsidR="00E32E62" w:rsidRDefault="005E555A">
            <w:pPr>
              <w:pStyle w:val="afffffffff9"/>
            </w:pPr>
            <w:r>
              <w:rPr>
                <w:rFonts w:hint="eastAsia"/>
              </w:rPr>
              <w:t>撰写</w:t>
            </w:r>
            <w:r>
              <w:t>说明</w:t>
            </w:r>
          </w:p>
        </w:tc>
        <w:tc>
          <w:tcPr>
            <w:tcW w:w="832" w:type="pct"/>
            <w:shd w:val="clear" w:color="auto" w:fill="auto"/>
            <w:vAlign w:val="center"/>
          </w:tcPr>
          <w:p w14:paraId="4DC98E34" w14:textId="77777777" w:rsidR="00E32E62" w:rsidRDefault="005E555A">
            <w:pPr>
              <w:pStyle w:val="afffffffff9"/>
            </w:pPr>
            <w:r>
              <w:t>必备</w:t>
            </w:r>
          </w:p>
        </w:tc>
        <w:tc>
          <w:tcPr>
            <w:tcW w:w="1894" w:type="pct"/>
            <w:shd w:val="clear" w:color="auto" w:fill="auto"/>
            <w:vAlign w:val="center"/>
          </w:tcPr>
          <w:p w14:paraId="48614A51" w14:textId="77777777" w:rsidR="00E32E62" w:rsidRDefault="005E555A">
            <w:pPr>
              <w:pStyle w:val="afffffffff9"/>
              <w:ind w:firstLineChars="100" w:firstLine="180"/>
              <w:jc w:val="both"/>
            </w:pPr>
            <w:r>
              <w:rPr>
                <w:rFonts w:hint="eastAsia"/>
              </w:rPr>
              <w:t>包括报告格式说明、报告内容、成果类型、主要文件和技术资料、评价机构要求、报告说明等</w:t>
            </w:r>
          </w:p>
        </w:tc>
      </w:tr>
      <w:tr w:rsidR="00E32E62" w14:paraId="450CD4C9" w14:textId="77777777">
        <w:trPr>
          <w:jc w:val="center"/>
        </w:trPr>
        <w:tc>
          <w:tcPr>
            <w:tcW w:w="1064" w:type="pct"/>
            <w:vMerge/>
            <w:shd w:val="clear" w:color="auto" w:fill="auto"/>
            <w:vAlign w:val="center"/>
          </w:tcPr>
          <w:p w14:paraId="0442C1F6" w14:textId="77777777" w:rsidR="00E32E62" w:rsidRDefault="00E32E62">
            <w:pPr>
              <w:pStyle w:val="afffffffff9"/>
            </w:pPr>
          </w:p>
        </w:tc>
        <w:tc>
          <w:tcPr>
            <w:tcW w:w="1210" w:type="pct"/>
            <w:shd w:val="clear" w:color="auto" w:fill="auto"/>
            <w:vAlign w:val="center"/>
          </w:tcPr>
          <w:p w14:paraId="1017A36E" w14:textId="77777777" w:rsidR="00E32E62" w:rsidRDefault="005E555A">
            <w:pPr>
              <w:pStyle w:val="afffffffff9"/>
            </w:pPr>
            <w:r>
              <w:t>摘要</w:t>
            </w:r>
          </w:p>
        </w:tc>
        <w:tc>
          <w:tcPr>
            <w:tcW w:w="832" w:type="pct"/>
            <w:shd w:val="clear" w:color="auto" w:fill="auto"/>
            <w:vAlign w:val="center"/>
          </w:tcPr>
          <w:p w14:paraId="75E57B1D" w14:textId="77777777" w:rsidR="00E32E62" w:rsidRDefault="005E555A">
            <w:pPr>
              <w:pStyle w:val="afffffffff9"/>
            </w:pPr>
            <w:r>
              <w:t>可选</w:t>
            </w:r>
          </w:p>
        </w:tc>
        <w:tc>
          <w:tcPr>
            <w:tcW w:w="1894" w:type="pct"/>
            <w:shd w:val="clear" w:color="auto" w:fill="auto"/>
            <w:vAlign w:val="center"/>
          </w:tcPr>
          <w:p w14:paraId="7FB104A9" w14:textId="77777777" w:rsidR="00E32E62" w:rsidRDefault="005E555A">
            <w:pPr>
              <w:pStyle w:val="afffffffff9"/>
              <w:ind w:firstLineChars="100" w:firstLine="180"/>
              <w:jc w:val="both"/>
            </w:pPr>
            <w:r>
              <w:rPr>
                <w:rFonts w:hint="eastAsia"/>
              </w:rPr>
              <w:t>当报告内容较长时，可设置摘要反映报告的主要内容；当报告篇幅较短时，可省略摘要</w:t>
            </w:r>
          </w:p>
        </w:tc>
      </w:tr>
      <w:tr w:rsidR="00E32E62" w14:paraId="7CB1F08C" w14:textId="77777777">
        <w:trPr>
          <w:jc w:val="center"/>
        </w:trPr>
        <w:tc>
          <w:tcPr>
            <w:tcW w:w="1064" w:type="pct"/>
            <w:vMerge/>
            <w:shd w:val="clear" w:color="auto" w:fill="auto"/>
            <w:vAlign w:val="center"/>
          </w:tcPr>
          <w:p w14:paraId="184BF392" w14:textId="77777777" w:rsidR="00E32E62" w:rsidRDefault="00E32E62">
            <w:pPr>
              <w:pStyle w:val="afffffffff9"/>
            </w:pPr>
          </w:p>
        </w:tc>
        <w:tc>
          <w:tcPr>
            <w:tcW w:w="1210" w:type="pct"/>
            <w:shd w:val="clear" w:color="auto" w:fill="auto"/>
            <w:vAlign w:val="center"/>
          </w:tcPr>
          <w:p w14:paraId="34CBE5A2" w14:textId="77777777" w:rsidR="00E32E62" w:rsidRDefault="005E555A">
            <w:pPr>
              <w:pStyle w:val="afffffffff9"/>
            </w:pPr>
            <w:r>
              <w:t>目</w:t>
            </w:r>
            <w:r>
              <w:rPr>
                <w:rFonts w:hint="eastAsia"/>
              </w:rPr>
              <w:t>次</w:t>
            </w:r>
          </w:p>
        </w:tc>
        <w:tc>
          <w:tcPr>
            <w:tcW w:w="832" w:type="pct"/>
            <w:shd w:val="clear" w:color="auto" w:fill="auto"/>
            <w:vAlign w:val="center"/>
          </w:tcPr>
          <w:p w14:paraId="0D35372B" w14:textId="77777777" w:rsidR="00E32E62" w:rsidRDefault="005E555A">
            <w:pPr>
              <w:pStyle w:val="afffffffff9"/>
            </w:pPr>
            <w:r>
              <w:rPr>
                <w:rFonts w:hint="eastAsia"/>
              </w:rPr>
              <w:t>必选</w:t>
            </w:r>
          </w:p>
        </w:tc>
        <w:tc>
          <w:tcPr>
            <w:tcW w:w="1894" w:type="pct"/>
            <w:shd w:val="clear" w:color="auto" w:fill="auto"/>
            <w:vAlign w:val="center"/>
          </w:tcPr>
          <w:p w14:paraId="4D9232C1" w14:textId="77777777" w:rsidR="00E32E62" w:rsidRDefault="005E555A">
            <w:pPr>
              <w:pStyle w:val="afffffffff9"/>
              <w:ind w:firstLineChars="100" w:firstLine="180"/>
              <w:jc w:val="both"/>
            </w:pPr>
            <w:r>
              <w:rPr>
                <w:rFonts w:hint="eastAsia"/>
              </w:rPr>
              <w:t>结构化反映报告的章节内容，包括综合评价结论、科技成果概述、技术成熟度评价、技术创新度评价、技术先进度评价、转化推广潜力评价、投融资价值评价、社会和文化价值评价、专家咨询意见、审查意见、附件</w:t>
            </w:r>
          </w:p>
        </w:tc>
      </w:tr>
      <w:tr w:rsidR="00E32E62" w14:paraId="4FF1018D" w14:textId="77777777">
        <w:trPr>
          <w:jc w:val="center"/>
        </w:trPr>
        <w:tc>
          <w:tcPr>
            <w:tcW w:w="1064" w:type="pct"/>
            <w:vMerge/>
            <w:shd w:val="clear" w:color="auto" w:fill="auto"/>
            <w:vAlign w:val="center"/>
          </w:tcPr>
          <w:p w14:paraId="51663447" w14:textId="77777777" w:rsidR="00E32E62" w:rsidRDefault="00E32E62">
            <w:pPr>
              <w:pStyle w:val="afffffffff9"/>
            </w:pPr>
          </w:p>
        </w:tc>
        <w:tc>
          <w:tcPr>
            <w:tcW w:w="1210" w:type="pct"/>
            <w:shd w:val="clear" w:color="auto" w:fill="auto"/>
            <w:vAlign w:val="center"/>
          </w:tcPr>
          <w:p w14:paraId="58F066BA" w14:textId="77777777" w:rsidR="00E32E62" w:rsidRDefault="005E555A">
            <w:pPr>
              <w:pStyle w:val="afffffffff9"/>
            </w:pPr>
            <w:r>
              <w:rPr>
                <w:rFonts w:hint="eastAsia"/>
              </w:rPr>
              <w:t>评价</w:t>
            </w:r>
            <w:r>
              <w:t>机构公章</w:t>
            </w:r>
          </w:p>
        </w:tc>
        <w:tc>
          <w:tcPr>
            <w:tcW w:w="832" w:type="pct"/>
            <w:shd w:val="clear" w:color="auto" w:fill="auto"/>
            <w:vAlign w:val="center"/>
          </w:tcPr>
          <w:p w14:paraId="19A1CCBB" w14:textId="77777777" w:rsidR="00E32E62" w:rsidRDefault="005E555A">
            <w:pPr>
              <w:pStyle w:val="afffffffff9"/>
            </w:pPr>
            <w:r>
              <w:t>必备</w:t>
            </w:r>
          </w:p>
        </w:tc>
        <w:tc>
          <w:tcPr>
            <w:tcW w:w="1894" w:type="pct"/>
            <w:shd w:val="clear" w:color="auto" w:fill="auto"/>
            <w:vAlign w:val="center"/>
          </w:tcPr>
          <w:p w14:paraId="6F37EFA2" w14:textId="77777777" w:rsidR="00E32E62" w:rsidRDefault="005E555A">
            <w:pPr>
              <w:pStyle w:val="afffffffff9"/>
              <w:ind w:firstLineChars="100" w:firstLine="180"/>
              <w:jc w:val="both"/>
            </w:pPr>
            <w:r>
              <w:rPr>
                <w:rFonts w:hint="eastAsia"/>
              </w:rPr>
              <w:t>评价机构是报告的责任主体，可在封面、扉页等显著位置加盖机构公章</w:t>
            </w:r>
          </w:p>
        </w:tc>
      </w:tr>
      <w:tr w:rsidR="00E32E62" w14:paraId="14279937" w14:textId="77777777">
        <w:trPr>
          <w:jc w:val="center"/>
        </w:trPr>
        <w:tc>
          <w:tcPr>
            <w:tcW w:w="1064" w:type="pct"/>
            <w:vMerge w:val="restart"/>
            <w:shd w:val="clear" w:color="auto" w:fill="auto"/>
            <w:vAlign w:val="center"/>
          </w:tcPr>
          <w:p w14:paraId="6BD5670C" w14:textId="77777777" w:rsidR="00E32E62" w:rsidRDefault="005E555A">
            <w:pPr>
              <w:pStyle w:val="afffffffff9"/>
            </w:pPr>
            <w:r>
              <w:t>正文部分</w:t>
            </w:r>
          </w:p>
        </w:tc>
        <w:tc>
          <w:tcPr>
            <w:tcW w:w="1210" w:type="pct"/>
            <w:shd w:val="clear" w:color="auto" w:fill="auto"/>
            <w:vAlign w:val="center"/>
          </w:tcPr>
          <w:p w14:paraId="74DF159E" w14:textId="77777777" w:rsidR="00E32E62" w:rsidRDefault="005E555A">
            <w:pPr>
              <w:pStyle w:val="afffffffff9"/>
            </w:pPr>
            <w:r>
              <w:rPr>
                <w:rFonts w:hint="eastAsia"/>
              </w:rPr>
              <w:t>委托</w:t>
            </w:r>
            <w:r>
              <w:t>方信息</w:t>
            </w:r>
          </w:p>
        </w:tc>
        <w:tc>
          <w:tcPr>
            <w:tcW w:w="832" w:type="pct"/>
            <w:shd w:val="clear" w:color="auto" w:fill="auto"/>
            <w:vAlign w:val="center"/>
          </w:tcPr>
          <w:p w14:paraId="2D4D3BB8" w14:textId="77777777" w:rsidR="00E32E62" w:rsidRDefault="005E555A">
            <w:pPr>
              <w:pStyle w:val="afffffffff9"/>
            </w:pPr>
            <w:r>
              <w:t>必备</w:t>
            </w:r>
          </w:p>
        </w:tc>
        <w:tc>
          <w:tcPr>
            <w:tcW w:w="1894" w:type="pct"/>
            <w:shd w:val="clear" w:color="auto" w:fill="auto"/>
            <w:vAlign w:val="center"/>
          </w:tcPr>
          <w:p w14:paraId="06F8DC49" w14:textId="77777777" w:rsidR="00E32E62" w:rsidRDefault="005E555A">
            <w:pPr>
              <w:pStyle w:val="afffffffff9"/>
              <w:ind w:firstLineChars="100" w:firstLine="180"/>
              <w:jc w:val="both"/>
            </w:pPr>
            <w:r>
              <w:rPr>
                <w:rFonts w:hint="eastAsia"/>
              </w:rPr>
              <w:t>包括评价对象的基本情况</w:t>
            </w:r>
          </w:p>
        </w:tc>
      </w:tr>
      <w:tr w:rsidR="00E32E62" w14:paraId="7B2FAD91" w14:textId="77777777">
        <w:trPr>
          <w:jc w:val="center"/>
        </w:trPr>
        <w:tc>
          <w:tcPr>
            <w:tcW w:w="1064" w:type="pct"/>
            <w:vMerge/>
            <w:shd w:val="clear" w:color="auto" w:fill="auto"/>
            <w:vAlign w:val="center"/>
          </w:tcPr>
          <w:p w14:paraId="4E2D8B67" w14:textId="77777777" w:rsidR="00E32E62" w:rsidRDefault="00E32E62">
            <w:pPr>
              <w:pStyle w:val="afffffffff9"/>
            </w:pPr>
          </w:p>
        </w:tc>
        <w:tc>
          <w:tcPr>
            <w:tcW w:w="1210" w:type="pct"/>
            <w:shd w:val="clear" w:color="auto" w:fill="auto"/>
            <w:vAlign w:val="center"/>
          </w:tcPr>
          <w:p w14:paraId="4449BFA4" w14:textId="77777777" w:rsidR="00E32E62" w:rsidRDefault="005E555A">
            <w:pPr>
              <w:pStyle w:val="afffffffff9"/>
            </w:pPr>
            <w:r>
              <w:rPr>
                <w:rFonts w:hint="eastAsia"/>
              </w:rPr>
              <w:t>评价</w:t>
            </w:r>
            <w:r>
              <w:t>机构信息</w:t>
            </w:r>
          </w:p>
        </w:tc>
        <w:tc>
          <w:tcPr>
            <w:tcW w:w="832" w:type="pct"/>
            <w:shd w:val="clear" w:color="auto" w:fill="auto"/>
            <w:vAlign w:val="center"/>
          </w:tcPr>
          <w:p w14:paraId="5C49CC85" w14:textId="77777777" w:rsidR="00E32E62" w:rsidRDefault="005E555A">
            <w:pPr>
              <w:pStyle w:val="afffffffff9"/>
            </w:pPr>
            <w:r>
              <w:t>必备</w:t>
            </w:r>
          </w:p>
        </w:tc>
        <w:tc>
          <w:tcPr>
            <w:tcW w:w="1894" w:type="pct"/>
            <w:shd w:val="clear" w:color="auto" w:fill="auto"/>
            <w:vAlign w:val="center"/>
          </w:tcPr>
          <w:p w14:paraId="1637F145" w14:textId="77777777" w:rsidR="00E32E62" w:rsidRDefault="005E555A">
            <w:pPr>
              <w:pStyle w:val="afffffffff9"/>
              <w:ind w:firstLineChars="100" w:firstLine="180"/>
              <w:jc w:val="both"/>
            </w:pPr>
            <w:r>
              <w:rPr>
                <w:rFonts w:hint="eastAsia"/>
              </w:rPr>
              <w:t>包括评价机构的基本情况</w:t>
            </w:r>
          </w:p>
        </w:tc>
      </w:tr>
      <w:tr w:rsidR="00E32E62" w14:paraId="3AE69513" w14:textId="77777777">
        <w:trPr>
          <w:jc w:val="center"/>
        </w:trPr>
        <w:tc>
          <w:tcPr>
            <w:tcW w:w="1064" w:type="pct"/>
            <w:vMerge/>
            <w:shd w:val="clear" w:color="auto" w:fill="auto"/>
            <w:vAlign w:val="center"/>
          </w:tcPr>
          <w:p w14:paraId="6F229B25" w14:textId="77777777" w:rsidR="00E32E62" w:rsidRDefault="00E32E62">
            <w:pPr>
              <w:pStyle w:val="afffffffff9"/>
            </w:pPr>
          </w:p>
        </w:tc>
        <w:tc>
          <w:tcPr>
            <w:tcW w:w="1210" w:type="pct"/>
            <w:shd w:val="clear" w:color="auto" w:fill="auto"/>
            <w:vAlign w:val="center"/>
          </w:tcPr>
          <w:p w14:paraId="1DA6C3DE" w14:textId="77777777" w:rsidR="00E32E62" w:rsidRDefault="005E555A">
            <w:pPr>
              <w:pStyle w:val="afffffffff9"/>
            </w:pPr>
            <w:r>
              <w:rPr>
                <w:rFonts w:hint="eastAsia"/>
              </w:rPr>
              <w:t>咨询专家名单</w:t>
            </w:r>
          </w:p>
        </w:tc>
        <w:tc>
          <w:tcPr>
            <w:tcW w:w="832" w:type="pct"/>
            <w:shd w:val="clear" w:color="auto" w:fill="auto"/>
            <w:vAlign w:val="center"/>
          </w:tcPr>
          <w:p w14:paraId="21B4E501" w14:textId="77777777" w:rsidR="00E32E62" w:rsidRDefault="005E555A">
            <w:pPr>
              <w:pStyle w:val="afffffffff9"/>
            </w:pPr>
            <w:r>
              <w:t>必备</w:t>
            </w:r>
          </w:p>
        </w:tc>
        <w:tc>
          <w:tcPr>
            <w:tcW w:w="1894" w:type="pct"/>
            <w:shd w:val="clear" w:color="auto" w:fill="auto"/>
            <w:vAlign w:val="center"/>
          </w:tcPr>
          <w:p w14:paraId="33C22A89" w14:textId="77777777" w:rsidR="00E32E62" w:rsidRDefault="005E555A">
            <w:pPr>
              <w:pStyle w:val="afffffffff9"/>
              <w:ind w:firstLineChars="100" w:firstLine="180"/>
              <w:jc w:val="both"/>
            </w:pPr>
            <w:r>
              <w:rPr>
                <w:rFonts w:hint="eastAsia"/>
              </w:rPr>
              <w:t>包括姓名、工作单位、职务/职称、从事专业、联系电话、签字等信息</w:t>
            </w:r>
          </w:p>
        </w:tc>
      </w:tr>
      <w:tr w:rsidR="00E32E62" w14:paraId="37914894" w14:textId="77777777">
        <w:trPr>
          <w:jc w:val="center"/>
        </w:trPr>
        <w:tc>
          <w:tcPr>
            <w:tcW w:w="1064" w:type="pct"/>
            <w:vMerge/>
            <w:shd w:val="clear" w:color="auto" w:fill="auto"/>
            <w:vAlign w:val="center"/>
          </w:tcPr>
          <w:p w14:paraId="3AF1C26F" w14:textId="77777777" w:rsidR="00E32E62" w:rsidRDefault="00E32E62">
            <w:pPr>
              <w:pStyle w:val="afffffffff9"/>
            </w:pPr>
          </w:p>
        </w:tc>
        <w:tc>
          <w:tcPr>
            <w:tcW w:w="1210" w:type="pct"/>
            <w:shd w:val="clear" w:color="auto" w:fill="auto"/>
            <w:vAlign w:val="center"/>
          </w:tcPr>
          <w:p w14:paraId="67BCEF91" w14:textId="77777777" w:rsidR="00E32E62" w:rsidRDefault="005E555A">
            <w:pPr>
              <w:pStyle w:val="afffffffff9"/>
            </w:pPr>
            <w:r>
              <w:rPr>
                <w:rFonts w:hint="eastAsia"/>
              </w:rPr>
              <w:t>综合评价结论</w:t>
            </w:r>
          </w:p>
        </w:tc>
        <w:tc>
          <w:tcPr>
            <w:tcW w:w="832" w:type="pct"/>
            <w:shd w:val="clear" w:color="auto" w:fill="auto"/>
            <w:vAlign w:val="center"/>
          </w:tcPr>
          <w:p w14:paraId="563F864F" w14:textId="77777777" w:rsidR="00E32E62" w:rsidRDefault="005E555A">
            <w:pPr>
              <w:pStyle w:val="afffffffff9"/>
            </w:pPr>
            <w:r>
              <w:t>必备</w:t>
            </w:r>
          </w:p>
        </w:tc>
        <w:tc>
          <w:tcPr>
            <w:tcW w:w="1894" w:type="pct"/>
            <w:shd w:val="clear" w:color="auto" w:fill="auto"/>
            <w:vAlign w:val="center"/>
          </w:tcPr>
          <w:p w14:paraId="5E106F78" w14:textId="77777777" w:rsidR="00E32E62" w:rsidRDefault="005E555A">
            <w:pPr>
              <w:pStyle w:val="afffffffff9"/>
              <w:ind w:firstLineChars="100" w:firstLine="180"/>
              <w:jc w:val="both"/>
            </w:pPr>
            <w:r>
              <w:rPr>
                <w:rFonts w:hint="eastAsia"/>
              </w:rPr>
              <w:t>简要说明评价的时间、评价机构、评价委托方、评价目的、评价依据和各个评价指标评价结论</w:t>
            </w:r>
          </w:p>
        </w:tc>
      </w:tr>
      <w:tr w:rsidR="00E32E62" w14:paraId="664006A1" w14:textId="77777777">
        <w:trPr>
          <w:jc w:val="center"/>
        </w:trPr>
        <w:tc>
          <w:tcPr>
            <w:tcW w:w="1064" w:type="pct"/>
            <w:vMerge/>
            <w:shd w:val="clear" w:color="auto" w:fill="auto"/>
            <w:vAlign w:val="center"/>
          </w:tcPr>
          <w:p w14:paraId="5B9A2484" w14:textId="77777777" w:rsidR="00E32E62" w:rsidRDefault="00E32E62">
            <w:pPr>
              <w:pStyle w:val="afffffffff9"/>
            </w:pPr>
          </w:p>
        </w:tc>
        <w:tc>
          <w:tcPr>
            <w:tcW w:w="1210" w:type="pct"/>
            <w:shd w:val="clear" w:color="auto" w:fill="auto"/>
            <w:vAlign w:val="center"/>
          </w:tcPr>
          <w:p w14:paraId="4377B21F" w14:textId="77777777" w:rsidR="00E32E62" w:rsidRDefault="005E555A">
            <w:pPr>
              <w:pStyle w:val="afffffffff9"/>
            </w:pPr>
            <w:r>
              <w:rPr>
                <w:rFonts w:hint="eastAsia"/>
              </w:rPr>
              <w:t>科技成果概述</w:t>
            </w:r>
          </w:p>
        </w:tc>
        <w:tc>
          <w:tcPr>
            <w:tcW w:w="832" w:type="pct"/>
            <w:shd w:val="clear" w:color="auto" w:fill="auto"/>
            <w:vAlign w:val="center"/>
          </w:tcPr>
          <w:p w14:paraId="61F924C1" w14:textId="77777777" w:rsidR="00E32E62" w:rsidRDefault="005E555A">
            <w:pPr>
              <w:pStyle w:val="afffffffff9"/>
            </w:pPr>
            <w:r>
              <w:t>必备</w:t>
            </w:r>
          </w:p>
        </w:tc>
        <w:tc>
          <w:tcPr>
            <w:tcW w:w="1894" w:type="pct"/>
            <w:shd w:val="clear" w:color="auto" w:fill="auto"/>
            <w:vAlign w:val="center"/>
          </w:tcPr>
          <w:p w14:paraId="2E03E39F" w14:textId="77777777" w:rsidR="00E32E62" w:rsidRDefault="005E555A">
            <w:pPr>
              <w:pStyle w:val="afffffffff9"/>
              <w:ind w:firstLineChars="100" w:firstLine="180"/>
              <w:jc w:val="both"/>
              <w:rPr>
                <w:spacing w:val="-1"/>
              </w:rPr>
            </w:pPr>
            <w:r>
              <w:rPr>
                <w:rFonts w:hint="eastAsia"/>
              </w:rPr>
              <w:t>简要说明科技成果的任务来源、研究内容、已取得的进展与状况，包括知识产权、获奖情况、行业推广情况；已产生的经济效益和预期效益，市场推广应用的范围、条件和市场前景以及存在的问题等</w:t>
            </w:r>
          </w:p>
        </w:tc>
      </w:tr>
      <w:tr w:rsidR="00E32E62" w14:paraId="7C8264FF" w14:textId="77777777">
        <w:trPr>
          <w:jc w:val="center"/>
        </w:trPr>
        <w:tc>
          <w:tcPr>
            <w:tcW w:w="1064" w:type="pct"/>
            <w:vMerge/>
            <w:shd w:val="clear" w:color="auto" w:fill="auto"/>
            <w:vAlign w:val="center"/>
          </w:tcPr>
          <w:p w14:paraId="414B2D59" w14:textId="77777777" w:rsidR="00E32E62" w:rsidRDefault="00E32E62">
            <w:pPr>
              <w:pStyle w:val="afffffffff9"/>
            </w:pPr>
          </w:p>
        </w:tc>
        <w:tc>
          <w:tcPr>
            <w:tcW w:w="1210" w:type="pct"/>
            <w:shd w:val="clear" w:color="auto" w:fill="auto"/>
            <w:vAlign w:val="center"/>
          </w:tcPr>
          <w:p w14:paraId="7C178785" w14:textId="77777777" w:rsidR="00E32E62" w:rsidRDefault="005E555A">
            <w:pPr>
              <w:pStyle w:val="afffffffff9"/>
            </w:pPr>
            <w:r>
              <w:rPr>
                <w:rFonts w:hint="eastAsia"/>
              </w:rPr>
              <w:t>5个评价指标结果描述</w:t>
            </w:r>
          </w:p>
        </w:tc>
        <w:tc>
          <w:tcPr>
            <w:tcW w:w="832" w:type="pct"/>
            <w:shd w:val="clear" w:color="auto" w:fill="auto"/>
            <w:vAlign w:val="center"/>
          </w:tcPr>
          <w:p w14:paraId="2DB6F181" w14:textId="77777777" w:rsidR="00E32E62" w:rsidRDefault="005E555A">
            <w:pPr>
              <w:pStyle w:val="afffffffff9"/>
            </w:pPr>
            <w:r>
              <w:t>必备</w:t>
            </w:r>
          </w:p>
        </w:tc>
        <w:tc>
          <w:tcPr>
            <w:tcW w:w="1894" w:type="pct"/>
            <w:shd w:val="clear" w:color="auto" w:fill="auto"/>
            <w:vAlign w:val="center"/>
          </w:tcPr>
          <w:p w14:paraId="5E5BA2D3" w14:textId="77777777" w:rsidR="00E32E62" w:rsidRDefault="005E555A">
            <w:pPr>
              <w:pStyle w:val="afffffffff9"/>
              <w:ind w:firstLineChars="100" w:firstLine="180"/>
              <w:jc w:val="both"/>
            </w:pPr>
            <w:r>
              <w:rPr>
                <w:rFonts w:hint="eastAsia"/>
              </w:rPr>
              <w:t>根据评价指标体系内容对5个指标体系评价内容和依据，进行评价结果描述</w:t>
            </w:r>
          </w:p>
        </w:tc>
      </w:tr>
      <w:tr w:rsidR="00E32E62" w14:paraId="4431B9BF" w14:textId="77777777">
        <w:trPr>
          <w:jc w:val="center"/>
        </w:trPr>
        <w:tc>
          <w:tcPr>
            <w:tcW w:w="1064" w:type="pct"/>
            <w:vMerge/>
            <w:shd w:val="clear" w:color="auto" w:fill="auto"/>
            <w:vAlign w:val="center"/>
          </w:tcPr>
          <w:p w14:paraId="31697D81" w14:textId="77777777" w:rsidR="00E32E62" w:rsidRDefault="00E32E62">
            <w:pPr>
              <w:pStyle w:val="afffffffff9"/>
            </w:pPr>
          </w:p>
        </w:tc>
        <w:tc>
          <w:tcPr>
            <w:tcW w:w="1210" w:type="pct"/>
            <w:shd w:val="clear" w:color="auto" w:fill="auto"/>
            <w:vAlign w:val="center"/>
          </w:tcPr>
          <w:p w14:paraId="370082E0" w14:textId="77777777" w:rsidR="00E32E62" w:rsidRDefault="005E555A">
            <w:pPr>
              <w:pStyle w:val="afffffffff9"/>
            </w:pPr>
            <w:r>
              <w:rPr>
                <w:rFonts w:hint="eastAsia"/>
              </w:rPr>
              <w:t>专家咨询意见</w:t>
            </w:r>
          </w:p>
        </w:tc>
        <w:tc>
          <w:tcPr>
            <w:tcW w:w="832" w:type="pct"/>
            <w:shd w:val="clear" w:color="auto" w:fill="auto"/>
            <w:vAlign w:val="center"/>
          </w:tcPr>
          <w:p w14:paraId="29A98A04" w14:textId="77777777" w:rsidR="00E32E62" w:rsidRDefault="005E555A">
            <w:pPr>
              <w:pStyle w:val="afffffffff9"/>
            </w:pPr>
            <w:r>
              <w:t>必备</w:t>
            </w:r>
          </w:p>
        </w:tc>
        <w:tc>
          <w:tcPr>
            <w:tcW w:w="1894" w:type="pct"/>
            <w:shd w:val="clear" w:color="auto" w:fill="auto"/>
            <w:vAlign w:val="center"/>
          </w:tcPr>
          <w:p w14:paraId="68208F98" w14:textId="77777777" w:rsidR="00E32E62" w:rsidRDefault="005E555A">
            <w:pPr>
              <w:pStyle w:val="afffffffff9"/>
              <w:ind w:firstLineChars="100" w:firstLine="180"/>
              <w:jc w:val="both"/>
            </w:pPr>
            <w:r>
              <w:rPr>
                <w:rFonts w:hint="eastAsia"/>
              </w:rPr>
              <w:t>根据评价机构按照评价指标得出各级评价指标等级和结论提出咨询意见</w:t>
            </w:r>
          </w:p>
        </w:tc>
      </w:tr>
      <w:tr w:rsidR="00E32E62" w14:paraId="1A1C80D5" w14:textId="77777777">
        <w:trPr>
          <w:jc w:val="center"/>
        </w:trPr>
        <w:tc>
          <w:tcPr>
            <w:tcW w:w="1064" w:type="pct"/>
            <w:vMerge/>
            <w:shd w:val="clear" w:color="auto" w:fill="auto"/>
            <w:vAlign w:val="center"/>
          </w:tcPr>
          <w:p w14:paraId="42AFB412" w14:textId="77777777" w:rsidR="00E32E62" w:rsidRDefault="00E32E62">
            <w:pPr>
              <w:pStyle w:val="afffffffff9"/>
            </w:pPr>
          </w:p>
        </w:tc>
        <w:tc>
          <w:tcPr>
            <w:tcW w:w="1210" w:type="pct"/>
            <w:shd w:val="clear" w:color="auto" w:fill="auto"/>
            <w:vAlign w:val="center"/>
          </w:tcPr>
          <w:p w14:paraId="699BEEA7" w14:textId="77777777" w:rsidR="00E32E62" w:rsidRDefault="005E555A">
            <w:pPr>
              <w:pStyle w:val="afffffffff9"/>
            </w:pPr>
            <w:r>
              <w:rPr>
                <w:rFonts w:hint="eastAsia"/>
              </w:rPr>
              <w:t>评价机构意见</w:t>
            </w:r>
          </w:p>
        </w:tc>
        <w:tc>
          <w:tcPr>
            <w:tcW w:w="832" w:type="pct"/>
            <w:shd w:val="clear" w:color="auto" w:fill="auto"/>
            <w:vAlign w:val="center"/>
          </w:tcPr>
          <w:p w14:paraId="1E1F6DE3" w14:textId="77777777" w:rsidR="00E32E62" w:rsidRDefault="005E555A">
            <w:pPr>
              <w:pStyle w:val="afffffffff9"/>
            </w:pPr>
            <w:r>
              <w:t>必备</w:t>
            </w:r>
          </w:p>
        </w:tc>
        <w:tc>
          <w:tcPr>
            <w:tcW w:w="1894" w:type="pct"/>
            <w:shd w:val="clear" w:color="auto" w:fill="auto"/>
            <w:vAlign w:val="center"/>
          </w:tcPr>
          <w:p w14:paraId="36C7628D" w14:textId="77777777" w:rsidR="00E32E62" w:rsidRDefault="005E555A">
            <w:pPr>
              <w:pStyle w:val="afffffffff9"/>
              <w:ind w:firstLineChars="100" w:firstLine="180"/>
              <w:jc w:val="both"/>
            </w:pPr>
            <w:r>
              <w:rPr>
                <w:rFonts w:hint="eastAsia"/>
              </w:rPr>
              <w:t>包括出具意见、建议、法定代表人/评价机构负责人签字（盖章）、时间等</w:t>
            </w:r>
          </w:p>
        </w:tc>
      </w:tr>
      <w:tr w:rsidR="00E32E62" w14:paraId="0C4F2415" w14:textId="77777777">
        <w:trPr>
          <w:jc w:val="center"/>
        </w:trPr>
        <w:tc>
          <w:tcPr>
            <w:tcW w:w="1064" w:type="pct"/>
            <w:vMerge/>
            <w:shd w:val="clear" w:color="auto" w:fill="auto"/>
            <w:vAlign w:val="center"/>
          </w:tcPr>
          <w:p w14:paraId="52873B67" w14:textId="77777777" w:rsidR="00E32E62" w:rsidRDefault="00E32E62">
            <w:pPr>
              <w:pStyle w:val="afffffffff9"/>
            </w:pPr>
          </w:p>
        </w:tc>
        <w:tc>
          <w:tcPr>
            <w:tcW w:w="1210" w:type="pct"/>
            <w:shd w:val="clear" w:color="auto" w:fill="auto"/>
            <w:vAlign w:val="center"/>
          </w:tcPr>
          <w:p w14:paraId="28FEB7F6" w14:textId="77777777" w:rsidR="00E32E62" w:rsidRDefault="005E555A">
            <w:pPr>
              <w:pStyle w:val="afffffffff9"/>
            </w:pPr>
            <w:r>
              <w:rPr>
                <w:rFonts w:hint="eastAsia"/>
              </w:rPr>
              <w:t>评价机构声明</w:t>
            </w:r>
          </w:p>
        </w:tc>
        <w:tc>
          <w:tcPr>
            <w:tcW w:w="832" w:type="pct"/>
            <w:shd w:val="clear" w:color="auto" w:fill="auto"/>
            <w:vAlign w:val="center"/>
          </w:tcPr>
          <w:p w14:paraId="4EE40E2A" w14:textId="77777777" w:rsidR="00E32E62" w:rsidRDefault="005E555A">
            <w:pPr>
              <w:pStyle w:val="afffffffff9"/>
            </w:pPr>
            <w:r>
              <w:t>必备</w:t>
            </w:r>
          </w:p>
        </w:tc>
        <w:tc>
          <w:tcPr>
            <w:tcW w:w="1894" w:type="pct"/>
            <w:shd w:val="clear" w:color="auto" w:fill="auto"/>
            <w:vAlign w:val="center"/>
          </w:tcPr>
          <w:p w14:paraId="1E004B22" w14:textId="77777777" w:rsidR="00E32E62" w:rsidRDefault="005E555A">
            <w:pPr>
              <w:pStyle w:val="afffffffff9"/>
              <w:ind w:firstLineChars="100" w:firstLine="180"/>
              <w:jc w:val="both"/>
            </w:pPr>
            <w:r>
              <w:rPr>
                <w:rFonts w:hint="eastAsia"/>
              </w:rPr>
              <w:t>包括评价报告依据、声明报告内容、跟踪评价说明、评价报告监督、决策、有效期等</w:t>
            </w:r>
          </w:p>
        </w:tc>
      </w:tr>
      <w:tr w:rsidR="00E32E62" w14:paraId="4D32BEBE" w14:textId="77777777">
        <w:trPr>
          <w:jc w:val="center"/>
        </w:trPr>
        <w:tc>
          <w:tcPr>
            <w:tcW w:w="1064" w:type="pct"/>
            <w:vMerge w:val="restart"/>
            <w:shd w:val="clear" w:color="auto" w:fill="auto"/>
            <w:vAlign w:val="center"/>
          </w:tcPr>
          <w:p w14:paraId="5327ED1B" w14:textId="77777777" w:rsidR="00E32E62" w:rsidRDefault="005E555A">
            <w:pPr>
              <w:pStyle w:val="afffffffff9"/>
            </w:pPr>
            <w:r>
              <w:t>结尾部分</w:t>
            </w:r>
          </w:p>
        </w:tc>
        <w:tc>
          <w:tcPr>
            <w:tcW w:w="1210" w:type="pct"/>
            <w:shd w:val="clear" w:color="auto" w:fill="auto"/>
            <w:vAlign w:val="center"/>
          </w:tcPr>
          <w:p w14:paraId="3DBFF67B" w14:textId="77777777" w:rsidR="00E32E62" w:rsidRDefault="005E555A">
            <w:pPr>
              <w:pStyle w:val="afffffffff9"/>
            </w:pPr>
            <w:r>
              <w:t>附件</w:t>
            </w:r>
          </w:p>
        </w:tc>
        <w:tc>
          <w:tcPr>
            <w:tcW w:w="832" w:type="pct"/>
            <w:shd w:val="clear" w:color="auto" w:fill="auto"/>
            <w:vAlign w:val="center"/>
          </w:tcPr>
          <w:p w14:paraId="085FA614" w14:textId="77777777" w:rsidR="00E32E62" w:rsidRDefault="005E555A">
            <w:pPr>
              <w:pStyle w:val="afffffffff9"/>
            </w:pPr>
            <w:r>
              <w:t>可选</w:t>
            </w:r>
          </w:p>
        </w:tc>
        <w:tc>
          <w:tcPr>
            <w:tcW w:w="1894" w:type="pct"/>
            <w:shd w:val="clear" w:color="auto" w:fill="auto"/>
            <w:vAlign w:val="center"/>
          </w:tcPr>
          <w:p w14:paraId="5872F520" w14:textId="77777777" w:rsidR="00E32E62" w:rsidRDefault="005E555A">
            <w:pPr>
              <w:pStyle w:val="afffffffff9"/>
              <w:ind w:firstLineChars="100" w:firstLine="180"/>
              <w:jc w:val="both"/>
            </w:pPr>
            <w:r>
              <w:rPr>
                <w:rFonts w:hint="eastAsia"/>
              </w:rPr>
              <w:t>支撑报告正文的辅助信息</w:t>
            </w:r>
          </w:p>
        </w:tc>
      </w:tr>
      <w:tr w:rsidR="00E32E62" w14:paraId="04CE22DD" w14:textId="77777777">
        <w:trPr>
          <w:jc w:val="center"/>
        </w:trPr>
        <w:tc>
          <w:tcPr>
            <w:tcW w:w="1064" w:type="pct"/>
            <w:vMerge/>
            <w:tcBorders>
              <w:bottom w:val="single" w:sz="8" w:space="0" w:color="auto"/>
            </w:tcBorders>
            <w:shd w:val="clear" w:color="auto" w:fill="auto"/>
            <w:vAlign w:val="center"/>
          </w:tcPr>
          <w:p w14:paraId="2ECC4B01" w14:textId="77777777" w:rsidR="00E32E62" w:rsidRDefault="00E32E62">
            <w:pPr>
              <w:pStyle w:val="afffffffff9"/>
            </w:pPr>
          </w:p>
        </w:tc>
        <w:tc>
          <w:tcPr>
            <w:tcW w:w="1210" w:type="pct"/>
            <w:tcBorders>
              <w:bottom w:val="single" w:sz="8" w:space="0" w:color="auto"/>
            </w:tcBorders>
            <w:shd w:val="clear" w:color="auto" w:fill="auto"/>
            <w:vAlign w:val="center"/>
          </w:tcPr>
          <w:p w14:paraId="6E661FE1" w14:textId="77777777" w:rsidR="00E32E62" w:rsidRDefault="005E555A">
            <w:pPr>
              <w:pStyle w:val="afffffffff9"/>
            </w:pPr>
            <w:r>
              <w:t>封底</w:t>
            </w:r>
          </w:p>
        </w:tc>
        <w:tc>
          <w:tcPr>
            <w:tcW w:w="832" w:type="pct"/>
            <w:tcBorders>
              <w:bottom w:val="single" w:sz="8" w:space="0" w:color="auto"/>
            </w:tcBorders>
            <w:shd w:val="clear" w:color="auto" w:fill="auto"/>
            <w:vAlign w:val="center"/>
          </w:tcPr>
          <w:p w14:paraId="5EE1F59E" w14:textId="77777777" w:rsidR="00E32E62" w:rsidRDefault="005E555A">
            <w:pPr>
              <w:pStyle w:val="afffffffff9"/>
            </w:pPr>
            <w:r>
              <w:t>可选</w:t>
            </w:r>
          </w:p>
        </w:tc>
        <w:tc>
          <w:tcPr>
            <w:tcW w:w="1894" w:type="pct"/>
            <w:tcBorders>
              <w:bottom w:val="single" w:sz="8" w:space="0" w:color="auto"/>
            </w:tcBorders>
            <w:shd w:val="clear" w:color="auto" w:fill="auto"/>
            <w:vAlign w:val="center"/>
          </w:tcPr>
          <w:p w14:paraId="1D98AA68" w14:textId="77777777" w:rsidR="00E32E62" w:rsidRDefault="005E555A">
            <w:pPr>
              <w:pStyle w:val="afffffffff9"/>
              <w:ind w:firstLineChars="100" w:firstLine="180"/>
              <w:jc w:val="both"/>
            </w:pPr>
            <w:r>
              <w:rPr>
                <w:rFonts w:hint="eastAsia"/>
              </w:rPr>
              <w:t>报告发布、反馈等其他信息</w:t>
            </w:r>
          </w:p>
        </w:tc>
      </w:tr>
      <w:tr w:rsidR="00E32E62" w14:paraId="554BB3C2" w14:textId="77777777">
        <w:trPr>
          <w:jc w:val="center"/>
        </w:trPr>
        <w:tc>
          <w:tcPr>
            <w:tcW w:w="5000" w:type="pct"/>
            <w:gridSpan w:val="4"/>
            <w:tcBorders>
              <w:top w:val="single" w:sz="8" w:space="0" w:color="auto"/>
              <w:bottom w:val="single" w:sz="8" w:space="0" w:color="auto"/>
            </w:tcBorders>
            <w:shd w:val="clear" w:color="auto" w:fill="auto"/>
            <w:vAlign w:val="center"/>
          </w:tcPr>
          <w:p w14:paraId="731C2BE8" w14:textId="77777777" w:rsidR="00E32E62" w:rsidRDefault="005E555A">
            <w:pPr>
              <w:pStyle w:val="a5"/>
              <w:numPr>
                <w:ilvl w:val="0"/>
                <w:numId w:val="37"/>
              </w:numPr>
            </w:pPr>
            <w:r>
              <w:rPr>
                <w:rFonts w:hint="eastAsia"/>
              </w:rPr>
              <w:t>实践中，封面和扉页的内容信息可根据报告页面布局实际情况，合理排版。</w:t>
            </w:r>
          </w:p>
          <w:p w14:paraId="1ACD6941" w14:textId="77777777" w:rsidR="00E32E62" w:rsidRDefault="005E555A">
            <w:pPr>
              <w:pStyle w:val="a5"/>
            </w:pPr>
            <w:r>
              <w:rPr>
                <w:rFonts w:hint="eastAsia"/>
              </w:rPr>
              <w:t>实践中，正文部分的各项组成要素可根据实际需求调整位置顺序，每项要素均可分成多个章节或组合在同一章节，各组成要素的名称可根据实际情况采用上述标题或自行确定。</w:t>
            </w:r>
          </w:p>
        </w:tc>
      </w:tr>
    </w:tbl>
    <w:p w14:paraId="543C0ED0" w14:textId="77777777" w:rsidR="00E32E62" w:rsidRDefault="00E32E62">
      <w:pPr>
        <w:pStyle w:val="afffff5"/>
        <w:ind w:firstLine="420"/>
      </w:pPr>
    </w:p>
    <w:p w14:paraId="1F112CA3" w14:textId="77777777" w:rsidR="00E32E62" w:rsidRDefault="00E32E62">
      <w:pPr>
        <w:pStyle w:val="afffff5"/>
        <w:ind w:firstLine="420"/>
      </w:pPr>
    </w:p>
    <w:p w14:paraId="70EA3258" w14:textId="77777777" w:rsidR="00E32E62" w:rsidRDefault="00E32E62">
      <w:pPr>
        <w:pStyle w:val="affffffffe"/>
        <w:numPr>
          <w:ilvl w:val="0"/>
          <w:numId w:val="0"/>
        </w:numPr>
      </w:pPr>
    </w:p>
    <w:p w14:paraId="639A3E98" w14:textId="77777777" w:rsidR="00E32E62" w:rsidRDefault="00E32E62">
      <w:pPr>
        <w:pStyle w:val="affffffffe"/>
        <w:sectPr w:rsidR="00E32E62" w:rsidSect="004C234E">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linePitch="312"/>
        </w:sectPr>
      </w:pPr>
    </w:p>
    <w:p w14:paraId="2F604B53" w14:textId="77777777" w:rsidR="00E32E62" w:rsidRDefault="00E32E62">
      <w:pPr>
        <w:pStyle w:val="af8"/>
        <w:rPr>
          <w:rFonts w:hint="eastAsia"/>
        </w:rPr>
      </w:pPr>
    </w:p>
    <w:p w14:paraId="1C367D88" w14:textId="77777777" w:rsidR="00E32E62" w:rsidRDefault="00E32E62">
      <w:pPr>
        <w:pStyle w:val="afe"/>
      </w:pPr>
    </w:p>
    <w:p w14:paraId="717A7DBB" w14:textId="77777777" w:rsidR="00E32E62" w:rsidRDefault="005E555A">
      <w:pPr>
        <w:pStyle w:val="aff3"/>
        <w:spacing w:after="120"/>
      </w:pPr>
      <w:r>
        <w:br/>
      </w:r>
      <w:bookmarkStart w:id="559" w:name="_Toc190273944"/>
      <w:bookmarkStart w:id="560" w:name="_Toc190204861"/>
      <w:bookmarkStart w:id="561" w:name="_Toc194871562"/>
      <w:bookmarkStart w:id="562" w:name="_Toc194872172"/>
      <w:bookmarkStart w:id="563" w:name="_Toc195696584"/>
      <w:bookmarkStart w:id="564" w:name="_Toc195712551"/>
      <w:bookmarkStart w:id="565" w:name="_Toc194531273"/>
      <w:bookmarkStart w:id="566" w:name="_Toc194757878"/>
      <w:bookmarkStart w:id="567" w:name="_Toc194531170"/>
      <w:bookmarkStart w:id="568" w:name="_Toc195709263"/>
      <w:bookmarkStart w:id="569" w:name="_Toc195024287"/>
      <w:bookmarkStart w:id="570" w:name="_Toc195105283"/>
      <w:bookmarkStart w:id="571" w:name="_Toc195024237"/>
      <w:bookmarkStart w:id="572" w:name="_Toc194908387"/>
      <w:bookmarkStart w:id="573" w:name="_Toc194914909"/>
      <w:bookmarkStart w:id="574" w:name="_Toc195024086"/>
      <w:bookmarkStart w:id="575" w:name="_Toc195089792"/>
      <w:bookmarkStart w:id="576" w:name="_Toc194870671"/>
      <w:bookmarkStart w:id="577" w:name="_Toc194870728"/>
      <w:bookmarkStart w:id="578" w:name="_Toc194758238"/>
      <w:bookmarkStart w:id="579" w:name="_Toc195892514"/>
      <w:bookmarkStart w:id="580" w:name="_Toc195892629"/>
      <w:r>
        <w:rPr>
          <w:rFonts w:hint="eastAsia"/>
        </w:rPr>
        <w:t>（资料性）</w:t>
      </w:r>
      <w:r>
        <w:br/>
      </w:r>
      <w:r>
        <w:rPr>
          <w:rFonts w:hint="eastAsia"/>
        </w:rPr>
        <w:t>应用研究类科技成果商业化评价报告</w:t>
      </w:r>
      <w:bookmarkEnd w:id="559"/>
      <w:bookmarkEnd w:id="560"/>
      <w:r>
        <w:rPr>
          <w:rFonts w:hint="eastAsia"/>
        </w:rPr>
        <w:t>示例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14:paraId="03365909" w14:textId="77777777" w:rsidR="00E32E62" w:rsidRDefault="005E555A">
      <w:pPr>
        <w:pStyle w:val="afffff5"/>
        <w:ind w:firstLine="420"/>
      </w:pPr>
      <w:r>
        <w:rPr>
          <w:rFonts w:hint="eastAsia"/>
        </w:rPr>
        <w:t>下面给出了应用研究类科技成果商业化评价报告示例。</w:t>
      </w:r>
    </w:p>
    <w:p w14:paraId="57026989" w14:textId="77777777" w:rsidR="00E32E62" w:rsidRDefault="005E555A">
      <w:pPr>
        <w:pStyle w:val="ac"/>
        <w:ind w:firstLine="360"/>
      </w:pPr>
      <w:r>
        <w:rPr>
          <w:noProof/>
        </w:rPr>
        <mc:AlternateContent>
          <mc:Choice Requires="wps">
            <w:drawing>
              <wp:anchor distT="0" distB="0" distL="114300" distR="114300" simplePos="0" relativeHeight="251664384" behindDoc="0" locked="0" layoutInCell="1" allowOverlap="1" wp14:anchorId="0D079C0D" wp14:editId="77FA58F0">
                <wp:simplePos x="0" y="0"/>
                <wp:positionH relativeFrom="column">
                  <wp:posOffset>-447040</wp:posOffset>
                </wp:positionH>
                <wp:positionV relativeFrom="paragraph">
                  <wp:posOffset>169545</wp:posOffset>
                </wp:positionV>
                <wp:extent cx="6994525" cy="6803390"/>
                <wp:effectExtent l="0" t="0" r="16510" b="16510"/>
                <wp:wrapNone/>
                <wp:docPr id="984502581" name="矩形 3"/>
                <wp:cNvGraphicFramePr/>
                <a:graphic xmlns:a="http://schemas.openxmlformats.org/drawingml/2006/main">
                  <a:graphicData uri="http://schemas.microsoft.com/office/word/2010/wordprocessingShape">
                    <wps:wsp>
                      <wps:cNvSpPr/>
                      <wps:spPr>
                        <a:xfrm>
                          <a:off x="0" y="0"/>
                          <a:ext cx="6994478" cy="6803409"/>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195DD1A5" id="矩形 3" o:spid="_x0000_s1026" style="position:absolute;margin-left:-35.2pt;margin-top:13.35pt;width:550.75pt;height:535.7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" filled="f" strokecolor="#09101d [484]" strokeweight="1pt"/>
            </w:pict>
          </mc:Fallback>
        </mc:AlternateContent>
      </w:r>
    </w:p>
    <w:p w14:paraId="1297A09D" w14:textId="77777777" w:rsidR="00E32E62" w:rsidRDefault="00E32E62">
      <w:pPr>
        <w:spacing w:line="273" w:lineRule="auto"/>
        <w:rPr>
          <w:rFonts w:ascii="宋体" w:hAnsi="宋体" w:hint="eastAsia"/>
          <w:b/>
          <w:bCs/>
          <w:spacing w:val="-16"/>
          <w:sz w:val="52"/>
          <w:szCs w:val="52"/>
        </w:rPr>
      </w:pPr>
    </w:p>
    <w:p w14:paraId="5DF96A78" w14:textId="77777777" w:rsidR="00E32E62" w:rsidRDefault="005E555A">
      <w:pPr>
        <w:spacing w:line="360" w:lineRule="auto"/>
        <w:jc w:val="center"/>
        <w:rPr>
          <w:rFonts w:ascii="黑体" w:eastAsia="黑体" w:hAnsi="黑体" w:hint="eastAsia"/>
          <w:spacing w:val="-16"/>
          <w:sz w:val="44"/>
          <w:szCs w:val="44"/>
        </w:rPr>
      </w:pPr>
      <w:r>
        <w:rPr>
          <w:rFonts w:ascii="黑体" w:eastAsia="黑体" w:hAnsi="黑体" w:hint="eastAsia"/>
          <w:spacing w:val="-16"/>
          <w:sz w:val="44"/>
          <w:szCs w:val="44"/>
        </w:rPr>
        <w:t>应用研究类科技成果商业化</w:t>
      </w:r>
    </w:p>
    <w:p w14:paraId="447669B7" w14:textId="77777777" w:rsidR="00E32E62" w:rsidRDefault="005E555A">
      <w:pPr>
        <w:spacing w:line="360" w:lineRule="auto"/>
        <w:jc w:val="center"/>
        <w:rPr>
          <w:rFonts w:ascii="黑体" w:eastAsia="黑体" w:hAnsi="黑体" w:hint="eastAsia"/>
          <w:spacing w:val="-16"/>
          <w:sz w:val="44"/>
          <w:szCs w:val="44"/>
        </w:rPr>
      </w:pPr>
      <w:r>
        <w:rPr>
          <w:rFonts w:ascii="黑体" w:eastAsia="黑体" w:hAnsi="黑体" w:hint="eastAsia"/>
          <w:spacing w:val="-16"/>
          <w:sz w:val="44"/>
          <w:szCs w:val="44"/>
        </w:rPr>
        <w:t>评价报告</w:t>
      </w:r>
    </w:p>
    <w:p w14:paraId="0DC26F72" w14:textId="77777777" w:rsidR="00E32E62" w:rsidRDefault="005E555A">
      <w:pPr>
        <w:spacing w:before="100" w:beforeAutospacing="1" w:after="120" w:line="800" w:lineRule="exact"/>
        <w:ind w:firstLineChars="200" w:firstLine="560"/>
        <w:rPr>
          <w:rFonts w:ascii="宋体" w:hAnsi="宋体" w:hint="eastAsia"/>
          <w:sz w:val="28"/>
          <w:szCs w:val="28"/>
        </w:rPr>
      </w:pPr>
      <w:r>
        <w:rPr>
          <w:rFonts w:ascii="宋体" w:hAnsi="宋体" w:hint="eastAsia"/>
          <w:sz w:val="28"/>
          <w:szCs w:val="28"/>
        </w:rPr>
        <w:t>成果名称：</w:t>
      </w:r>
    </w:p>
    <w:p w14:paraId="773A1358" w14:textId="77777777" w:rsidR="00E32E62" w:rsidRDefault="005E555A">
      <w:pPr>
        <w:spacing w:before="100" w:beforeAutospacing="1" w:after="120" w:line="800" w:lineRule="exact"/>
        <w:ind w:firstLineChars="200" w:firstLine="560"/>
        <w:rPr>
          <w:rFonts w:ascii="宋体" w:hAnsi="宋体" w:hint="eastAsia"/>
          <w:sz w:val="28"/>
          <w:szCs w:val="28"/>
        </w:rPr>
      </w:pPr>
      <w:r>
        <w:rPr>
          <w:rFonts w:ascii="宋体" w:hAnsi="宋体" w:hint="eastAsia"/>
          <w:sz w:val="28"/>
          <w:szCs w:val="28"/>
        </w:rPr>
        <w:t>成果类型</w:t>
      </w:r>
      <w:r>
        <w:rPr>
          <w:rFonts w:ascii="宋体" w:hAnsi="宋体" w:hint="eastAsia"/>
          <w:spacing w:val="-10"/>
          <w:sz w:val="28"/>
          <w:szCs w:val="28"/>
        </w:rPr>
        <w:t>：</w:t>
      </w:r>
    </w:p>
    <w:p w14:paraId="0A051A3F" w14:textId="77777777" w:rsidR="00E32E62" w:rsidRDefault="005E555A">
      <w:pPr>
        <w:spacing w:before="100" w:beforeAutospacing="1" w:after="120" w:line="800" w:lineRule="exact"/>
        <w:ind w:firstLineChars="200" w:firstLine="560"/>
        <w:rPr>
          <w:rFonts w:ascii="宋体" w:hAnsi="宋体" w:hint="eastAsia"/>
          <w:sz w:val="28"/>
          <w:szCs w:val="28"/>
        </w:rPr>
      </w:pPr>
      <w:r>
        <w:rPr>
          <w:rFonts w:ascii="宋体" w:hAnsi="宋体" w:hint="eastAsia"/>
          <w:sz w:val="28"/>
          <w:szCs w:val="28"/>
        </w:rPr>
        <w:t>委托单位：</w:t>
      </w:r>
    </w:p>
    <w:p w14:paraId="00CC9F5C" w14:textId="77777777" w:rsidR="00E32E62" w:rsidRDefault="005E555A">
      <w:pPr>
        <w:spacing w:before="100" w:beforeAutospacing="1" w:after="120" w:line="800" w:lineRule="exact"/>
        <w:ind w:firstLineChars="200" w:firstLine="560"/>
        <w:rPr>
          <w:rFonts w:ascii="宋体" w:hAnsi="宋体" w:hint="eastAsia"/>
          <w:sz w:val="28"/>
          <w:szCs w:val="28"/>
        </w:rPr>
      </w:pPr>
      <w:r>
        <w:rPr>
          <w:rFonts w:ascii="宋体" w:hAnsi="宋体" w:hint="eastAsia"/>
          <w:sz w:val="28"/>
          <w:szCs w:val="28"/>
        </w:rPr>
        <w:t>评价形式：会议评价</w:t>
      </w:r>
    </w:p>
    <w:p w14:paraId="450A2FF0" w14:textId="77777777" w:rsidR="00E32E62" w:rsidRDefault="005E555A">
      <w:pPr>
        <w:spacing w:before="100" w:beforeAutospacing="1" w:after="120" w:line="800" w:lineRule="exact"/>
        <w:ind w:firstLineChars="200" w:firstLine="560"/>
        <w:rPr>
          <w:rFonts w:ascii="宋体" w:hAnsi="宋体" w:hint="eastAsia"/>
          <w:sz w:val="28"/>
          <w:szCs w:val="28"/>
        </w:rPr>
      </w:pPr>
      <w:r>
        <w:rPr>
          <w:rFonts w:ascii="宋体" w:hAnsi="宋体" w:hint="eastAsia"/>
          <w:sz w:val="28"/>
          <w:szCs w:val="28"/>
        </w:rPr>
        <w:t>评价机构：广西壮族自治区产业技术研究院（盖章）</w:t>
      </w:r>
    </w:p>
    <w:p w14:paraId="32DDE7C6" w14:textId="77777777" w:rsidR="00E32E62" w:rsidRDefault="005E555A">
      <w:pPr>
        <w:spacing w:before="100" w:beforeAutospacing="1" w:after="120" w:line="800" w:lineRule="exact"/>
        <w:ind w:firstLineChars="200" w:firstLine="560"/>
        <w:rPr>
          <w:rFonts w:ascii="宋体" w:hAnsi="宋体" w:hint="eastAsia"/>
          <w:sz w:val="28"/>
          <w:szCs w:val="28"/>
        </w:rPr>
      </w:pPr>
      <w:r>
        <w:rPr>
          <w:rFonts w:ascii="宋体" w:hAnsi="宋体" w:hint="eastAsia"/>
          <w:sz w:val="28"/>
          <w:szCs w:val="28"/>
        </w:rPr>
        <w:t>评价完成日期：    年   月   日</w:t>
      </w:r>
    </w:p>
    <w:p w14:paraId="06117737" w14:textId="77777777" w:rsidR="00E32E62" w:rsidRDefault="00E32E62">
      <w:pPr>
        <w:spacing w:before="98" w:after="120" w:line="472" w:lineRule="auto"/>
        <w:ind w:right="1261"/>
        <w:jc w:val="center"/>
        <w:rPr>
          <w:rFonts w:ascii="宋体" w:hAnsi="宋体" w:hint="eastAsia"/>
          <w:spacing w:val="1"/>
          <w:sz w:val="28"/>
          <w:szCs w:val="28"/>
        </w:rPr>
      </w:pPr>
    </w:p>
    <w:p w14:paraId="67173C1D" w14:textId="77777777" w:rsidR="00E32E62" w:rsidRDefault="005E555A">
      <w:pPr>
        <w:spacing w:before="98" w:after="120" w:line="472" w:lineRule="auto"/>
        <w:ind w:right="1261"/>
        <w:jc w:val="center"/>
        <w:rPr>
          <w:rFonts w:ascii="宋体" w:hAnsi="宋体" w:hint="eastAsia"/>
          <w:spacing w:val="1"/>
          <w:sz w:val="28"/>
          <w:szCs w:val="28"/>
        </w:rPr>
      </w:pPr>
      <w:r>
        <w:rPr>
          <w:rFonts w:ascii="宋体" w:hAnsi="宋体" w:hint="eastAsia"/>
          <w:spacing w:val="1"/>
          <w:sz w:val="28"/>
          <w:szCs w:val="28"/>
        </w:rPr>
        <w:t>广西壮族自治区产业技术研究院</w:t>
      </w:r>
    </w:p>
    <w:p w14:paraId="016A1B27" w14:textId="77777777" w:rsidR="00E32E62" w:rsidRDefault="00E32E62">
      <w:pPr>
        <w:spacing w:before="63"/>
        <w:ind w:left="4055"/>
        <w:rPr>
          <w:rFonts w:ascii="黑体" w:eastAsia="黑体" w:hAnsi="黑体" w:hint="eastAsia"/>
          <w:spacing w:val="-10"/>
          <w:sz w:val="32"/>
          <w:szCs w:val="32"/>
        </w:rPr>
      </w:pPr>
    </w:p>
    <w:p w14:paraId="5EA048E2" w14:textId="77777777" w:rsidR="00E32E62" w:rsidRDefault="005E555A">
      <w:pPr>
        <w:spacing w:before="63"/>
        <w:ind w:left="4055"/>
        <w:rPr>
          <w:rFonts w:ascii="黑体" w:eastAsia="黑体" w:hAnsi="黑体" w:hint="eastAsia"/>
          <w:spacing w:val="-10"/>
          <w:sz w:val="32"/>
          <w:szCs w:val="32"/>
        </w:rPr>
      </w:pPr>
      <w:r>
        <w:rPr>
          <w:rFonts w:ascii="黑体" w:eastAsia="黑体" w:hAnsi="黑体" w:hint="eastAsia"/>
          <w:noProof/>
          <w:spacing w:val="-10"/>
          <w:sz w:val="32"/>
          <w:szCs w:val="32"/>
        </w:rPr>
        <w:lastRenderedPageBreak/>
        <mc:AlternateContent>
          <mc:Choice Requires="wps">
            <w:drawing>
              <wp:anchor distT="0" distB="0" distL="114300" distR="114300" simplePos="0" relativeHeight="251661312" behindDoc="0" locked="0" layoutInCell="1" allowOverlap="1" wp14:anchorId="5A32F48F" wp14:editId="6FDCF813">
                <wp:simplePos x="0" y="0"/>
                <wp:positionH relativeFrom="column">
                  <wp:posOffset>-382905</wp:posOffset>
                </wp:positionH>
                <wp:positionV relativeFrom="paragraph">
                  <wp:posOffset>137795</wp:posOffset>
                </wp:positionV>
                <wp:extent cx="6771640" cy="8437880"/>
                <wp:effectExtent l="0" t="0" r="10795" b="20955"/>
                <wp:wrapNone/>
                <wp:docPr id="800594589" name="矩形 4"/>
                <wp:cNvGraphicFramePr/>
                <a:graphic xmlns:a="http://schemas.openxmlformats.org/drawingml/2006/main">
                  <a:graphicData uri="http://schemas.microsoft.com/office/word/2010/wordprocessingShape">
                    <wps:wsp>
                      <wps:cNvSpPr/>
                      <wps:spPr>
                        <a:xfrm>
                          <a:off x="0" y="0"/>
                          <a:ext cx="6771483" cy="8437773"/>
                        </a:xfrm>
                        <a:prstGeom prst="rect">
                          <a:avLst/>
                        </a:prstGeom>
                        <a:noFill/>
                        <a:ln w="127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5541CA42" id="矩形 4" o:spid="_x0000_s1026" style="position:absolute;margin-left:-30.15pt;margin-top:10.85pt;width:533.2pt;height:664.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" filled="f" strokecolor="#09101d [484]" strokeweight="1pt"/>
            </w:pict>
          </mc:Fallback>
        </mc:AlternateContent>
      </w:r>
    </w:p>
    <w:p w14:paraId="4618FC44" w14:textId="77777777" w:rsidR="00E32E62" w:rsidRDefault="005E555A">
      <w:pPr>
        <w:spacing w:before="63"/>
        <w:ind w:left="4055"/>
        <w:rPr>
          <w:rFonts w:ascii="黑体" w:eastAsia="黑体" w:hAnsi="黑体" w:hint="eastAsia"/>
          <w:sz w:val="32"/>
          <w:szCs w:val="32"/>
        </w:rPr>
      </w:pPr>
      <w:r>
        <w:rPr>
          <w:rFonts w:ascii="黑体" w:eastAsia="黑体" w:hAnsi="黑体" w:hint="eastAsia"/>
          <w:spacing w:val="-10"/>
          <w:sz w:val="32"/>
          <w:szCs w:val="32"/>
        </w:rPr>
        <w:t>撰</w:t>
      </w:r>
      <w:r>
        <w:rPr>
          <w:rFonts w:ascii="黑体" w:eastAsia="黑体" w:hAnsi="黑体" w:hint="eastAsia"/>
          <w:spacing w:val="70"/>
          <w:sz w:val="32"/>
          <w:szCs w:val="32"/>
        </w:rPr>
        <w:t xml:space="preserve"> </w:t>
      </w:r>
      <w:r>
        <w:rPr>
          <w:rFonts w:ascii="黑体" w:eastAsia="黑体" w:hAnsi="黑体" w:hint="eastAsia"/>
          <w:spacing w:val="-10"/>
          <w:sz w:val="32"/>
          <w:szCs w:val="32"/>
        </w:rPr>
        <w:t>写</w:t>
      </w:r>
      <w:r>
        <w:rPr>
          <w:rFonts w:ascii="黑体" w:eastAsia="黑体" w:hAnsi="黑体" w:hint="eastAsia"/>
          <w:spacing w:val="66"/>
          <w:sz w:val="32"/>
          <w:szCs w:val="32"/>
        </w:rPr>
        <w:t xml:space="preserve"> </w:t>
      </w:r>
      <w:r>
        <w:rPr>
          <w:rFonts w:ascii="黑体" w:eastAsia="黑体" w:hAnsi="黑体" w:hint="eastAsia"/>
          <w:spacing w:val="-10"/>
          <w:sz w:val="32"/>
          <w:szCs w:val="32"/>
        </w:rPr>
        <w:t>说</w:t>
      </w:r>
      <w:r>
        <w:rPr>
          <w:rFonts w:ascii="黑体" w:eastAsia="黑体" w:hAnsi="黑体" w:hint="eastAsia"/>
          <w:spacing w:val="81"/>
          <w:sz w:val="32"/>
          <w:szCs w:val="32"/>
        </w:rPr>
        <w:t xml:space="preserve"> </w:t>
      </w:r>
      <w:r>
        <w:rPr>
          <w:rFonts w:ascii="黑体" w:eastAsia="黑体" w:hAnsi="黑体" w:hint="eastAsia"/>
          <w:spacing w:val="-10"/>
          <w:sz w:val="32"/>
          <w:szCs w:val="32"/>
        </w:rPr>
        <w:t>明</w:t>
      </w:r>
    </w:p>
    <w:p w14:paraId="47928CCD" w14:textId="77777777" w:rsidR="00E32E62" w:rsidRDefault="005E555A">
      <w:pPr>
        <w:pStyle w:val="afffff5"/>
        <w:spacing w:beforeLines="50" w:before="120"/>
        <w:ind w:firstLine="560"/>
        <w:rPr>
          <w:szCs w:val="21"/>
        </w:rPr>
      </w:pPr>
      <w:r>
        <w:rPr>
          <w:rFonts w:hint="eastAsia"/>
          <w:sz w:val="28"/>
          <w:szCs w:val="28"/>
        </w:rPr>
        <w:t>一、</w:t>
      </w:r>
      <w:r>
        <w:rPr>
          <w:rFonts w:hint="eastAsia"/>
          <w:szCs w:val="21"/>
        </w:rPr>
        <w:t>报告格式说明</w:t>
      </w:r>
    </w:p>
    <w:p w14:paraId="5C3074FB" w14:textId="77777777" w:rsidR="00E32E62" w:rsidRDefault="005E555A">
      <w:pPr>
        <w:pStyle w:val="afffff5"/>
        <w:spacing w:beforeLines="50" w:before="120"/>
        <w:ind w:firstLine="420"/>
        <w:rPr>
          <w:szCs w:val="21"/>
        </w:rPr>
      </w:pPr>
      <w:r>
        <w:rPr>
          <w:rFonts w:hint="eastAsia"/>
          <w:szCs w:val="21"/>
        </w:rPr>
        <w:t>本报告采用A4纸，左、右页边距为28</w:t>
      </w:r>
      <w:r>
        <w:rPr>
          <w:rFonts w:hint="eastAsia"/>
          <w:szCs w:val="21"/>
          <w:vertAlign w:val="superscript"/>
        </w:rPr>
        <w:t xml:space="preserve"> </w:t>
      </w:r>
      <w:r>
        <w:rPr>
          <w:rFonts w:hint="eastAsia"/>
          <w:szCs w:val="21"/>
        </w:rPr>
        <w:t>mm，上、下页边距为30</w:t>
      </w:r>
      <w:r>
        <w:rPr>
          <w:rFonts w:hint="eastAsia"/>
          <w:szCs w:val="21"/>
          <w:vertAlign w:val="superscript"/>
        </w:rPr>
        <w:t xml:space="preserve"> </w:t>
      </w:r>
      <w:r>
        <w:rPr>
          <w:rFonts w:hint="eastAsia"/>
          <w:szCs w:val="21"/>
        </w:rPr>
        <w:t>mm，正文五号宋体，1.5倍行距。每栏的大小，可随内容调整。</w:t>
      </w:r>
    </w:p>
    <w:p w14:paraId="4A049939" w14:textId="77777777" w:rsidR="00E32E62" w:rsidRDefault="005E555A">
      <w:pPr>
        <w:pStyle w:val="afffff5"/>
        <w:spacing w:beforeLines="50" w:before="120"/>
        <w:ind w:firstLine="420"/>
        <w:rPr>
          <w:szCs w:val="21"/>
        </w:rPr>
      </w:pPr>
      <w:r>
        <w:rPr>
          <w:rFonts w:hint="eastAsia"/>
          <w:szCs w:val="21"/>
        </w:rPr>
        <w:t>二、报告内容应当打印；签字使用钢笔或者炭素笔。</w:t>
      </w:r>
    </w:p>
    <w:p w14:paraId="2D7709F5" w14:textId="77777777" w:rsidR="00E32E62" w:rsidRDefault="005E555A">
      <w:pPr>
        <w:pStyle w:val="afffff5"/>
        <w:spacing w:beforeLines="50" w:before="120"/>
        <w:ind w:firstLine="420"/>
        <w:rPr>
          <w:szCs w:val="21"/>
        </w:rPr>
      </w:pPr>
      <w:r>
        <w:rPr>
          <w:rFonts w:hint="eastAsia"/>
          <w:szCs w:val="21"/>
        </w:rPr>
        <w:t>三、应用研究成果类型分为：（1）应用技术成果；（2）软科学研究成果；（3）人文社会科学成果。</w:t>
      </w:r>
    </w:p>
    <w:p w14:paraId="4AC5C535" w14:textId="77777777" w:rsidR="00E32E62" w:rsidRDefault="005E555A">
      <w:pPr>
        <w:pStyle w:val="afffff5"/>
        <w:spacing w:beforeLines="50" w:before="120"/>
        <w:ind w:firstLine="420"/>
        <w:rPr>
          <w:szCs w:val="21"/>
        </w:rPr>
      </w:pPr>
      <w:r>
        <w:rPr>
          <w:rFonts w:hint="eastAsia"/>
          <w:szCs w:val="21"/>
        </w:rPr>
        <w:t>四、主要文件和技术资料：委托方向评价机构提交的主要文件和技术资料，以及评价机构在评价中所依据的其他文件、技术资料和标准等，包括但不限于技术报告、检测报告、技术标准和技术条件、查新报告、核心技术指标说明、应用研究类科技成果带来的经济效益证明、具备投融资和融资价值证明等。</w:t>
      </w:r>
    </w:p>
    <w:p w14:paraId="202B6DDA" w14:textId="77777777" w:rsidR="00E32E62" w:rsidRDefault="005E555A">
      <w:pPr>
        <w:pStyle w:val="afffff5"/>
        <w:spacing w:beforeLines="50" w:before="120"/>
        <w:ind w:firstLine="420"/>
        <w:rPr>
          <w:szCs w:val="21"/>
        </w:rPr>
      </w:pPr>
      <w:r>
        <w:rPr>
          <w:rFonts w:hint="eastAsia"/>
          <w:szCs w:val="21"/>
        </w:rPr>
        <w:t>五、评价机构对其做出的评价结论负责。评价结论属咨询意见，供使用者参考。在征得评价委托方和成果完成单位同意后，评价结论、评价机构名称和咨询专家名单一般应以适当方式公开。</w:t>
      </w:r>
    </w:p>
    <w:p w14:paraId="3D2217BE" w14:textId="77777777" w:rsidR="00E32E62" w:rsidRDefault="005E555A">
      <w:pPr>
        <w:pStyle w:val="afffff5"/>
        <w:spacing w:beforeLines="50" w:before="120"/>
        <w:ind w:firstLine="420"/>
        <w:rPr>
          <w:szCs w:val="21"/>
        </w:rPr>
      </w:pPr>
      <w:r>
        <w:rPr>
          <w:rFonts w:hint="eastAsia"/>
          <w:szCs w:val="21"/>
        </w:rPr>
        <w:t>六、本报告中，凡是当事人约定认为无需填写的条款，在该条款填写的空白处划（/）表示。</w:t>
      </w:r>
    </w:p>
    <w:p w14:paraId="5FF59BCE" w14:textId="77777777" w:rsidR="00E32E62" w:rsidRDefault="00E32E62">
      <w:pPr>
        <w:spacing w:before="63"/>
        <w:ind w:left="434"/>
      </w:pPr>
    </w:p>
    <w:p w14:paraId="6C67081F" w14:textId="77777777" w:rsidR="00E32E62" w:rsidRDefault="005E555A">
      <w:pPr>
        <w:widowControl/>
        <w:adjustRightInd/>
        <w:spacing w:line="240" w:lineRule="auto"/>
        <w:jc w:val="left"/>
      </w:pPr>
      <w:r>
        <w:br w:type="page"/>
      </w:r>
    </w:p>
    <w:p w14:paraId="47AF88BE" w14:textId="77777777" w:rsidR="00E32E62" w:rsidRDefault="005E555A">
      <w:pPr>
        <w:spacing w:before="63"/>
        <w:ind w:left="4055"/>
        <w:rPr>
          <w:rFonts w:ascii="黑体" w:eastAsia="黑体" w:hAnsi="黑体" w:hint="eastAsia"/>
          <w:spacing w:val="-10"/>
          <w:sz w:val="32"/>
          <w:szCs w:val="32"/>
        </w:rPr>
      </w:pPr>
      <w:r>
        <w:rPr>
          <w:rFonts w:ascii="黑体" w:eastAsia="黑体" w:hAnsi="黑体" w:hint="eastAsia"/>
          <w:noProof/>
          <w:spacing w:val="-10"/>
          <w:sz w:val="32"/>
          <w:szCs w:val="32"/>
        </w:rPr>
        <w:lastRenderedPageBreak/>
        <mc:AlternateContent>
          <mc:Choice Requires="wps">
            <w:drawing>
              <wp:anchor distT="0" distB="0" distL="114300" distR="114300" simplePos="0" relativeHeight="251662336" behindDoc="0" locked="0" layoutInCell="1" allowOverlap="1" wp14:anchorId="0B25E0D9" wp14:editId="472FA6B2">
                <wp:simplePos x="0" y="0"/>
                <wp:positionH relativeFrom="column">
                  <wp:posOffset>-334010</wp:posOffset>
                </wp:positionH>
                <wp:positionV relativeFrom="paragraph">
                  <wp:posOffset>144145</wp:posOffset>
                </wp:positionV>
                <wp:extent cx="6771640" cy="8437880"/>
                <wp:effectExtent l="0" t="0" r="10795" b="20955"/>
                <wp:wrapNone/>
                <wp:docPr id="2123300434" name="矩形 4"/>
                <wp:cNvGraphicFramePr/>
                <a:graphic xmlns:a="http://schemas.openxmlformats.org/drawingml/2006/main">
                  <a:graphicData uri="http://schemas.microsoft.com/office/word/2010/wordprocessingShape">
                    <wps:wsp>
                      <wps:cNvSpPr/>
                      <wps:spPr>
                        <a:xfrm>
                          <a:off x="0" y="0"/>
                          <a:ext cx="6771483" cy="8437773"/>
                        </a:xfrm>
                        <a:prstGeom prst="rect">
                          <a:avLst/>
                        </a:prstGeom>
                        <a:noFill/>
                        <a:ln w="127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280D6FC0" id="矩形 4" o:spid="_x0000_s1026" style="position:absolute;margin-left:-26.3pt;margin-top:11.35pt;width:533.2pt;height:664.4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" filled="f" strokecolor="#09101d [484]" strokeweight="1pt"/>
            </w:pict>
          </mc:Fallback>
        </mc:AlternateContent>
      </w:r>
    </w:p>
    <w:p w14:paraId="341DC80D" w14:textId="77777777" w:rsidR="00E32E62" w:rsidRDefault="005E555A">
      <w:pPr>
        <w:spacing w:before="63"/>
        <w:ind w:left="4055"/>
        <w:rPr>
          <w:rFonts w:ascii="黑体" w:eastAsia="黑体" w:hAnsi="黑体" w:hint="eastAsia"/>
          <w:spacing w:val="-10"/>
          <w:sz w:val="32"/>
          <w:szCs w:val="32"/>
        </w:rPr>
      </w:pPr>
      <w:r>
        <w:rPr>
          <w:rFonts w:ascii="黑体" w:eastAsia="黑体" w:hAnsi="黑体" w:hint="eastAsia"/>
          <w:spacing w:val="-10"/>
          <w:sz w:val="32"/>
          <w:szCs w:val="32"/>
        </w:rPr>
        <w:t>摘 要（可选）</w:t>
      </w:r>
    </w:p>
    <w:p w14:paraId="75906B31" w14:textId="77777777" w:rsidR="00E32E62" w:rsidRDefault="005E555A">
      <w:pPr>
        <w:spacing w:beforeLines="50" w:before="120" w:line="360" w:lineRule="auto"/>
        <w:ind w:firstLineChars="200" w:firstLine="380"/>
        <w:rPr>
          <w:rFonts w:ascii="宋体" w:hAnsi="宋体" w:hint="eastAsia"/>
          <w:spacing w:val="-10"/>
        </w:rPr>
      </w:pPr>
      <w:r>
        <w:rPr>
          <w:rFonts w:ascii="宋体" w:hAnsi="宋体" w:hint="eastAsia"/>
          <w:spacing w:val="-10"/>
        </w:rPr>
        <w:t>摘要应简明扼要，篇幅一般1～3页，段落一般分3部分，包括综合评价结论、科技成果概述、5个指标体系评价、专家咨询意见、附件。</w:t>
      </w:r>
    </w:p>
    <w:p w14:paraId="406D3A26" w14:textId="77777777" w:rsidR="00E32E62" w:rsidRDefault="005E555A">
      <w:pPr>
        <w:spacing w:beforeLines="50" w:before="120" w:line="360" w:lineRule="auto"/>
        <w:rPr>
          <w:rFonts w:ascii="宋体" w:hAnsi="宋体" w:hint="eastAsia"/>
          <w:spacing w:val="-10"/>
        </w:rPr>
      </w:pPr>
      <w:r>
        <w:rPr>
          <w:rFonts w:ascii="宋体" w:hAnsi="宋体" w:hint="eastAsia"/>
          <w:spacing w:val="-10"/>
        </w:rPr>
        <w:t>一、综合评价结论</w:t>
      </w:r>
    </w:p>
    <w:p w14:paraId="395CADAE" w14:textId="77777777" w:rsidR="00E32E62" w:rsidRDefault="005E555A">
      <w:pPr>
        <w:spacing w:beforeLines="50" w:before="120" w:line="360" w:lineRule="auto"/>
        <w:rPr>
          <w:rFonts w:ascii="宋体" w:hAnsi="宋体" w:hint="eastAsia"/>
          <w:spacing w:val="-10"/>
        </w:rPr>
      </w:pPr>
      <w:r>
        <w:rPr>
          <w:rFonts w:ascii="宋体" w:hAnsi="宋体" w:hint="eastAsia"/>
          <w:spacing w:val="-10"/>
        </w:rPr>
        <w:t>二、科技成果概述</w:t>
      </w:r>
    </w:p>
    <w:p w14:paraId="337FB8F0" w14:textId="77777777" w:rsidR="00E32E62" w:rsidRDefault="005E555A">
      <w:pPr>
        <w:spacing w:beforeLines="50" w:before="120" w:line="360" w:lineRule="auto"/>
        <w:rPr>
          <w:rFonts w:ascii="宋体" w:hAnsi="宋体" w:hint="eastAsia"/>
          <w:spacing w:val="-10"/>
        </w:rPr>
      </w:pPr>
      <w:r>
        <w:rPr>
          <w:rFonts w:ascii="宋体" w:hAnsi="宋体" w:hint="eastAsia"/>
          <w:spacing w:val="-10"/>
        </w:rPr>
        <w:t>三、5个指标体系评价</w:t>
      </w:r>
    </w:p>
    <w:p w14:paraId="45E6A907" w14:textId="77777777" w:rsidR="00E32E62" w:rsidRDefault="005E555A">
      <w:pPr>
        <w:spacing w:beforeLines="50" w:before="120" w:line="360" w:lineRule="auto"/>
        <w:ind w:firstLineChars="200" w:firstLine="380"/>
        <w:rPr>
          <w:rFonts w:ascii="宋体" w:hAnsi="宋体" w:hint="eastAsia"/>
          <w:spacing w:val="-10"/>
        </w:rPr>
      </w:pPr>
      <w:r>
        <w:rPr>
          <w:rFonts w:ascii="宋体" w:hAnsi="宋体" w:hint="eastAsia"/>
          <w:spacing w:val="-10"/>
        </w:rPr>
        <w:t>按顺序列出5个指标评价：1.技术价值：技术成熟度、技术创新度、技术先进度；2.经济价值显现度；3.转化推广潜力；4.投融资价值；5.社会和文化价值）得出的正面结论、发现的负面问题。必要时，简要陈述关键证据。</w:t>
      </w:r>
    </w:p>
    <w:p w14:paraId="3CEF4337" w14:textId="77777777" w:rsidR="00E32E62" w:rsidRDefault="005E555A">
      <w:pPr>
        <w:spacing w:beforeLines="50" w:before="120" w:line="360" w:lineRule="auto"/>
        <w:rPr>
          <w:rFonts w:ascii="宋体" w:hAnsi="宋体" w:hint="eastAsia"/>
          <w:spacing w:val="-10"/>
        </w:rPr>
      </w:pPr>
      <w:r>
        <w:rPr>
          <w:rFonts w:ascii="宋体" w:hAnsi="宋体" w:hint="eastAsia"/>
          <w:spacing w:val="-10"/>
        </w:rPr>
        <w:t>四、专家咨询意见</w:t>
      </w:r>
    </w:p>
    <w:p w14:paraId="41F26E5F" w14:textId="77777777" w:rsidR="00E32E62" w:rsidRDefault="005E555A">
      <w:pPr>
        <w:spacing w:beforeLines="50" w:before="120" w:line="360" w:lineRule="auto"/>
        <w:ind w:firstLineChars="200" w:firstLine="380"/>
        <w:rPr>
          <w:rFonts w:ascii="宋体" w:hAnsi="宋体" w:hint="eastAsia"/>
          <w:spacing w:val="-10"/>
        </w:rPr>
      </w:pPr>
      <w:r>
        <w:rPr>
          <w:rFonts w:ascii="宋体" w:hAnsi="宋体" w:hint="eastAsia"/>
          <w:spacing w:val="-10"/>
        </w:rPr>
        <w:t>按顺序列出评价建议。</w:t>
      </w:r>
    </w:p>
    <w:p w14:paraId="0C8100BE" w14:textId="77777777" w:rsidR="00E32E62" w:rsidRDefault="00E32E62">
      <w:pPr>
        <w:spacing w:beforeLines="50" w:before="120" w:line="360" w:lineRule="auto"/>
        <w:ind w:firstLineChars="200" w:firstLine="380"/>
        <w:rPr>
          <w:rFonts w:ascii="宋体" w:hAnsi="宋体" w:hint="eastAsia"/>
          <w:spacing w:val="-10"/>
        </w:rPr>
      </w:pPr>
    </w:p>
    <w:p w14:paraId="4C061E6A" w14:textId="77777777" w:rsidR="00E32E62" w:rsidRDefault="00E32E62">
      <w:pPr>
        <w:spacing w:before="63"/>
        <w:ind w:left="4055"/>
        <w:rPr>
          <w:rFonts w:ascii="黑体" w:eastAsia="黑体" w:hAnsi="黑体" w:hint="eastAsia"/>
          <w:spacing w:val="-10"/>
          <w:sz w:val="32"/>
          <w:szCs w:val="32"/>
        </w:rPr>
      </w:pPr>
    </w:p>
    <w:p w14:paraId="21C9947D" w14:textId="77777777" w:rsidR="00E32E62" w:rsidRDefault="00E32E62">
      <w:pPr>
        <w:spacing w:before="63"/>
        <w:ind w:left="4055"/>
        <w:rPr>
          <w:rFonts w:ascii="黑体" w:eastAsia="黑体" w:hAnsi="黑体" w:hint="eastAsia"/>
          <w:spacing w:val="-10"/>
          <w:sz w:val="32"/>
          <w:szCs w:val="32"/>
        </w:rPr>
      </w:pPr>
    </w:p>
    <w:p w14:paraId="4D5239EE" w14:textId="77777777" w:rsidR="00E32E62" w:rsidRDefault="005E555A">
      <w:pPr>
        <w:widowControl/>
        <w:adjustRightInd/>
        <w:spacing w:line="240" w:lineRule="auto"/>
        <w:jc w:val="left"/>
      </w:pPr>
      <w:r>
        <w:br w:type="page"/>
      </w:r>
    </w:p>
    <w:p w14:paraId="668533FA" w14:textId="77777777" w:rsidR="00E32E62" w:rsidRDefault="005E555A">
      <w:pPr>
        <w:spacing w:before="63"/>
        <w:ind w:left="4055"/>
        <w:rPr>
          <w:rFonts w:ascii="黑体" w:eastAsia="黑体" w:hAnsi="黑体" w:hint="eastAsia"/>
          <w:spacing w:val="-10"/>
          <w:sz w:val="32"/>
          <w:szCs w:val="32"/>
        </w:rPr>
      </w:pPr>
      <w:r>
        <w:rPr>
          <w:rFonts w:ascii="黑体" w:eastAsia="黑体" w:hAnsi="黑体" w:hint="eastAsia"/>
          <w:noProof/>
          <w:spacing w:val="-10"/>
          <w:sz w:val="32"/>
          <w:szCs w:val="32"/>
        </w:rPr>
        <w:lastRenderedPageBreak/>
        <mc:AlternateContent>
          <mc:Choice Requires="wps">
            <w:drawing>
              <wp:anchor distT="0" distB="0" distL="114300" distR="114300" simplePos="0" relativeHeight="251663360" behindDoc="0" locked="0" layoutInCell="1" allowOverlap="1" wp14:anchorId="0A1AC78B" wp14:editId="4065E0E9">
                <wp:simplePos x="0" y="0"/>
                <wp:positionH relativeFrom="column">
                  <wp:posOffset>-334010</wp:posOffset>
                </wp:positionH>
                <wp:positionV relativeFrom="paragraph">
                  <wp:posOffset>144145</wp:posOffset>
                </wp:positionV>
                <wp:extent cx="6771640" cy="8437880"/>
                <wp:effectExtent l="0" t="0" r="10795" b="20955"/>
                <wp:wrapNone/>
                <wp:docPr id="928796758" name="矩形 4"/>
                <wp:cNvGraphicFramePr/>
                <a:graphic xmlns:a="http://schemas.openxmlformats.org/drawingml/2006/main">
                  <a:graphicData uri="http://schemas.microsoft.com/office/word/2010/wordprocessingShape">
                    <wps:wsp>
                      <wps:cNvSpPr/>
                      <wps:spPr>
                        <a:xfrm>
                          <a:off x="0" y="0"/>
                          <a:ext cx="6771483" cy="8437773"/>
                        </a:xfrm>
                        <a:prstGeom prst="rect">
                          <a:avLst/>
                        </a:prstGeom>
                        <a:noFill/>
                        <a:ln w="127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0F54E56A" id="矩形 4" o:spid="_x0000_s1026" style="position:absolute;margin-left:-26.3pt;margin-top:11.35pt;width:533.2pt;height:664.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" filled="f" strokecolor="#09101d [484]" strokeweight="1pt"/>
            </w:pict>
          </mc:Fallback>
        </mc:AlternateContent>
      </w:r>
    </w:p>
    <w:p w14:paraId="1F27F9D4" w14:textId="77777777" w:rsidR="00E32E62" w:rsidRDefault="005E555A">
      <w:pPr>
        <w:spacing w:before="63"/>
        <w:ind w:left="4055"/>
        <w:rPr>
          <w:rFonts w:ascii="黑体" w:eastAsia="黑体" w:hAnsi="黑体" w:hint="eastAsia"/>
          <w:spacing w:val="-10"/>
          <w:sz w:val="32"/>
          <w:szCs w:val="32"/>
        </w:rPr>
      </w:pPr>
      <w:r>
        <w:rPr>
          <w:rFonts w:ascii="黑体" w:eastAsia="黑体" w:hAnsi="黑体" w:hint="eastAsia"/>
          <w:spacing w:val="-10"/>
          <w:sz w:val="32"/>
          <w:szCs w:val="32"/>
        </w:rPr>
        <w:t>目 录</w:t>
      </w:r>
    </w:p>
    <w:p w14:paraId="5BA80518" w14:textId="77777777" w:rsidR="00E32E62" w:rsidRDefault="005E555A">
      <w:pPr>
        <w:spacing w:beforeLines="50" w:before="120" w:line="360" w:lineRule="auto"/>
        <w:rPr>
          <w:rFonts w:ascii="宋体" w:hAnsi="宋体" w:hint="eastAsia"/>
          <w:spacing w:val="-10"/>
        </w:rPr>
      </w:pPr>
      <w:r>
        <w:rPr>
          <w:rFonts w:ascii="宋体" w:hAnsi="宋体" w:hint="eastAsia"/>
          <w:spacing w:val="-10"/>
        </w:rPr>
        <w:t>一、一级标题                                                                                                1</w:t>
      </w:r>
    </w:p>
    <w:p w14:paraId="57D843B5" w14:textId="77777777" w:rsidR="00E32E62" w:rsidRDefault="005E555A">
      <w:pPr>
        <w:spacing w:beforeLines="50" w:before="120" w:line="360" w:lineRule="auto"/>
        <w:rPr>
          <w:rFonts w:ascii="宋体" w:hAnsi="宋体" w:hint="eastAsia"/>
          <w:spacing w:val="-10"/>
        </w:rPr>
      </w:pPr>
      <w:r>
        <w:rPr>
          <w:rFonts w:ascii="宋体" w:hAnsi="宋体" w:hint="eastAsia"/>
          <w:spacing w:val="-10"/>
        </w:rPr>
        <w:t>（一）二级标题                                                                                             1</w:t>
      </w:r>
    </w:p>
    <w:p w14:paraId="1EAA565D" w14:textId="77777777" w:rsidR="00E32E62" w:rsidRDefault="005E555A">
      <w:pPr>
        <w:spacing w:beforeLines="50" w:before="120" w:line="360" w:lineRule="auto"/>
        <w:ind w:firstLineChars="200" w:firstLine="380"/>
        <w:rPr>
          <w:rFonts w:ascii="宋体" w:hAnsi="宋体" w:hint="eastAsia"/>
          <w:spacing w:val="-10"/>
        </w:rPr>
      </w:pPr>
      <w:r>
        <w:rPr>
          <w:rFonts w:ascii="宋体" w:hAnsi="宋体" w:hint="eastAsia"/>
          <w:spacing w:val="-10"/>
        </w:rPr>
        <w:t>1.三级标题                                                                                             1</w:t>
      </w:r>
    </w:p>
    <w:p w14:paraId="07BFFEF0" w14:textId="77777777" w:rsidR="00E32E62" w:rsidRDefault="00E32E62">
      <w:pPr>
        <w:pStyle w:val="ac"/>
        <w:ind w:firstLine="360"/>
      </w:pPr>
    </w:p>
    <w:p w14:paraId="6BA3E5CC" w14:textId="77777777" w:rsidR="00E32E62" w:rsidRDefault="005E555A">
      <w:pPr>
        <w:pStyle w:val="afffffffffa"/>
        <w:numPr>
          <w:ilvl w:val="0"/>
          <w:numId w:val="38"/>
        </w:numPr>
        <w:spacing w:line="360" w:lineRule="auto"/>
        <w:ind w:firstLineChars="0"/>
        <w:rPr>
          <w:sz w:val="21"/>
          <w:szCs w:val="21"/>
        </w:rPr>
      </w:pPr>
      <w:r>
        <w:rPr>
          <w:rFonts w:hint="eastAsia"/>
          <w:sz w:val="21"/>
          <w:szCs w:val="21"/>
        </w:rPr>
        <w:t>综合评价结论</w:t>
      </w:r>
    </w:p>
    <w:p w14:paraId="09B3AE30" w14:textId="77777777" w:rsidR="00E32E62" w:rsidRDefault="005E555A">
      <w:pPr>
        <w:pStyle w:val="afffffffffa"/>
        <w:numPr>
          <w:ilvl w:val="0"/>
          <w:numId w:val="38"/>
        </w:numPr>
        <w:spacing w:line="360" w:lineRule="auto"/>
        <w:ind w:firstLineChars="0"/>
        <w:rPr>
          <w:sz w:val="21"/>
          <w:szCs w:val="21"/>
        </w:rPr>
      </w:pPr>
      <w:r>
        <w:rPr>
          <w:rFonts w:hint="eastAsia"/>
          <w:sz w:val="21"/>
          <w:szCs w:val="21"/>
        </w:rPr>
        <w:t>科技成果概述</w:t>
      </w:r>
    </w:p>
    <w:p w14:paraId="4D2E0A47" w14:textId="77777777" w:rsidR="00E32E62" w:rsidRDefault="005E555A">
      <w:pPr>
        <w:pStyle w:val="afffffffffa"/>
        <w:numPr>
          <w:ilvl w:val="0"/>
          <w:numId w:val="38"/>
        </w:numPr>
        <w:spacing w:line="360" w:lineRule="auto"/>
        <w:ind w:firstLineChars="0"/>
        <w:rPr>
          <w:sz w:val="21"/>
          <w:szCs w:val="21"/>
        </w:rPr>
      </w:pPr>
      <w:r>
        <w:rPr>
          <w:rFonts w:hint="eastAsia"/>
          <w:sz w:val="21"/>
          <w:szCs w:val="21"/>
        </w:rPr>
        <w:t>技术成熟度评价</w:t>
      </w:r>
    </w:p>
    <w:p w14:paraId="7A4D3163" w14:textId="77777777" w:rsidR="00E32E62" w:rsidRDefault="005E555A">
      <w:pPr>
        <w:pStyle w:val="afffffffffa"/>
        <w:numPr>
          <w:ilvl w:val="0"/>
          <w:numId w:val="38"/>
        </w:numPr>
        <w:spacing w:line="360" w:lineRule="auto"/>
        <w:ind w:firstLineChars="0"/>
        <w:rPr>
          <w:sz w:val="21"/>
          <w:szCs w:val="21"/>
        </w:rPr>
      </w:pPr>
      <w:r>
        <w:rPr>
          <w:rFonts w:hint="eastAsia"/>
          <w:sz w:val="21"/>
          <w:szCs w:val="21"/>
        </w:rPr>
        <w:t>技术创新度评价</w:t>
      </w:r>
    </w:p>
    <w:p w14:paraId="7E6C9CDF" w14:textId="77777777" w:rsidR="00E32E62" w:rsidRDefault="005E555A">
      <w:pPr>
        <w:pStyle w:val="afffffffffa"/>
        <w:numPr>
          <w:ilvl w:val="0"/>
          <w:numId w:val="38"/>
        </w:numPr>
        <w:spacing w:line="360" w:lineRule="auto"/>
        <w:ind w:firstLineChars="0"/>
        <w:rPr>
          <w:sz w:val="21"/>
          <w:szCs w:val="21"/>
        </w:rPr>
      </w:pPr>
      <w:r>
        <w:rPr>
          <w:rFonts w:hint="eastAsia"/>
          <w:sz w:val="21"/>
          <w:szCs w:val="21"/>
        </w:rPr>
        <w:t>技术先进度评价</w:t>
      </w:r>
    </w:p>
    <w:p w14:paraId="27CB053C" w14:textId="77777777" w:rsidR="00E32E62" w:rsidRDefault="005E555A">
      <w:pPr>
        <w:pStyle w:val="afffffffffa"/>
        <w:numPr>
          <w:ilvl w:val="0"/>
          <w:numId w:val="38"/>
        </w:numPr>
        <w:spacing w:line="360" w:lineRule="auto"/>
        <w:ind w:firstLineChars="0"/>
        <w:rPr>
          <w:sz w:val="21"/>
          <w:szCs w:val="21"/>
        </w:rPr>
      </w:pPr>
      <w:r>
        <w:rPr>
          <w:rFonts w:hint="eastAsia"/>
          <w:sz w:val="21"/>
          <w:szCs w:val="21"/>
        </w:rPr>
        <w:t>转化推广潜力评价</w:t>
      </w:r>
    </w:p>
    <w:p w14:paraId="329489C4" w14:textId="77777777" w:rsidR="00E32E62" w:rsidRDefault="005E555A">
      <w:pPr>
        <w:pStyle w:val="afffffffffa"/>
        <w:numPr>
          <w:ilvl w:val="0"/>
          <w:numId w:val="38"/>
        </w:numPr>
        <w:spacing w:line="360" w:lineRule="auto"/>
        <w:ind w:firstLineChars="0"/>
        <w:rPr>
          <w:sz w:val="21"/>
          <w:szCs w:val="21"/>
        </w:rPr>
      </w:pPr>
      <w:r>
        <w:rPr>
          <w:rFonts w:hint="eastAsia"/>
          <w:sz w:val="21"/>
          <w:szCs w:val="21"/>
        </w:rPr>
        <w:t>投融资价值评价</w:t>
      </w:r>
    </w:p>
    <w:p w14:paraId="0775FC2C" w14:textId="77777777" w:rsidR="00E32E62" w:rsidRDefault="005E555A">
      <w:pPr>
        <w:pStyle w:val="afffffffffa"/>
        <w:numPr>
          <w:ilvl w:val="0"/>
          <w:numId w:val="38"/>
        </w:numPr>
        <w:spacing w:line="360" w:lineRule="auto"/>
        <w:ind w:firstLineChars="0"/>
        <w:rPr>
          <w:sz w:val="21"/>
          <w:szCs w:val="21"/>
        </w:rPr>
      </w:pPr>
      <w:r>
        <w:rPr>
          <w:rFonts w:hint="eastAsia"/>
          <w:sz w:val="21"/>
          <w:szCs w:val="21"/>
        </w:rPr>
        <w:t>社会和文化价值评价</w:t>
      </w:r>
    </w:p>
    <w:p w14:paraId="5457E0E6" w14:textId="77777777" w:rsidR="00E32E62" w:rsidRDefault="005E555A">
      <w:pPr>
        <w:pStyle w:val="afffffffffa"/>
        <w:numPr>
          <w:ilvl w:val="0"/>
          <w:numId w:val="38"/>
        </w:numPr>
        <w:spacing w:line="360" w:lineRule="auto"/>
        <w:ind w:firstLineChars="0"/>
        <w:rPr>
          <w:sz w:val="21"/>
          <w:szCs w:val="21"/>
        </w:rPr>
      </w:pPr>
      <w:r>
        <w:rPr>
          <w:rFonts w:hint="eastAsia"/>
          <w:sz w:val="21"/>
          <w:szCs w:val="21"/>
        </w:rPr>
        <w:t>专家咨询意见</w:t>
      </w:r>
    </w:p>
    <w:p w14:paraId="4A5BCB3E" w14:textId="77777777" w:rsidR="00E32E62" w:rsidRDefault="005E555A">
      <w:pPr>
        <w:pStyle w:val="afffffffffa"/>
        <w:spacing w:line="360" w:lineRule="auto"/>
        <w:ind w:left="360" w:firstLineChars="0" w:firstLine="0"/>
        <w:rPr>
          <w:sz w:val="21"/>
          <w:szCs w:val="21"/>
        </w:rPr>
      </w:pPr>
      <w:r>
        <w:rPr>
          <w:rFonts w:hint="eastAsia"/>
          <w:sz w:val="21"/>
          <w:szCs w:val="21"/>
        </w:rPr>
        <w:t>十、审查意见</w:t>
      </w:r>
    </w:p>
    <w:p w14:paraId="3E90F4BF" w14:textId="77777777" w:rsidR="00E32E62" w:rsidRDefault="005E555A">
      <w:pPr>
        <w:pStyle w:val="afffffffffa"/>
        <w:spacing w:line="360" w:lineRule="auto"/>
        <w:ind w:left="360" w:firstLineChars="0" w:firstLine="0"/>
        <w:rPr>
          <w:sz w:val="21"/>
          <w:szCs w:val="21"/>
        </w:rPr>
      </w:pPr>
      <w:r>
        <w:rPr>
          <w:rFonts w:hint="eastAsia"/>
          <w:sz w:val="21"/>
          <w:szCs w:val="21"/>
        </w:rPr>
        <w:t>十一、附件</w:t>
      </w:r>
    </w:p>
    <w:p w14:paraId="5A0A1A74" w14:textId="77777777" w:rsidR="00E32E62" w:rsidRDefault="00E32E62">
      <w:pPr>
        <w:widowControl/>
        <w:adjustRightInd/>
        <w:spacing w:line="240" w:lineRule="auto"/>
        <w:jc w:val="left"/>
      </w:pPr>
    </w:p>
    <w:p w14:paraId="50A5B087" w14:textId="77777777" w:rsidR="00E32E62" w:rsidRDefault="005E555A">
      <w:pPr>
        <w:widowControl/>
        <w:adjustRightInd/>
        <w:spacing w:line="240" w:lineRule="auto"/>
        <w:jc w:val="left"/>
      </w:pPr>
      <w:r>
        <w:br w:type="page"/>
      </w:r>
    </w:p>
    <w:p w14:paraId="7F720374" w14:textId="77777777" w:rsidR="00E32E62" w:rsidRDefault="00E32E62">
      <w:pPr>
        <w:widowControl/>
        <w:adjustRightInd/>
        <w:spacing w:line="240" w:lineRule="auto"/>
        <w:jc w:val="left"/>
      </w:pPr>
    </w:p>
    <w:tbl>
      <w:tblPr>
        <w:tblpPr w:leftFromText="180" w:rightFromText="180" w:horzAnchor="margin" w:tblpXSpec="center" w:tblpY="280"/>
        <w:tblW w:w="5000" w:type="pct"/>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ook w:val="04A0" w:firstRow="1" w:lastRow="0" w:firstColumn="1" w:lastColumn="0" w:noHBand="0" w:noVBand="1"/>
      </w:tblPr>
      <w:tblGrid>
        <w:gridCol w:w="696"/>
        <w:gridCol w:w="305"/>
        <w:gridCol w:w="371"/>
        <w:gridCol w:w="622"/>
        <w:gridCol w:w="126"/>
        <w:gridCol w:w="618"/>
        <w:gridCol w:w="603"/>
        <w:gridCol w:w="438"/>
        <w:gridCol w:w="325"/>
        <w:gridCol w:w="19"/>
        <w:gridCol w:w="178"/>
        <w:gridCol w:w="959"/>
        <w:gridCol w:w="98"/>
        <w:gridCol w:w="113"/>
        <w:gridCol w:w="302"/>
        <w:gridCol w:w="672"/>
        <w:gridCol w:w="392"/>
        <w:gridCol w:w="237"/>
        <w:gridCol w:w="710"/>
        <w:gridCol w:w="419"/>
        <w:gridCol w:w="1367"/>
      </w:tblGrid>
      <w:tr w:rsidR="00E32E62" w14:paraId="46D6D008" w14:textId="77777777">
        <w:trPr>
          <w:trHeight w:val="181"/>
        </w:trPr>
        <w:tc>
          <w:tcPr>
            <w:tcW w:w="1041" w:type="pct"/>
            <w:gridSpan w:val="4"/>
            <w:vAlign w:val="center"/>
          </w:tcPr>
          <w:p w14:paraId="53FB863B" w14:textId="77777777" w:rsidR="00E32E62" w:rsidRDefault="005E555A">
            <w:pPr>
              <w:pStyle w:val="afffff5"/>
              <w:ind w:firstLine="420"/>
            </w:pPr>
            <w:r>
              <w:t>成果名称</w:t>
            </w:r>
          </w:p>
        </w:tc>
        <w:tc>
          <w:tcPr>
            <w:tcW w:w="3959" w:type="pct"/>
            <w:gridSpan w:val="17"/>
          </w:tcPr>
          <w:p w14:paraId="73596078" w14:textId="77777777" w:rsidR="00E32E62" w:rsidRDefault="00E32E62">
            <w:pPr>
              <w:pStyle w:val="afffff5"/>
              <w:ind w:firstLine="420"/>
            </w:pPr>
          </w:p>
        </w:tc>
      </w:tr>
      <w:tr w:rsidR="00E32E62" w14:paraId="23FA8A89" w14:textId="77777777">
        <w:trPr>
          <w:trHeight w:val="185"/>
        </w:trPr>
        <w:tc>
          <w:tcPr>
            <w:tcW w:w="1041" w:type="pct"/>
            <w:gridSpan w:val="4"/>
            <w:vAlign w:val="center"/>
          </w:tcPr>
          <w:p w14:paraId="39F7A73C" w14:textId="77777777" w:rsidR="00E32E62" w:rsidRDefault="005E555A">
            <w:pPr>
              <w:pStyle w:val="afffff5"/>
              <w:ind w:firstLine="420"/>
            </w:pPr>
            <w:r>
              <w:t>完成单位</w:t>
            </w:r>
          </w:p>
        </w:tc>
        <w:tc>
          <w:tcPr>
            <w:tcW w:w="3959" w:type="pct"/>
            <w:gridSpan w:val="17"/>
          </w:tcPr>
          <w:p w14:paraId="6CD78AF3" w14:textId="77777777" w:rsidR="00E32E62" w:rsidRDefault="00E32E62">
            <w:pPr>
              <w:pStyle w:val="afffff5"/>
              <w:ind w:firstLine="420"/>
            </w:pPr>
          </w:p>
        </w:tc>
      </w:tr>
      <w:tr w:rsidR="00E32E62" w14:paraId="7A3CECB9" w14:textId="77777777">
        <w:trPr>
          <w:trHeight w:val="220"/>
        </w:trPr>
        <w:tc>
          <w:tcPr>
            <w:tcW w:w="363" w:type="pct"/>
            <w:vMerge w:val="restart"/>
          </w:tcPr>
          <w:p w14:paraId="5DA15FCB" w14:textId="77777777" w:rsidR="00E32E62" w:rsidRDefault="005E555A">
            <w:pPr>
              <w:pStyle w:val="afffff5"/>
              <w:ind w:firstLineChars="0" w:firstLine="0"/>
            </w:pPr>
            <w:r>
              <w:rPr>
                <w:rFonts w:hint="eastAsia"/>
              </w:rPr>
              <w:t>委托方</w:t>
            </w:r>
          </w:p>
        </w:tc>
        <w:tc>
          <w:tcPr>
            <w:tcW w:w="678" w:type="pct"/>
            <w:gridSpan w:val="3"/>
            <w:vAlign w:val="center"/>
          </w:tcPr>
          <w:p w14:paraId="12E4C72A" w14:textId="77777777" w:rsidR="00E32E62" w:rsidRDefault="005E555A">
            <w:pPr>
              <w:pStyle w:val="afffff5"/>
              <w:ind w:firstLineChars="95" w:firstLine="199"/>
            </w:pPr>
            <w:r>
              <w:t>名称</w:t>
            </w:r>
          </w:p>
        </w:tc>
        <w:tc>
          <w:tcPr>
            <w:tcW w:w="3959" w:type="pct"/>
            <w:gridSpan w:val="17"/>
          </w:tcPr>
          <w:p w14:paraId="6DB9569E" w14:textId="77777777" w:rsidR="00E32E62" w:rsidRDefault="00E32E62">
            <w:pPr>
              <w:pStyle w:val="afffff5"/>
              <w:ind w:firstLine="420"/>
            </w:pPr>
          </w:p>
        </w:tc>
      </w:tr>
      <w:tr w:rsidR="00E32E62" w14:paraId="77674641" w14:textId="77777777">
        <w:trPr>
          <w:trHeight w:val="150"/>
        </w:trPr>
        <w:tc>
          <w:tcPr>
            <w:tcW w:w="363" w:type="pct"/>
            <w:vMerge/>
            <w:vAlign w:val="center"/>
          </w:tcPr>
          <w:p w14:paraId="0E5262D5" w14:textId="77777777" w:rsidR="00E32E62" w:rsidRDefault="00E32E62">
            <w:pPr>
              <w:pStyle w:val="afffff5"/>
              <w:ind w:firstLine="420"/>
            </w:pPr>
          </w:p>
        </w:tc>
        <w:tc>
          <w:tcPr>
            <w:tcW w:w="678" w:type="pct"/>
            <w:gridSpan w:val="3"/>
            <w:vAlign w:val="center"/>
          </w:tcPr>
          <w:p w14:paraId="09A62EF8" w14:textId="77777777" w:rsidR="00E32E62" w:rsidRDefault="005E555A">
            <w:pPr>
              <w:pStyle w:val="afffff5"/>
              <w:ind w:firstLineChars="95" w:firstLine="199"/>
            </w:pPr>
            <w:r>
              <w:t>地址</w:t>
            </w:r>
          </w:p>
        </w:tc>
        <w:tc>
          <w:tcPr>
            <w:tcW w:w="3959" w:type="pct"/>
            <w:gridSpan w:val="17"/>
          </w:tcPr>
          <w:p w14:paraId="47648C4D" w14:textId="77777777" w:rsidR="00E32E62" w:rsidRDefault="00E32E62">
            <w:pPr>
              <w:pStyle w:val="afffff5"/>
              <w:ind w:firstLine="420"/>
            </w:pPr>
          </w:p>
        </w:tc>
      </w:tr>
      <w:tr w:rsidR="00E32E62" w14:paraId="78C9D0D7" w14:textId="77777777">
        <w:trPr>
          <w:trHeight w:val="101"/>
        </w:trPr>
        <w:tc>
          <w:tcPr>
            <w:tcW w:w="363" w:type="pct"/>
            <w:vMerge/>
            <w:vAlign w:val="center"/>
          </w:tcPr>
          <w:p w14:paraId="4FFF151D" w14:textId="77777777" w:rsidR="00E32E62" w:rsidRDefault="00E32E62">
            <w:pPr>
              <w:pStyle w:val="afffff5"/>
              <w:ind w:firstLine="420"/>
            </w:pPr>
          </w:p>
        </w:tc>
        <w:tc>
          <w:tcPr>
            <w:tcW w:w="678" w:type="pct"/>
            <w:gridSpan w:val="3"/>
            <w:vAlign w:val="center"/>
          </w:tcPr>
          <w:p w14:paraId="07D9C9CA" w14:textId="77777777" w:rsidR="00E32E62" w:rsidRDefault="005E555A">
            <w:pPr>
              <w:pStyle w:val="afffff5"/>
              <w:ind w:firstLineChars="0" w:firstLine="0"/>
            </w:pPr>
            <w:r>
              <w:t>负责人</w:t>
            </w:r>
          </w:p>
        </w:tc>
        <w:tc>
          <w:tcPr>
            <w:tcW w:w="1113" w:type="pct"/>
            <w:gridSpan w:val="6"/>
          </w:tcPr>
          <w:p w14:paraId="491EEC1A" w14:textId="77777777" w:rsidR="00E32E62" w:rsidRDefault="00E32E62">
            <w:pPr>
              <w:pStyle w:val="afffff5"/>
              <w:ind w:firstLine="420"/>
            </w:pPr>
          </w:p>
        </w:tc>
        <w:tc>
          <w:tcPr>
            <w:tcW w:w="645" w:type="pct"/>
            <w:gridSpan w:val="3"/>
            <w:vAlign w:val="center"/>
          </w:tcPr>
          <w:p w14:paraId="4254713E" w14:textId="77777777" w:rsidR="00E32E62" w:rsidRDefault="005E555A">
            <w:pPr>
              <w:pStyle w:val="afffff5"/>
              <w:ind w:firstLine="420"/>
            </w:pPr>
            <w:r>
              <w:t>电话</w:t>
            </w:r>
          </w:p>
        </w:tc>
        <w:tc>
          <w:tcPr>
            <w:tcW w:w="2201" w:type="pct"/>
            <w:gridSpan w:val="8"/>
          </w:tcPr>
          <w:p w14:paraId="3C894286" w14:textId="77777777" w:rsidR="00E32E62" w:rsidRDefault="00E32E62">
            <w:pPr>
              <w:pStyle w:val="afffff5"/>
              <w:ind w:firstLine="420"/>
            </w:pPr>
          </w:p>
        </w:tc>
      </w:tr>
      <w:tr w:rsidR="00E32E62" w14:paraId="70809B70" w14:textId="77777777">
        <w:trPr>
          <w:trHeight w:val="101"/>
        </w:trPr>
        <w:tc>
          <w:tcPr>
            <w:tcW w:w="363" w:type="pct"/>
            <w:vMerge/>
            <w:vAlign w:val="center"/>
          </w:tcPr>
          <w:p w14:paraId="715DB0DA" w14:textId="77777777" w:rsidR="00E32E62" w:rsidRDefault="00E32E62">
            <w:pPr>
              <w:pStyle w:val="afffff5"/>
              <w:ind w:firstLine="420"/>
            </w:pPr>
          </w:p>
        </w:tc>
        <w:tc>
          <w:tcPr>
            <w:tcW w:w="678" w:type="pct"/>
            <w:gridSpan w:val="3"/>
            <w:vAlign w:val="center"/>
          </w:tcPr>
          <w:p w14:paraId="32569900" w14:textId="77777777" w:rsidR="00E32E62" w:rsidRDefault="005E555A">
            <w:pPr>
              <w:pStyle w:val="afffff5"/>
              <w:ind w:firstLineChars="0" w:firstLine="0"/>
            </w:pPr>
            <w:r>
              <w:t>联系人</w:t>
            </w:r>
          </w:p>
        </w:tc>
        <w:tc>
          <w:tcPr>
            <w:tcW w:w="1113" w:type="pct"/>
            <w:gridSpan w:val="6"/>
          </w:tcPr>
          <w:p w14:paraId="3F386DF1" w14:textId="77777777" w:rsidR="00E32E62" w:rsidRDefault="00E32E62">
            <w:pPr>
              <w:pStyle w:val="afffff5"/>
              <w:ind w:firstLine="420"/>
            </w:pPr>
          </w:p>
        </w:tc>
        <w:tc>
          <w:tcPr>
            <w:tcW w:w="645" w:type="pct"/>
            <w:gridSpan w:val="3"/>
            <w:vAlign w:val="center"/>
          </w:tcPr>
          <w:p w14:paraId="72DE8154" w14:textId="77777777" w:rsidR="00E32E62" w:rsidRDefault="005E555A">
            <w:pPr>
              <w:pStyle w:val="afffff5"/>
              <w:ind w:firstLine="420"/>
            </w:pPr>
            <w:r>
              <w:t>电话</w:t>
            </w:r>
          </w:p>
        </w:tc>
        <w:tc>
          <w:tcPr>
            <w:tcW w:w="2201" w:type="pct"/>
            <w:gridSpan w:val="8"/>
          </w:tcPr>
          <w:p w14:paraId="5D1457FE" w14:textId="77777777" w:rsidR="00E32E62" w:rsidRDefault="00E32E62">
            <w:pPr>
              <w:pStyle w:val="afffff5"/>
              <w:ind w:firstLine="420"/>
            </w:pPr>
          </w:p>
        </w:tc>
      </w:tr>
      <w:tr w:rsidR="00E32E62" w14:paraId="502A5A55" w14:textId="77777777">
        <w:trPr>
          <w:trHeight w:val="101"/>
        </w:trPr>
        <w:tc>
          <w:tcPr>
            <w:tcW w:w="363" w:type="pct"/>
            <w:vMerge/>
            <w:vAlign w:val="center"/>
          </w:tcPr>
          <w:p w14:paraId="10D814AC" w14:textId="77777777" w:rsidR="00E32E62" w:rsidRDefault="00E32E62">
            <w:pPr>
              <w:pStyle w:val="afffff5"/>
              <w:ind w:firstLine="420"/>
            </w:pPr>
          </w:p>
        </w:tc>
        <w:tc>
          <w:tcPr>
            <w:tcW w:w="678" w:type="pct"/>
            <w:gridSpan w:val="3"/>
            <w:vAlign w:val="center"/>
          </w:tcPr>
          <w:p w14:paraId="4C9DBD0F" w14:textId="77777777" w:rsidR="00E32E62" w:rsidRDefault="005E555A">
            <w:pPr>
              <w:pStyle w:val="afffff5"/>
              <w:ind w:firstLineChars="0" w:firstLine="0"/>
            </w:pPr>
            <w:r>
              <w:t>电子信箱</w:t>
            </w:r>
          </w:p>
        </w:tc>
        <w:tc>
          <w:tcPr>
            <w:tcW w:w="3959" w:type="pct"/>
            <w:gridSpan w:val="17"/>
          </w:tcPr>
          <w:p w14:paraId="5A6AD997" w14:textId="77777777" w:rsidR="00E32E62" w:rsidRDefault="00E32E62">
            <w:pPr>
              <w:pStyle w:val="afffff5"/>
              <w:ind w:firstLine="420"/>
            </w:pPr>
          </w:p>
        </w:tc>
      </w:tr>
      <w:tr w:rsidR="00E32E62" w14:paraId="4567736A" w14:textId="77777777">
        <w:trPr>
          <w:trHeight w:val="75"/>
        </w:trPr>
        <w:tc>
          <w:tcPr>
            <w:tcW w:w="363" w:type="pct"/>
            <w:vMerge w:val="restart"/>
          </w:tcPr>
          <w:p w14:paraId="03D85EFA" w14:textId="77777777" w:rsidR="00E32E62" w:rsidRDefault="005E555A">
            <w:pPr>
              <w:pStyle w:val="afffff5"/>
              <w:ind w:firstLineChars="0" w:firstLine="0"/>
            </w:pPr>
            <w:r>
              <w:t>评</w:t>
            </w:r>
            <w:r>
              <w:rPr>
                <w:rFonts w:hint="eastAsia"/>
              </w:rPr>
              <w:t>价</w:t>
            </w:r>
            <w:r>
              <w:t>机构</w:t>
            </w:r>
          </w:p>
        </w:tc>
        <w:tc>
          <w:tcPr>
            <w:tcW w:w="678" w:type="pct"/>
            <w:gridSpan w:val="3"/>
            <w:vAlign w:val="center"/>
          </w:tcPr>
          <w:p w14:paraId="1EC0461C" w14:textId="77777777" w:rsidR="00E32E62" w:rsidRDefault="005E555A">
            <w:pPr>
              <w:pStyle w:val="afffff5"/>
              <w:ind w:firstLineChars="95" w:firstLine="199"/>
            </w:pPr>
            <w:r>
              <w:t>名称</w:t>
            </w:r>
          </w:p>
        </w:tc>
        <w:tc>
          <w:tcPr>
            <w:tcW w:w="3959" w:type="pct"/>
            <w:gridSpan w:val="17"/>
          </w:tcPr>
          <w:p w14:paraId="514E56DE" w14:textId="77777777" w:rsidR="00E32E62" w:rsidRDefault="00E32E62">
            <w:pPr>
              <w:pStyle w:val="afffff5"/>
              <w:ind w:firstLine="420"/>
            </w:pPr>
          </w:p>
        </w:tc>
      </w:tr>
      <w:tr w:rsidR="00E32E62" w14:paraId="524E8AA9" w14:textId="77777777">
        <w:trPr>
          <w:trHeight w:val="132"/>
        </w:trPr>
        <w:tc>
          <w:tcPr>
            <w:tcW w:w="363" w:type="pct"/>
            <w:vMerge/>
            <w:vAlign w:val="center"/>
          </w:tcPr>
          <w:p w14:paraId="2CC39183" w14:textId="77777777" w:rsidR="00E32E62" w:rsidRDefault="00E32E62">
            <w:pPr>
              <w:pStyle w:val="afffff5"/>
              <w:ind w:firstLine="420"/>
            </w:pPr>
          </w:p>
        </w:tc>
        <w:tc>
          <w:tcPr>
            <w:tcW w:w="678" w:type="pct"/>
            <w:gridSpan w:val="3"/>
            <w:vAlign w:val="center"/>
          </w:tcPr>
          <w:p w14:paraId="65B2068F" w14:textId="77777777" w:rsidR="00E32E62" w:rsidRDefault="005E555A">
            <w:pPr>
              <w:pStyle w:val="afffff5"/>
              <w:ind w:firstLineChars="95" w:firstLine="199"/>
            </w:pPr>
            <w:r>
              <w:t>地址</w:t>
            </w:r>
          </w:p>
        </w:tc>
        <w:tc>
          <w:tcPr>
            <w:tcW w:w="3959" w:type="pct"/>
            <w:gridSpan w:val="17"/>
          </w:tcPr>
          <w:p w14:paraId="79B29016" w14:textId="77777777" w:rsidR="00E32E62" w:rsidRDefault="00E32E62">
            <w:pPr>
              <w:pStyle w:val="afffff5"/>
              <w:ind w:firstLine="420"/>
            </w:pPr>
          </w:p>
        </w:tc>
      </w:tr>
      <w:tr w:rsidR="00E32E62" w14:paraId="66CCD019" w14:textId="77777777">
        <w:trPr>
          <w:trHeight w:val="101"/>
        </w:trPr>
        <w:tc>
          <w:tcPr>
            <w:tcW w:w="363" w:type="pct"/>
            <w:vMerge/>
            <w:vAlign w:val="center"/>
          </w:tcPr>
          <w:p w14:paraId="2A2A5A2D" w14:textId="77777777" w:rsidR="00E32E62" w:rsidRDefault="00E32E62">
            <w:pPr>
              <w:pStyle w:val="afffff5"/>
              <w:ind w:firstLine="420"/>
            </w:pPr>
          </w:p>
        </w:tc>
        <w:tc>
          <w:tcPr>
            <w:tcW w:w="678" w:type="pct"/>
            <w:gridSpan w:val="3"/>
            <w:vAlign w:val="center"/>
          </w:tcPr>
          <w:p w14:paraId="35D22F97" w14:textId="77777777" w:rsidR="00E32E62" w:rsidRDefault="005E555A">
            <w:pPr>
              <w:pStyle w:val="afffff5"/>
              <w:ind w:firstLineChars="0" w:firstLine="0"/>
            </w:pPr>
            <w:r>
              <w:t>负责人</w:t>
            </w:r>
          </w:p>
        </w:tc>
        <w:tc>
          <w:tcPr>
            <w:tcW w:w="704" w:type="pct"/>
            <w:gridSpan w:val="3"/>
          </w:tcPr>
          <w:p w14:paraId="5B787305" w14:textId="77777777" w:rsidR="00E32E62" w:rsidRDefault="00E32E62">
            <w:pPr>
              <w:pStyle w:val="afffff5"/>
              <w:ind w:firstLine="420"/>
            </w:pPr>
          </w:p>
        </w:tc>
        <w:tc>
          <w:tcPr>
            <w:tcW w:w="502" w:type="pct"/>
            <w:gridSpan w:val="4"/>
            <w:vAlign w:val="center"/>
          </w:tcPr>
          <w:p w14:paraId="36E16560" w14:textId="77777777" w:rsidR="00E32E62" w:rsidRDefault="005E555A">
            <w:pPr>
              <w:pStyle w:val="afffff5"/>
              <w:ind w:firstLineChars="0" w:firstLine="0"/>
            </w:pPr>
            <w:r>
              <w:t>电话</w:t>
            </w:r>
          </w:p>
        </w:tc>
        <w:tc>
          <w:tcPr>
            <w:tcW w:w="769" w:type="pct"/>
            <w:gridSpan w:val="4"/>
            <w:vAlign w:val="center"/>
          </w:tcPr>
          <w:p w14:paraId="7FFAF68D" w14:textId="77777777" w:rsidR="00E32E62" w:rsidRDefault="00E32E62">
            <w:pPr>
              <w:pStyle w:val="afffff5"/>
              <w:ind w:firstLine="420"/>
            </w:pPr>
          </w:p>
        </w:tc>
        <w:tc>
          <w:tcPr>
            <w:tcW w:w="680" w:type="pct"/>
            <w:gridSpan w:val="3"/>
            <w:vAlign w:val="center"/>
          </w:tcPr>
          <w:p w14:paraId="59D187E4" w14:textId="77777777" w:rsidR="00E32E62" w:rsidRDefault="005E555A">
            <w:pPr>
              <w:pStyle w:val="afffff5"/>
              <w:ind w:firstLine="420"/>
            </w:pPr>
            <w:r>
              <w:t>传真</w:t>
            </w:r>
          </w:p>
        </w:tc>
        <w:tc>
          <w:tcPr>
            <w:tcW w:w="1305" w:type="pct"/>
            <w:gridSpan w:val="3"/>
          </w:tcPr>
          <w:p w14:paraId="56571BA8" w14:textId="77777777" w:rsidR="00E32E62" w:rsidRDefault="00E32E62">
            <w:pPr>
              <w:pStyle w:val="afffff5"/>
              <w:ind w:firstLine="420"/>
            </w:pPr>
          </w:p>
        </w:tc>
      </w:tr>
      <w:tr w:rsidR="00E32E62" w14:paraId="70E74F4F" w14:textId="77777777">
        <w:trPr>
          <w:trHeight w:val="245"/>
        </w:trPr>
        <w:tc>
          <w:tcPr>
            <w:tcW w:w="363" w:type="pct"/>
            <w:vMerge/>
            <w:vAlign w:val="center"/>
          </w:tcPr>
          <w:p w14:paraId="5A5847A4" w14:textId="77777777" w:rsidR="00E32E62" w:rsidRDefault="00E32E62">
            <w:pPr>
              <w:pStyle w:val="afffff5"/>
              <w:ind w:firstLine="420"/>
            </w:pPr>
          </w:p>
        </w:tc>
        <w:tc>
          <w:tcPr>
            <w:tcW w:w="678" w:type="pct"/>
            <w:gridSpan w:val="3"/>
            <w:vAlign w:val="center"/>
          </w:tcPr>
          <w:p w14:paraId="07C14263" w14:textId="77777777" w:rsidR="00E32E62" w:rsidRDefault="005E555A">
            <w:pPr>
              <w:pStyle w:val="afffff5"/>
              <w:ind w:firstLineChars="0" w:firstLine="0"/>
            </w:pPr>
            <w:r>
              <w:t>联系人</w:t>
            </w:r>
          </w:p>
        </w:tc>
        <w:tc>
          <w:tcPr>
            <w:tcW w:w="704" w:type="pct"/>
            <w:gridSpan w:val="3"/>
          </w:tcPr>
          <w:p w14:paraId="1C1C8158" w14:textId="77777777" w:rsidR="00E32E62" w:rsidRDefault="00E32E62">
            <w:pPr>
              <w:pStyle w:val="afffff5"/>
              <w:ind w:firstLine="420"/>
            </w:pPr>
          </w:p>
        </w:tc>
        <w:tc>
          <w:tcPr>
            <w:tcW w:w="502" w:type="pct"/>
            <w:gridSpan w:val="4"/>
            <w:vAlign w:val="center"/>
          </w:tcPr>
          <w:p w14:paraId="0C9ADB59" w14:textId="77777777" w:rsidR="00E32E62" w:rsidRDefault="005E555A">
            <w:pPr>
              <w:pStyle w:val="afffff5"/>
              <w:ind w:firstLineChars="0" w:firstLine="0"/>
            </w:pPr>
            <w:r>
              <w:t>电话</w:t>
            </w:r>
          </w:p>
        </w:tc>
        <w:tc>
          <w:tcPr>
            <w:tcW w:w="769" w:type="pct"/>
            <w:gridSpan w:val="4"/>
            <w:vAlign w:val="center"/>
          </w:tcPr>
          <w:p w14:paraId="2BDD98A9" w14:textId="77777777" w:rsidR="00E32E62" w:rsidRDefault="00E32E62">
            <w:pPr>
              <w:pStyle w:val="afffff5"/>
              <w:ind w:firstLine="420"/>
            </w:pPr>
          </w:p>
        </w:tc>
        <w:tc>
          <w:tcPr>
            <w:tcW w:w="680" w:type="pct"/>
            <w:gridSpan w:val="3"/>
            <w:vAlign w:val="center"/>
          </w:tcPr>
          <w:p w14:paraId="6F364F21" w14:textId="77777777" w:rsidR="00E32E62" w:rsidRDefault="005E555A">
            <w:pPr>
              <w:pStyle w:val="afffff5"/>
              <w:ind w:firstLineChars="0" w:firstLine="0"/>
            </w:pPr>
            <w:r>
              <w:t>邮政编码</w:t>
            </w:r>
          </w:p>
        </w:tc>
        <w:tc>
          <w:tcPr>
            <w:tcW w:w="1305" w:type="pct"/>
            <w:gridSpan w:val="3"/>
          </w:tcPr>
          <w:p w14:paraId="1186869F" w14:textId="77777777" w:rsidR="00E32E62" w:rsidRDefault="00E32E62">
            <w:pPr>
              <w:pStyle w:val="afffff5"/>
              <w:ind w:firstLine="420"/>
            </w:pPr>
          </w:p>
        </w:tc>
      </w:tr>
      <w:tr w:rsidR="00E32E62" w14:paraId="30D6C8A3" w14:textId="77777777">
        <w:trPr>
          <w:trHeight w:val="253"/>
        </w:trPr>
        <w:tc>
          <w:tcPr>
            <w:tcW w:w="363" w:type="pct"/>
            <w:vMerge/>
            <w:vAlign w:val="center"/>
          </w:tcPr>
          <w:p w14:paraId="74DA89D3" w14:textId="77777777" w:rsidR="00E32E62" w:rsidRDefault="00E32E62">
            <w:pPr>
              <w:pStyle w:val="afffff5"/>
              <w:ind w:firstLine="420"/>
            </w:pPr>
          </w:p>
        </w:tc>
        <w:tc>
          <w:tcPr>
            <w:tcW w:w="678" w:type="pct"/>
            <w:gridSpan w:val="3"/>
            <w:vAlign w:val="center"/>
          </w:tcPr>
          <w:p w14:paraId="7EE654DE" w14:textId="77777777" w:rsidR="00E32E62" w:rsidRDefault="005E555A">
            <w:pPr>
              <w:pStyle w:val="afffff5"/>
              <w:ind w:firstLineChars="0" w:firstLine="0"/>
            </w:pPr>
            <w:r>
              <w:t>电子信箱</w:t>
            </w:r>
          </w:p>
        </w:tc>
        <w:tc>
          <w:tcPr>
            <w:tcW w:w="3959" w:type="pct"/>
            <w:gridSpan w:val="17"/>
          </w:tcPr>
          <w:p w14:paraId="6552B42B" w14:textId="77777777" w:rsidR="00E32E62" w:rsidRDefault="00E32E62">
            <w:pPr>
              <w:pStyle w:val="afffff5"/>
              <w:ind w:firstLine="420"/>
            </w:pPr>
          </w:p>
        </w:tc>
      </w:tr>
      <w:tr w:rsidR="00E32E62" w14:paraId="216369CA" w14:textId="77777777">
        <w:trPr>
          <w:trHeight w:val="70"/>
        </w:trPr>
        <w:tc>
          <w:tcPr>
            <w:tcW w:w="5000" w:type="pct"/>
            <w:gridSpan w:val="21"/>
          </w:tcPr>
          <w:p w14:paraId="3ADBE816" w14:textId="77777777" w:rsidR="00E32E62" w:rsidRDefault="005E555A">
            <w:pPr>
              <w:pStyle w:val="afffff5"/>
              <w:ind w:firstLine="420"/>
              <w:jc w:val="center"/>
              <w:rPr>
                <w:rFonts w:ascii="黑体" w:eastAsia="黑体" w:hAnsi="黑体" w:hint="eastAsia"/>
                <w:bCs/>
              </w:rPr>
            </w:pPr>
            <w:r>
              <w:rPr>
                <w:rFonts w:ascii="黑体" w:eastAsia="黑体" w:hAnsi="黑体" w:hint="eastAsia"/>
                <w:bCs/>
              </w:rPr>
              <w:t>评价工作组</w:t>
            </w:r>
          </w:p>
        </w:tc>
      </w:tr>
      <w:tr w:rsidR="00E32E62" w14:paraId="77B1F99C" w14:textId="77777777">
        <w:trPr>
          <w:trHeight w:val="145"/>
        </w:trPr>
        <w:tc>
          <w:tcPr>
            <w:tcW w:w="716" w:type="pct"/>
            <w:gridSpan w:val="3"/>
            <w:vAlign w:val="center"/>
          </w:tcPr>
          <w:p w14:paraId="7DDE1D08" w14:textId="77777777" w:rsidR="00E32E62" w:rsidRDefault="005E555A">
            <w:pPr>
              <w:pStyle w:val="afffff5"/>
              <w:ind w:firstLineChars="0" w:firstLine="0"/>
              <w:jc w:val="center"/>
              <w:rPr>
                <w:rFonts w:ascii="黑体" w:eastAsia="黑体" w:hAnsi="黑体" w:hint="eastAsia"/>
                <w:bCs/>
              </w:rPr>
            </w:pPr>
            <w:r>
              <w:rPr>
                <w:rFonts w:hint="eastAsia"/>
                <w:bCs/>
              </w:rPr>
              <w:t>评价</w:t>
            </w:r>
            <w:r>
              <w:rPr>
                <w:bCs/>
              </w:rPr>
              <w:t>组</w:t>
            </w:r>
          </w:p>
        </w:tc>
        <w:tc>
          <w:tcPr>
            <w:tcW w:w="714" w:type="pct"/>
            <w:gridSpan w:val="3"/>
            <w:vAlign w:val="center"/>
          </w:tcPr>
          <w:p w14:paraId="4D0CB404" w14:textId="77777777" w:rsidR="00E32E62" w:rsidRDefault="005E555A">
            <w:pPr>
              <w:pStyle w:val="afffff5"/>
              <w:ind w:firstLine="420"/>
              <w:rPr>
                <w:rFonts w:ascii="黑体" w:eastAsia="黑体" w:hAnsi="黑体" w:hint="eastAsia"/>
                <w:bCs/>
              </w:rPr>
            </w:pPr>
            <w:r>
              <w:rPr>
                <w:bCs/>
              </w:rPr>
              <w:t>姓名</w:t>
            </w:r>
          </w:p>
        </w:tc>
        <w:tc>
          <w:tcPr>
            <w:tcW w:w="714" w:type="pct"/>
            <w:gridSpan w:val="3"/>
            <w:vAlign w:val="center"/>
          </w:tcPr>
          <w:p w14:paraId="7B62DDE2" w14:textId="77777777" w:rsidR="00E32E62" w:rsidRDefault="005E555A">
            <w:pPr>
              <w:pStyle w:val="afffff5"/>
              <w:ind w:firstLineChars="0" w:firstLine="0"/>
              <w:rPr>
                <w:rFonts w:ascii="黑体" w:eastAsia="黑体" w:hAnsi="黑体" w:hint="eastAsia"/>
                <w:bCs/>
              </w:rPr>
            </w:pPr>
            <w:r>
              <w:rPr>
                <w:bCs/>
              </w:rPr>
              <w:t>工作单位</w:t>
            </w:r>
          </w:p>
        </w:tc>
        <w:tc>
          <w:tcPr>
            <w:tcW w:w="714" w:type="pct"/>
            <w:gridSpan w:val="5"/>
            <w:vAlign w:val="center"/>
          </w:tcPr>
          <w:p w14:paraId="1AE71E8A" w14:textId="77777777" w:rsidR="00E32E62" w:rsidRDefault="005E555A">
            <w:pPr>
              <w:pStyle w:val="afffff5"/>
              <w:ind w:firstLineChars="0" w:firstLine="0"/>
              <w:rPr>
                <w:rFonts w:ascii="黑体" w:eastAsia="黑体" w:hAnsi="黑体" w:hint="eastAsia"/>
                <w:bCs/>
              </w:rPr>
            </w:pPr>
            <w:r>
              <w:rPr>
                <w:bCs/>
              </w:rPr>
              <w:t>职务/职称</w:t>
            </w:r>
          </w:p>
        </w:tc>
        <w:tc>
          <w:tcPr>
            <w:tcW w:w="714" w:type="pct"/>
            <w:gridSpan w:val="3"/>
            <w:vAlign w:val="center"/>
          </w:tcPr>
          <w:p w14:paraId="2F8B5C4A" w14:textId="77777777" w:rsidR="00E32E62" w:rsidRDefault="005E555A">
            <w:pPr>
              <w:pStyle w:val="afffff5"/>
              <w:ind w:firstLineChars="0" w:firstLine="0"/>
              <w:rPr>
                <w:rFonts w:ascii="黑体" w:eastAsia="黑体" w:hAnsi="黑体" w:hint="eastAsia"/>
                <w:bCs/>
              </w:rPr>
            </w:pPr>
            <w:r>
              <w:rPr>
                <w:bCs/>
              </w:rPr>
              <w:t>从事专业</w:t>
            </w:r>
          </w:p>
        </w:tc>
        <w:tc>
          <w:tcPr>
            <w:tcW w:w="714" w:type="pct"/>
            <w:gridSpan w:val="3"/>
            <w:vAlign w:val="center"/>
          </w:tcPr>
          <w:p w14:paraId="106059A7" w14:textId="77777777" w:rsidR="00E32E62" w:rsidRDefault="005E555A">
            <w:pPr>
              <w:pStyle w:val="afffff5"/>
              <w:ind w:firstLineChars="0" w:firstLine="0"/>
              <w:rPr>
                <w:rFonts w:ascii="黑体" w:eastAsia="黑体" w:hAnsi="黑体" w:hint="eastAsia"/>
                <w:bCs/>
              </w:rPr>
            </w:pPr>
            <w:r>
              <w:rPr>
                <w:bCs/>
              </w:rPr>
              <w:t>联系电话</w:t>
            </w:r>
          </w:p>
        </w:tc>
        <w:tc>
          <w:tcPr>
            <w:tcW w:w="715" w:type="pct"/>
            <w:vAlign w:val="center"/>
          </w:tcPr>
          <w:p w14:paraId="5B5C1C2E" w14:textId="77777777" w:rsidR="00E32E62" w:rsidRDefault="005E555A">
            <w:pPr>
              <w:pStyle w:val="afffff5"/>
              <w:ind w:firstLineChars="192" w:firstLine="403"/>
              <w:rPr>
                <w:rFonts w:ascii="黑体" w:eastAsia="黑体" w:hAnsi="黑体" w:hint="eastAsia"/>
                <w:bCs/>
              </w:rPr>
            </w:pPr>
            <w:r>
              <w:rPr>
                <w:bCs/>
              </w:rPr>
              <w:t>签字</w:t>
            </w:r>
          </w:p>
        </w:tc>
      </w:tr>
      <w:tr w:rsidR="00E32E62" w14:paraId="1B752EF5" w14:textId="77777777">
        <w:trPr>
          <w:trHeight w:val="70"/>
        </w:trPr>
        <w:tc>
          <w:tcPr>
            <w:tcW w:w="716" w:type="pct"/>
            <w:gridSpan w:val="3"/>
          </w:tcPr>
          <w:p w14:paraId="01C1BAE7" w14:textId="77777777" w:rsidR="00E32E62" w:rsidRDefault="005E555A">
            <w:pPr>
              <w:pStyle w:val="afffff5"/>
              <w:ind w:firstLineChars="0" w:firstLine="0"/>
              <w:jc w:val="center"/>
              <w:rPr>
                <w:rFonts w:ascii="黑体" w:eastAsia="黑体" w:hAnsi="黑体" w:hint="eastAsia"/>
                <w:bCs/>
              </w:rPr>
            </w:pPr>
            <w:r>
              <w:t>组长</w:t>
            </w:r>
          </w:p>
        </w:tc>
        <w:tc>
          <w:tcPr>
            <w:tcW w:w="714" w:type="pct"/>
            <w:gridSpan w:val="3"/>
          </w:tcPr>
          <w:p w14:paraId="002BF2AF" w14:textId="77777777" w:rsidR="00E32E62" w:rsidRDefault="00E32E62">
            <w:pPr>
              <w:pStyle w:val="afffff5"/>
              <w:ind w:firstLine="420"/>
              <w:rPr>
                <w:rFonts w:ascii="黑体" w:eastAsia="黑体" w:hAnsi="黑体" w:hint="eastAsia"/>
                <w:bCs/>
              </w:rPr>
            </w:pPr>
          </w:p>
        </w:tc>
        <w:tc>
          <w:tcPr>
            <w:tcW w:w="714" w:type="pct"/>
            <w:gridSpan w:val="3"/>
          </w:tcPr>
          <w:p w14:paraId="3109D0FC" w14:textId="77777777" w:rsidR="00E32E62" w:rsidRDefault="00E32E62">
            <w:pPr>
              <w:pStyle w:val="afffff5"/>
              <w:ind w:firstLine="420"/>
              <w:rPr>
                <w:rFonts w:ascii="黑体" w:eastAsia="黑体" w:hAnsi="黑体" w:hint="eastAsia"/>
                <w:bCs/>
              </w:rPr>
            </w:pPr>
          </w:p>
        </w:tc>
        <w:tc>
          <w:tcPr>
            <w:tcW w:w="714" w:type="pct"/>
            <w:gridSpan w:val="5"/>
          </w:tcPr>
          <w:p w14:paraId="60A320DE" w14:textId="77777777" w:rsidR="00E32E62" w:rsidRDefault="00E32E62">
            <w:pPr>
              <w:pStyle w:val="afffff5"/>
              <w:ind w:firstLine="420"/>
              <w:rPr>
                <w:rFonts w:ascii="黑体" w:eastAsia="黑体" w:hAnsi="黑体" w:hint="eastAsia"/>
                <w:bCs/>
              </w:rPr>
            </w:pPr>
          </w:p>
        </w:tc>
        <w:tc>
          <w:tcPr>
            <w:tcW w:w="714" w:type="pct"/>
            <w:gridSpan w:val="3"/>
          </w:tcPr>
          <w:p w14:paraId="6D30BF9C" w14:textId="77777777" w:rsidR="00E32E62" w:rsidRDefault="00E32E62">
            <w:pPr>
              <w:pStyle w:val="afffff5"/>
              <w:ind w:firstLine="420"/>
              <w:rPr>
                <w:rFonts w:ascii="黑体" w:eastAsia="黑体" w:hAnsi="黑体" w:hint="eastAsia"/>
                <w:bCs/>
              </w:rPr>
            </w:pPr>
          </w:p>
        </w:tc>
        <w:tc>
          <w:tcPr>
            <w:tcW w:w="714" w:type="pct"/>
            <w:gridSpan w:val="3"/>
          </w:tcPr>
          <w:p w14:paraId="0233B125" w14:textId="77777777" w:rsidR="00E32E62" w:rsidRDefault="00E32E62">
            <w:pPr>
              <w:pStyle w:val="afffff5"/>
              <w:ind w:firstLine="420"/>
              <w:rPr>
                <w:rFonts w:ascii="黑体" w:eastAsia="黑体" w:hAnsi="黑体" w:hint="eastAsia"/>
                <w:bCs/>
              </w:rPr>
            </w:pPr>
          </w:p>
        </w:tc>
        <w:tc>
          <w:tcPr>
            <w:tcW w:w="715" w:type="pct"/>
          </w:tcPr>
          <w:p w14:paraId="141F9A75" w14:textId="77777777" w:rsidR="00E32E62" w:rsidRDefault="00E32E62">
            <w:pPr>
              <w:pStyle w:val="afffff5"/>
              <w:ind w:firstLine="420"/>
              <w:rPr>
                <w:rFonts w:ascii="黑体" w:eastAsia="黑体" w:hAnsi="黑体" w:hint="eastAsia"/>
                <w:bCs/>
              </w:rPr>
            </w:pPr>
          </w:p>
        </w:tc>
      </w:tr>
      <w:tr w:rsidR="00E32E62" w14:paraId="7BB5C4F3" w14:textId="77777777">
        <w:trPr>
          <w:trHeight w:val="71"/>
        </w:trPr>
        <w:tc>
          <w:tcPr>
            <w:tcW w:w="716" w:type="pct"/>
            <w:gridSpan w:val="3"/>
          </w:tcPr>
          <w:p w14:paraId="79973D2D" w14:textId="77777777" w:rsidR="00E32E62" w:rsidRDefault="00E32E62">
            <w:pPr>
              <w:pStyle w:val="afffff5"/>
              <w:ind w:firstLine="420"/>
              <w:jc w:val="center"/>
              <w:rPr>
                <w:rFonts w:ascii="黑体" w:eastAsia="黑体" w:hAnsi="黑体" w:hint="eastAsia"/>
                <w:bCs/>
              </w:rPr>
            </w:pPr>
          </w:p>
        </w:tc>
        <w:tc>
          <w:tcPr>
            <w:tcW w:w="714" w:type="pct"/>
            <w:gridSpan w:val="3"/>
          </w:tcPr>
          <w:p w14:paraId="3A12CED3" w14:textId="77777777" w:rsidR="00E32E62" w:rsidRDefault="00E32E62">
            <w:pPr>
              <w:pStyle w:val="afffff5"/>
              <w:ind w:firstLine="420"/>
              <w:rPr>
                <w:rFonts w:ascii="黑体" w:eastAsia="黑体" w:hAnsi="黑体" w:hint="eastAsia"/>
                <w:bCs/>
              </w:rPr>
            </w:pPr>
          </w:p>
        </w:tc>
        <w:tc>
          <w:tcPr>
            <w:tcW w:w="714" w:type="pct"/>
            <w:gridSpan w:val="3"/>
          </w:tcPr>
          <w:p w14:paraId="7E9548A5" w14:textId="77777777" w:rsidR="00E32E62" w:rsidRDefault="00E32E62">
            <w:pPr>
              <w:pStyle w:val="afffff5"/>
              <w:ind w:firstLine="420"/>
              <w:rPr>
                <w:rFonts w:ascii="黑体" w:eastAsia="黑体" w:hAnsi="黑体" w:hint="eastAsia"/>
                <w:bCs/>
              </w:rPr>
            </w:pPr>
          </w:p>
        </w:tc>
        <w:tc>
          <w:tcPr>
            <w:tcW w:w="714" w:type="pct"/>
            <w:gridSpan w:val="5"/>
          </w:tcPr>
          <w:p w14:paraId="4010D388" w14:textId="77777777" w:rsidR="00E32E62" w:rsidRDefault="00E32E62">
            <w:pPr>
              <w:pStyle w:val="afffff5"/>
              <w:ind w:firstLine="420"/>
              <w:rPr>
                <w:rFonts w:ascii="黑体" w:eastAsia="黑体" w:hAnsi="黑体" w:hint="eastAsia"/>
                <w:bCs/>
              </w:rPr>
            </w:pPr>
          </w:p>
        </w:tc>
        <w:tc>
          <w:tcPr>
            <w:tcW w:w="714" w:type="pct"/>
            <w:gridSpan w:val="3"/>
          </w:tcPr>
          <w:p w14:paraId="608FF055" w14:textId="77777777" w:rsidR="00E32E62" w:rsidRDefault="00E32E62">
            <w:pPr>
              <w:pStyle w:val="afffff5"/>
              <w:ind w:firstLine="420"/>
              <w:rPr>
                <w:rFonts w:ascii="黑体" w:eastAsia="黑体" w:hAnsi="黑体" w:hint="eastAsia"/>
                <w:bCs/>
              </w:rPr>
            </w:pPr>
          </w:p>
        </w:tc>
        <w:tc>
          <w:tcPr>
            <w:tcW w:w="714" w:type="pct"/>
            <w:gridSpan w:val="3"/>
          </w:tcPr>
          <w:p w14:paraId="0D03C440" w14:textId="77777777" w:rsidR="00E32E62" w:rsidRDefault="00E32E62">
            <w:pPr>
              <w:pStyle w:val="afffff5"/>
              <w:ind w:firstLine="420"/>
              <w:rPr>
                <w:rFonts w:ascii="黑体" w:eastAsia="黑体" w:hAnsi="黑体" w:hint="eastAsia"/>
                <w:bCs/>
              </w:rPr>
            </w:pPr>
          </w:p>
        </w:tc>
        <w:tc>
          <w:tcPr>
            <w:tcW w:w="715" w:type="pct"/>
          </w:tcPr>
          <w:p w14:paraId="648C76C8" w14:textId="77777777" w:rsidR="00E32E62" w:rsidRDefault="00E32E62">
            <w:pPr>
              <w:pStyle w:val="afffff5"/>
              <w:ind w:firstLine="420"/>
              <w:rPr>
                <w:rFonts w:ascii="黑体" w:eastAsia="黑体" w:hAnsi="黑体" w:hint="eastAsia"/>
                <w:bCs/>
              </w:rPr>
            </w:pPr>
          </w:p>
        </w:tc>
      </w:tr>
      <w:tr w:rsidR="00E32E62" w14:paraId="3B86BB42" w14:textId="77777777">
        <w:trPr>
          <w:trHeight w:val="70"/>
        </w:trPr>
        <w:tc>
          <w:tcPr>
            <w:tcW w:w="716" w:type="pct"/>
            <w:gridSpan w:val="3"/>
          </w:tcPr>
          <w:p w14:paraId="07518682" w14:textId="77777777" w:rsidR="00E32E62" w:rsidRDefault="00E32E62">
            <w:pPr>
              <w:pStyle w:val="afffff5"/>
              <w:ind w:firstLine="420"/>
              <w:jc w:val="center"/>
              <w:rPr>
                <w:rFonts w:ascii="黑体" w:eastAsia="黑体" w:hAnsi="黑体" w:hint="eastAsia"/>
                <w:bCs/>
              </w:rPr>
            </w:pPr>
          </w:p>
        </w:tc>
        <w:tc>
          <w:tcPr>
            <w:tcW w:w="714" w:type="pct"/>
            <w:gridSpan w:val="3"/>
          </w:tcPr>
          <w:p w14:paraId="5DA1CFD0" w14:textId="77777777" w:rsidR="00E32E62" w:rsidRDefault="00E32E62">
            <w:pPr>
              <w:pStyle w:val="afffff5"/>
              <w:ind w:firstLine="420"/>
              <w:rPr>
                <w:rFonts w:ascii="黑体" w:eastAsia="黑体" w:hAnsi="黑体" w:hint="eastAsia"/>
                <w:bCs/>
              </w:rPr>
            </w:pPr>
          </w:p>
        </w:tc>
        <w:tc>
          <w:tcPr>
            <w:tcW w:w="714" w:type="pct"/>
            <w:gridSpan w:val="3"/>
          </w:tcPr>
          <w:p w14:paraId="23AE4D4F" w14:textId="77777777" w:rsidR="00E32E62" w:rsidRDefault="00E32E62">
            <w:pPr>
              <w:pStyle w:val="afffff5"/>
              <w:ind w:firstLine="420"/>
              <w:rPr>
                <w:rFonts w:ascii="黑体" w:eastAsia="黑体" w:hAnsi="黑体" w:hint="eastAsia"/>
                <w:bCs/>
              </w:rPr>
            </w:pPr>
          </w:p>
        </w:tc>
        <w:tc>
          <w:tcPr>
            <w:tcW w:w="714" w:type="pct"/>
            <w:gridSpan w:val="5"/>
          </w:tcPr>
          <w:p w14:paraId="70D89501" w14:textId="77777777" w:rsidR="00E32E62" w:rsidRDefault="00E32E62">
            <w:pPr>
              <w:pStyle w:val="afffff5"/>
              <w:ind w:firstLine="420"/>
              <w:rPr>
                <w:rFonts w:ascii="黑体" w:eastAsia="黑体" w:hAnsi="黑体" w:hint="eastAsia"/>
                <w:bCs/>
              </w:rPr>
            </w:pPr>
          </w:p>
        </w:tc>
        <w:tc>
          <w:tcPr>
            <w:tcW w:w="714" w:type="pct"/>
            <w:gridSpan w:val="3"/>
          </w:tcPr>
          <w:p w14:paraId="3FD9483E" w14:textId="77777777" w:rsidR="00E32E62" w:rsidRDefault="00E32E62">
            <w:pPr>
              <w:pStyle w:val="afffff5"/>
              <w:ind w:firstLine="420"/>
              <w:rPr>
                <w:rFonts w:ascii="黑体" w:eastAsia="黑体" w:hAnsi="黑体" w:hint="eastAsia"/>
                <w:bCs/>
              </w:rPr>
            </w:pPr>
          </w:p>
        </w:tc>
        <w:tc>
          <w:tcPr>
            <w:tcW w:w="714" w:type="pct"/>
            <w:gridSpan w:val="3"/>
          </w:tcPr>
          <w:p w14:paraId="0DB53630" w14:textId="77777777" w:rsidR="00E32E62" w:rsidRDefault="00E32E62">
            <w:pPr>
              <w:pStyle w:val="afffff5"/>
              <w:ind w:firstLine="420"/>
              <w:rPr>
                <w:rFonts w:ascii="黑体" w:eastAsia="黑体" w:hAnsi="黑体" w:hint="eastAsia"/>
                <w:bCs/>
              </w:rPr>
            </w:pPr>
          </w:p>
        </w:tc>
        <w:tc>
          <w:tcPr>
            <w:tcW w:w="715" w:type="pct"/>
          </w:tcPr>
          <w:p w14:paraId="7BEC83BC" w14:textId="77777777" w:rsidR="00E32E62" w:rsidRDefault="00E32E62">
            <w:pPr>
              <w:pStyle w:val="afffff5"/>
              <w:ind w:firstLine="420"/>
              <w:rPr>
                <w:rFonts w:ascii="黑体" w:eastAsia="黑体" w:hAnsi="黑体" w:hint="eastAsia"/>
                <w:bCs/>
              </w:rPr>
            </w:pPr>
          </w:p>
        </w:tc>
      </w:tr>
      <w:tr w:rsidR="00E32E62" w14:paraId="0B3AEC46" w14:textId="77777777">
        <w:trPr>
          <w:trHeight w:val="70"/>
        </w:trPr>
        <w:tc>
          <w:tcPr>
            <w:tcW w:w="5000" w:type="pct"/>
            <w:gridSpan w:val="21"/>
          </w:tcPr>
          <w:p w14:paraId="3ACAA579" w14:textId="77777777" w:rsidR="00E32E62" w:rsidRDefault="005E555A">
            <w:pPr>
              <w:pStyle w:val="afffff5"/>
              <w:ind w:firstLine="420"/>
              <w:jc w:val="center"/>
              <w:rPr>
                <w:rFonts w:ascii="黑体" w:eastAsia="黑体" w:hAnsi="黑体" w:hint="eastAsia"/>
              </w:rPr>
            </w:pPr>
            <w:r>
              <w:rPr>
                <w:rFonts w:ascii="黑体" w:eastAsia="黑体" w:hAnsi="黑体" w:hint="eastAsia"/>
                <w:bCs/>
              </w:rPr>
              <w:t>咨询</w:t>
            </w:r>
            <w:r>
              <w:rPr>
                <w:rFonts w:ascii="黑体" w:eastAsia="黑体" w:hAnsi="黑体"/>
                <w:bCs/>
              </w:rPr>
              <w:t>专家名单</w:t>
            </w:r>
          </w:p>
        </w:tc>
      </w:tr>
      <w:tr w:rsidR="00E32E62" w14:paraId="115A77D8" w14:textId="77777777">
        <w:trPr>
          <w:trHeight w:val="137"/>
        </w:trPr>
        <w:tc>
          <w:tcPr>
            <w:tcW w:w="522" w:type="pct"/>
            <w:gridSpan w:val="2"/>
            <w:vAlign w:val="center"/>
          </w:tcPr>
          <w:p w14:paraId="6E8700AF" w14:textId="77777777" w:rsidR="00E32E62" w:rsidRDefault="005E555A">
            <w:pPr>
              <w:pStyle w:val="afffff5"/>
              <w:ind w:firstLineChars="0" w:firstLine="0"/>
              <w:rPr>
                <w:bCs/>
              </w:rPr>
            </w:pPr>
            <w:r>
              <w:rPr>
                <w:bCs/>
              </w:rPr>
              <w:t>专家组</w:t>
            </w:r>
          </w:p>
        </w:tc>
        <w:tc>
          <w:tcPr>
            <w:tcW w:w="585" w:type="pct"/>
            <w:gridSpan w:val="3"/>
            <w:vAlign w:val="center"/>
          </w:tcPr>
          <w:p w14:paraId="4C322FD0" w14:textId="77777777" w:rsidR="00E32E62" w:rsidRDefault="005E555A">
            <w:pPr>
              <w:pStyle w:val="afffff5"/>
              <w:ind w:firstLineChars="95" w:firstLine="199"/>
              <w:rPr>
                <w:bCs/>
              </w:rPr>
            </w:pPr>
            <w:r>
              <w:rPr>
                <w:bCs/>
              </w:rPr>
              <w:t>姓名</w:t>
            </w:r>
          </w:p>
        </w:tc>
        <w:tc>
          <w:tcPr>
            <w:tcW w:w="867" w:type="pct"/>
            <w:gridSpan w:val="3"/>
            <w:vAlign w:val="center"/>
          </w:tcPr>
          <w:p w14:paraId="3C610A51" w14:textId="77777777" w:rsidR="00E32E62" w:rsidRDefault="005E555A">
            <w:pPr>
              <w:pStyle w:val="afffff5"/>
              <w:ind w:firstLineChars="95" w:firstLine="199"/>
              <w:rPr>
                <w:bCs/>
              </w:rPr>
            </w:pPr>
            <w:r>
              <w:rPr>
                <w:bCs/>
              </w:rPr>
              <w:t>工作单位</w:t>
            </w:r>
          </w:p>
        </w:tc>
        <w:tc>
          <w:tcPr>
            <w:tcW w:w="774" w:type="pct"/>
            <w:gridSpan w:val="4"/>
            <w:vAlign w:val="center"/>
          </w:tcPr>
          <w:p w14:paraId="71D59166" w14:textId="77777777" w:rsidR="00E32E62" w:rsidRDefault="005E555A">
            <w:pPr>
              <w:pStyle w:val="afffff5"/>
              <w:ind w:firstLineChars="0" w:firstLine="0"/>
              <w:rPr>
                <w:bCs/>
              </w:rPr>
            </w:pPr>
            <w:r>
              <w:rPr>
                <w:bCs/>
              </w:rPr>
              <w:t>职务/职称</w:t>
            </w:r>
          </w:p>
        </w:tc>
        <w:tc>
          <w:tcPr>
            <w:tcW w:w="619" w:type="pct"/>
            <w:gridSpan w:val="4"/>
            <w:vAlign w:val="center"/>
          </w:tcPr>
          <w:p w14:paraId="2937FD4D" w14:textId="77777777" w:rsidR="00E32E62" w:rsidRDefault="005E555A">
            <w:pPr>
              <w:pStyle w:val="afffff5"/>
              <w:ind w:firstLineChars="0" w:firstLine="0"/>
              <w:rPr>
                <w:bCs/>
              </w:rPr>
            </w:pPr>
            <w:r>
              <w:rPr>
                <w:bCs/>
              </w:rPr>
              <w:t>从事专业</w:t>
            </w:r>
          </w:p>
        </w:tc>
        <w:tc>
          <w:tcPr>
            <w:tcW w:w="700" w:type="pct"/>
            <w:gridSpan w:val="3"/>
            <w:vAlign w:val="center"/>
          </w:tcPr>
          <w:p w14:paraId="63FD4791" w14:textId="77777777" w:rsidR="00E32E62" w:rsidRDefault="005E555A">
            <w:pPr>
              <w:pStyle w:val="afffff5"/>
              <w:ind w:firstLineChars="0" w:firstLine="0"/>
              <w:rPr>
                <w:bCs/>
              </w:rPr>
            </w:pPr>
            <w:r>
              <w:rPr>
                <w:bCs/>
              </w:rPr>
              <w:t>联系电话</w:t>
            </w:r>
          </w:p>
        </w:tc>
        <w:tc>
          <w:tcPr>
            <w:tcW w:w="934" w:type="pct"/>
            <w:gridSpan w:val="2"/>
            <w:vAlign w:val="center"/>
          </w:tcPr>
          <w:p w14:paraId="06AF624A" w14:textId="77777777" w:rsidR="00E32E62" w:rsidRDefault="005E555A">
            <w:pPr>
              <w:pStyle w:val="afffff5"/>
              <w:ind w:firstLine="420"/>
              <w:rPr>
                <w:bCs/>
              </w:rPr>
            </w:pPr>
            <w:r>
              <w:rPr>
                <w:bCs/>
              </w:rPr>
              <w:t>签字</w:t>
            </w:r>
          </w:p>
        </w:tc>
      </w:tr>
      <w:tr w:rsidR="00E32E62" w14:paraId="62E6E5B8" w14:textId="77777777">
        <w:trPr>
          <w:trHeight w:val="70"/>
        </w:trPr>
        <w:tc>
          <w:tcPr>
            <w:tcW w:w="522" w:type="pct"/>
            <w:gridSpan w:val="2"/>
            <w:vAlign w:val="center"/>
          </w:tcPr>
          <w:p w14:paraId="56B44D78" w14:textId="77777777" w:rsidR="00E32E62" w:rsidRDefault="005E555A">
            <w:pPr>
              <w:pStyle w:val="afffff5"/>
              <w:ind w:firstLineChars="0" w:firstLine="0"/>
            </w:pPr>
            <w:r>
              <w:t>组长</w:t>
            </w:r>
          </w:p>
        </w:tc>
        <w:tc>
          <w:tcPr>
            <w:tcW w:w="585" w:type="pct"/>
            <w:gridSpan w:val="3"/>
          </w:tcPr>
          <w:p w14:paraId="5E0CD0AE" w14:textId="77777777" w:rsidR="00E32E62" w:rsidRDefault="00E32E62">
            <w:pPr>
              <w:pStyle w:val="afffff5"/>
              <w:ind w:firstLine="420"/>
            </w:pPr>
          </w:p>
        </w:tc>
        <w:tc>
          <w:tcPr>
            <w:tcW w:w="867" w:type="pct"/>
            <w:gridSpan w:val="3"/>
          </w:tcPr>
          <w:p w14:paraId="2CAE861E" w14:textId="77777777" w:rsidR="00E32E62" w:rsidRDefault="00E32E62">
            <w:pPr>
              <w:pStyle w:val="afffff5"/>
              <w:ind w:firstLine="420"/>
            </w:pPr>
          </w:p>
        </w:tc>
        <w:tc>
          <w:tcPr>
            <w:tcW w:w="774" w:type="pct"/>
            <w:gridSpan w:val="4"/>
          </w:tcPr>
          <w:p w14:paraId="3E5BFDBF" w14:textId="77777777" w:rsidR="00E32E62" w:rsidRDefault="00E32E62">
            <w:pPr>
              <w:pStyle w:val="afffff5"/>
              <w:ind w:firstLine="420"/>
            </w:pPr>
          </w:p>
        </w:tc>
        <w:tc>
          <w:tcPr>
            <w:tcW w:w="619" w:type="pct"/>
            <w:gridSpan w:val="4"/>
          </w:tcPr>
          <w:p w14:paraId="6A2261D9" w14:textId="77777777" w:rsidR="00E32E62" w:rsidRDefault="00E32E62">
            <w:pPr>
              <w:pStyle w:val="afffff5"/>
              <w:ind w:firstLine="420"/>
            </w:pPr>
          </w:p>
        </w:tc>
        <w:tc>
          <w:tcPr>
            <w:tcW w:w="700" w:type="pct"/>
            <w:gridSpan w:val="3"/>
          </w:tcPr>
          <w:p w14:paraId="4410BD64" w14:textId="77777777" w:rsidR="00E32E62" w:rsidRDefault="00E32E62">
            <w:pPr>
              <w:pStyle w:val="afffff5"/>
              <w:ind w:firstLine="420"/>
            </w:pPr>
          </w:p>
        </w:tc>
        <w:tc>
          <w:tcPr>
            <w:tcW w:w="934" w:type="pct"/>
            <w:gridSpan w:val="2"/>
          </w:tcPr>
          <w:p w14:paraId="513E6CF5" w14:textId="77777777" w:rsidR="00E32E62" w:rsidRDefault="00E32E62">
            <w:pPr>
              <w:pStyle w:val="afffff5"/>
              <w:ind w:firstLine="420"/>
            </w:pPr>
          </w:p>
        </w:tc>
      </w:tr>
      <w:tr w:rsidR="00E32E62" w14:paraId="5599DD25" w14:textId="77777777">
        <w:trPr>
          <w:trHeight w:val="70"/>
        </w:trPr>
        <w:tc>
          <w:tcPr>
            <w:tcW w:w="522" w:type="pct"/>
            <w:gridSpan w:val="2"/>
            <w:vAlign w:val="center"/>
          </w:tcPr>
          <w:p w14:paraId="4F07A134" w14:textId="77777777" w:rsidR="00E32E62" w:rsidRDefault="005E555A">
            <w:pPr>
              <w:pStyle w:val="afffff5"/>
              <w:ind w:firstLineChars="0" w:firstLine="0"/>
            </w:pPr>
            <w:r>
              <w:t>副组长</w:t>
            </w:r>
          </w:p>
        </w:tc>
        <w:tc>
          <w:tcPr>
            <w:tcW w:w="585" w:type="pct"/>
            <w:gridSpan w:val="3"/>
          </w:tcPr>
          <w:p w14:paraId="72C02E2A" w14:textId="77777777" w:rsidR="00E32E62" w:rsidRDefault="00E32E62">
            <w:pPr>
              <w:pStyle w:val="afffff5"/>
              <w:ind w:firstLine="420"/>
            </w:pPr>
          </w:p>
        </w:tc>
        <w:tc>
          <w:tcPr>
            <w:tcW w:w="867" w:type="pct"/>
            <w:gridSpan w:val="3"/>
          </w:tcPr>
          <w:p w14:paraId="51B7FF23" w14:textId="77777777" w:rsidR="00E32E62" w:rsidRDefault="00E32E62">
            <w:pPr>
              <w:pStyle w:val="afffff5"/>
              <w:ind w:firstLine="420"/>
            </w:pPr>
          </w:p>
        </w:tc>
        <w:tc>
          <w:tcPr>
            <w:tcW w:w="774" w:type="pct"/>
            <w:gridSpan w:val="4"/>
          </w:tcPr>
          <w:p w14:paraId="1AC3C18D" w14:textId="77777777" w:rsidR="00E32E62" w:rsidRDefault="00E32E62">
            <w:pPr>
              <w:pStyle w:val="afffff5"/>
              <w:ind w:firstLine="420"/>
            </w:pPr>
          </w:p>
        </w:tc>
        <w:tc>
          <w:tcPr>
            <w:tcW w:w="619" w:type="pct"/>
            <w:gridSpan w:val="4"/>
          </w:tcPr>
          <w:p w14:paraId="62E4FDE9" w14:textId="77777777" w:rsidR="00E32E62" w:rsidRDefault="00E32E62">
            <w:pPr>
              <w:pStyle w:val="afffff5"/>
              <w:ind w:firstLine="420"/>
            </w:pPr>
          </w:p>
        </w:tc>
        <w:tc>
          <w:tcPr>
            <w:tcW w:w="700" w:type="pct"/>
            <w:gridSpan w:val="3"/>
          </w:tcPr>
          <w:p w14:paraId="05EDBC9F" w14:textId="77777777" w:rsidR="00E32E62" w:rsidRDefault="00E32E62">
            <w:pPr>
              <w:pStyle w:val="afffff5"/>
              <w:ind w:firstLine="420"/>
            </w:pPr>
          </w:p>
        </w:tc>
        <w:tc>
          <w:tcPr>
            <w:tcW w:w="934" w:type="pct"/>
            <w:gridSpan w:val="2"/>
          </w:tcPr>
          <w:p w14:paraId="0C69E599" w14:textId="77777777" w:rsidR="00E32E62" w:rsidRDefault="00E32E62">
            <w:pPr>
              <w:pStyle w:val="afffff5"/>
              <w:ind w:firstLine="420"/>
            </w:pPr>
          </w:p>
        </w:tc>
      </w:tr>
      <w:tr w:rsidR="00E32E62" w14:paraId="6C831C07" w14:textId="77777777">
        <w:trPr>
          <w:trHeight w:val="70"/>
        </w:trPr>
        <w:tc>
          <w:tcPr>
            <w:tcW w:w="522" w:type="pct"/>
            <w:gridSpan w:val="2"/>
            <w:vAlign w:val="center"/>
          </w:tcPr>
          <w:p w14:paraId="0AC5C7FC" w14:textId="77777777" w:rsidR="00E32E62" w:rsidRDefault="005E555A">
            <w:pPr>
              <w:pStyle w:val="afffff5"/>
              <w:ind w:firstLineChars="0" w:firstLine="0"/>
            </w:pPr>
            <w:r>
              <w:t>副组长</w:t>
            </w:r>
          </w:p>
        </w:tc>
        <w:tc>
          <w:tcPr>
            <w:tcW w:w="585" w:type="pct"/>
            <w:gridSpan w:val="3"/>
          </w:tcPr>
          <w:p w14:paraId="6095C578" w14:textId="77777777" w:rsidR="00E32E62" w:rsidRDefault="00E32E62">
            <w:pPr>
              <w:pStyle w:val="afffff5"/>
              <w:ind w:firstLine="420"/>
            </w:pPr>
          </w:p>
        </w:tc>
        <w:tc>
          <w:tcPr>
            <w:tcW w:w="867" w:type="pct"/>
            <w:gridSpan w:val="3"/>
          </w:tcPr>
          <w:p w14:paraId="6CC56BE6" w14:textId="77777777" w:rsidR="00E32E62" w:rsidRDefault="00E32E62">
            <w:pPr>
              <w:pStyle w:val="afffff5"/>
              <w:ind w:firstLine="420"/>
            </w:pPr>
          </w:p>
        </w:tc>
        <w:tc>
          <w:tcPr>
            <w:tcW w:w="774" w:type="pct"/>
            <w:gridSpan w:val="4"/>
          </w:tcPr>
          <w:p w14:paraId="6CC9588E" w14:textId="77777777" w:rsidR="00E32E62" w:rsidRDefault="00E32E62">
            <w:pPr>
              <w:pStyle w:val="afffff5"/>
              <w:ind w:firstLine="420"/>
            </w:pPr>
          </w:p>
        </w:tc>
        <w:tc>
          <w:tcPr>
            <w:tcW w:w="619" w:type="pct"/>
            <w:gridSpan w:val="4"/>
          </w:tcPr>
          <w:p w14:paraId="03571F20" w14:textId="77777777" w:rsidR="00E32E62" w:rsidRDefault="00E32E62">
            <w:pPr>
              <w:pStyle w:val="afffff5"/>
              <w:ind w:firstLine="420"/>
            </w:pPr>
          </w:p>
        </w:tc>
        <w:tc>
          <w:tcPr>
            <w:tcW w:w="700" w:type="pct"/>
            <w:gridSpan w:val="3"/>
          </w:tcPr>
          <w:p w14:paraId="4051B284" w14:textId="77777777" w:rsidR="00E32E62" w:rsidRDefault="00E32E62">
            <w:pPr>
              <w:pStyle w:val="afffff5"/>
              <w:ind w:firstLine="420"/>
            </w:pPr>
          </w:p>
        </w:tc>
        <w:tc>
          <w:tcPr>
            <w:tcW w:w="934" w:type="pct"/>
            <w:gridSpan w:val="2"/>
          </w:tcPr>
          <w:p w14:paraId="193A4C05" w14:textId="77777777" w:rsidR="00E32E62" w:rsidRDefault="00E32E62">
            <w:pPr>
              <w:pStyle w:val="afffff5"/>
              <w:ind w:firstLine="420"/>
            </w:pPr>
          </w:p>
        </w:tc>
      </w:tr>
      <w:tr w:rsidR="00E32E62" w14:paraId="0BCEF106" w14:textId="77777777">
        <w:trPr>
          <w:trHeight w:val="70"/>
        </w:trPr>
        <w:tc>
          <w:tcPr>
            <w:tcW w:w="522" w:type="pct"/>
            <w:gridSpan w:val="2"/>
            <w:vMerge w:val="restart"/>
            <w:vAlign w:val="center"/>
          </w:tcPr>
          <w:p w14:paraId="7CD72BEE" w14:textId="77777777" w:rsidR="00E32E62" w:rsidRDefault="005E555A">
            <w:pPr>
              <w:pStyle w:val="afffff5"/>
              <w:ind w:firstLineChars="0" w:firstLine="0"/>
            </w:pPr>
            <w:r>
              <w:t>成员</w:t>
            </w:r>
          </w:p>
        </w:tc>
        <w:tc>
          <w:tcPr>
            <w:tcW w:w="585" w:type="pct"/>
            <w:gridSpan w:val="3"/>
          </w:tcPr>
          <w:p w14:paraId="65BD3F2C" w14:textId="77777777" w:rsidR="00E32E62" w:rsidRDefault="00E32E62">
            <w:pPr>
              <w:pStyle w:val="afffff5"/>
              <w:ind w:firstLine="420"/>
            </w:pPr>
          </w:p>
        </w:tc>
        <w:tc>
          <w:tcPr>
            <w:tcW w:w="867" w:type="pct"/>
            <w:gridSpan w:val="3"/>
          </w:tcPr>
          <w:p w14:paraId="282D629D" w14:textId="77777777" w:rsidR="00E32E62" w:rsidRDefault="00E32E62">
            <w:pPr>
              <w:pStyle w:val="afffff5"/>
              <w:ind w:firstLine="420"/>
            </w:pPr>
          </w:p>
        </w:tc>
        <w:tc>
          <w:tcPr>
            <w:tcW w:w="774" w:type="pct"/>
            <w:gridSpan w:val="4"/>
          </w:tcPr>
          <w:p w14:paraId="702CDC87" w14:textId="77777777" w:rsidR="00E32E62" w:rsidRDefault="00E32E62">
            <w:pPr>
              <w:pStyle w:val="afffff5"/>
              <w:ind w:firstLine="420"/>
            </w:pPr>
          </w:p>
        </w:tc>
        <w:tc>
          <w:tcPr>
            <w:tcW w:w="619" w:type="pct"/>
            <w:gridSpan w:val="4"/>
          </w:tcPr>
          <w:p w14:paraId="0415096E" w14:textId="77777777" w:rsidR="00E32E62" w:rsidRDefault="00E32E62">
            <w:pPr>
              <w:pStyle w:val="afffff5"/>
              <w:ind w:firstLine="420"/>
            </w:pPr>
          </w:p>
        </w:tc>
        <w:tc>
          <w:tcPr>
            <w:tcW w:w="700" w:type="pct"/>
            <w:gridSpan w:val="3"/>
          </w:tcPr>
          <w:p w14:paraId="3617611B" w14:textId="77777777" w:rsidR="00E32E62" w:rsidRDefault="00E32E62">
            <w:pPr>
              <w:pStyle w:val="afffff5"/>
              <w:ind w:firstLine="420"/>
            </w:pPr>
          </w:p>
        </w:tc>
        <w:tc>
          <w:tcPr>
            <w:tcW w:w="934" w:type="pct"/>
            <w:gridSpan w:val="2"/>
          </w:tcPr>
          <w:p w14:paraId="39F51FBA" w14:textId="77777777" w:rsidR="00E32E62" w:rsidRDefault="00E32E62">
            <w:pPr>
              <w:pStyle w:val="afffff5"/>
              <w:ind w:firstLine="420"/>
            </w:pPr>
          </w:p>
        </w:tc>
      </w:tr>
      <w:tr w:rsidR="00E32E62" w14:paraId="0088A932" w14:textId="77777777">
        <w:trPr>
          <w:trHeight w:val="70"/>
        </w:trPr>
        <w:tc>
          <w:tcPr>
            <w:tcW w:w="522" w:type="pct"/>
            <w:gridSpan w:val="2"/>
            <w:vMerge/>
            <w:vAlign w:val="center"/>
          </w:tcPr>
          <w:p w14:paraId="1D012D7A" w14:textId="77777777" w:rsidR="00E32E62" w:rsidRDefault="00E32E62">
            <w:pPr>
              <w:pStyle w:val="afffff5"/>
              <w:ind w:firstLine="420"/>
            </w:pPr>
          </w:p>
        </w:tc>
        <w:tc>
          <w:tcPr>
            <w:tcW w:w="585" w:type="pct"/>
            <w:gridSpan w:val="3"/>
          </w:tcPr>
          <w:p w14:paraId="513A60EF" w14:textId="77777777" w:rsidR="00E32E62" w:rsidRDefault="00E32E62">
            <w:pPr>
              <w:pStyle w:val="afffff5"/>
              <w:ind w:firstLine="420"/>
            </w:pPr>
          </w:p>
        </w:tc>
        <w:tc>
          <w:tcPr>
            <w:tcW w:w="867" w:type="pct"/>
            <w:gridSpan w:val="3"/>
          </w:tcPr>
          <w:p w14:paraId="47A592D5" w14:textId="77777777" w:rsidR="00E32E62" w:rsidRDefault="00E32E62">
            <w:pPr>
              <w:pStyle w:val="afffff5"/>
              <w:ind w:firstLine="420"/>
            </w:pPr>
          </w:p>
        </w:tc>
        <w:tc>
          <w:tcPr>
            <w:tcW w:w="774" w:type="pct"/>
            <w:gridSpan w:val="4"/>
          </w:tcPr>
          <w:p w14:paraId="35FEBF56" w14:textId="77777777" w:rsidR="00E32E62" w:rsidRDefault="00E32E62">
            <w:pPr>
              <w:pStyle w:val="afffff5"/>
              <w:ind w:firstLine="420"/>
            </w:pPr>
          </w:p>
        </w:tc>
        <w:tc>
          <w:tcPr>
            <w:tcW w:w="619" w:type="pct"/>
            <w:gridSpan w:val="4"/>
          </w:tcPr>
          <w:p w14:paraId="08FF0470" w14:textId="77777777" w:rsidR="00E32E62" w:rsidRDefault="00E32E62">
            <w:pPr>
              <w:pStyle w:val="afffff5"/>
              <w:ind w:firstLine="420"/>
            </w:pPr>
          </w:p>
        </w:tc>
        <w:tc>
          <w:tcPr>
            <w:tcW w:w="700" w:type="pct"/>
            <w:gridSpan w:val="3"/>
          </w:tcPr>
          <w:p w14:paraId="3A59E706" w14:textId="77777777" w:rsidR="00E32E62" w:rsidRDefault="00E32E62">
            <w:pPr>
              <w:pStyle w:val="afffff5"/>
              <w:ind w:firstLine="420"/>
            </w:pPr>
          </w:p>
        </w:tc>
        <w:tc>
          <w:tcPr>
            <w:tcW w:w="934" w:type="pct"/>
            <w:gridSpan w:val="2"/>
          </w:tcPr>
          <w:p w14:paraId="26009CB6" w14:textId="77777777" w:rsidR="00E32E62" w:rsidRDefault="00E32E62">
            <w:pPr>
              <w:pStyle w:val="afffff5"/>
              <w:ind w:firstLine="420"/>
            </w:pPr>
          </w:p>
        </w:tc>
      </w:tr>
    </w:tbl>
    <w:p w14:paraId="15CF83B0" w14:textId="77777777" w:rsidR="00E32E62" w:rsidRDefault="00E32E62">
      <w:pPr>
        <w:spacing w:before="63"/>
        <w:ind w:left="434"/>
      </w:pPr>
    </w:p>
    <w:p w14:paraId="54FBA3F8" w14:textId="77777777" w:rsidR="00E32E62" w:rsidRDefault="00E32E62">
      <w:pPr>
        <w:spacing w:before="63"/>
        <w:ind w:left="434"/>
      </w:pPr>
    </w:p>
    <w:p w14:paraId="54CE4CCD" w14:textId="77777777" w:rsidR="00E32E62" w:rsidRDefault="00E32E62">
      <w:pPr>
        <w:spacing w:before="63"/>
        <w:ind w:left="434"/>
      </w:pPr>
    </w:p>
    <w:p w14:paraId="0965459E" w14:textId="77777777" w:rsidR="00E32E62" w:rsidRDefault="00E32E62">
      <w:pPr>
        <w:widowControl/>
        <w:adjustRightInd/>
        <w:spacing w:line="240" w:lineRule="auto"/>
        <w:jc w:val="left"/>
      </w:pPr>
    </w:p>
    <w:p w14:paraId="0D2C7C84" w14:textId="77777777" w:rsidR="00E32E62" w:rsidRDefault="00E32E62">
      <w:pPr>
        <w:widowControl/>
        <w:adjustRightInd/>
        <w:spacing w:line="240" w:lineRule="auto"/>
        <w:jc w:val="left"/>
      </w:pPr>
    </w:p>
    <w:p w14:paraId="7EB19DAE" w14:textId="77777777" w:rsidR="00E32E62" w:rsidRDefault="00E32E62">
      <w:pPr>
        <w:widowControl/>
        <w:adjustRightInd/>
        <w:spacing w:line="240" w:lineRule="auto"/>
        <w:jc w:val="left"/>
      </w:pPr>
    </w:p>
    <w:p w14:paraId="7EFB1238" w14:textId="77777777" w:rsidR="00E32E62" w:rsidRDefault="00E32E62">
      <w:pPr>
        <w:widowControl/>
        <w:adjustRightInd/>
        <w:spacing w:line="240" w:lineRule="auto"/>
        <w:jc w:val="left"/>
      </w:pPr>
    </w:p>
    <w:p w14:paraId="00F6F1D9" w14:textId="77777777" w:rsidR="00E32E62" w:rsidRDefault="00E32E62">
      <w:pPr>
        <w:widowControl/>
        <w:adjustRightInd/>
        <w:spacing w:line="240" w:lineRule="auto"/>
        <w:jc w:val="left"/>
      </w:pPr>
    </w:p>
    <w:p w14:paraId="1CA8BCEB" w14:textId="77777777" w:rsidR="00E32E62" w:rsidRDefault="00E32E62">
      <w:pPr>
        <w:widowControl/>
        <w:adjustRightInd/>
        <w:spacing w:line="240" w:lineRule="auto"/>
        <w:jc w:val="left"/>
      </w:pPr>
    </w:p>
    <w:p w14:paraId="106447DC" w14:textId="77777777" w:rsidR="00E32E62" w:rsidRDefault="00E32E62">
      <w:pPr>
        <w:widowControl/>
        <w:adjustRightInd/>
        <w:spacing w:line="240" w:lineRule="auto"/>
        <w:jc w:val="left"/>
      </w:pPr>
    </w:p>
    <w:p w14:paraId="722582A5" w14:textId="77777777" w:rsidR="00E32E62" w:rsidRDefault="005E555A">
      <w:pPr>
        <w:widowControl/>
        <w:adjustRightInd/>
        <w:spacing w:line="240" w:lineRule="auto"/>
        <w:jc w:val="left"/>
      </w:pPr>
      <w:r>
        <w:br w:type="page"/>
      </w:r>
    </w:p>
    <w:tbl>
      <w:tblPr>
        <w:tblpPr w:leftFromText="180" w:rightFromText="180" w:horzAnchor="margin" w:tblpXSpec="center" w:tblpY="495"/>
        <w:tblW w:w="5000" w:type="pct"/>
        <w:tblBorders>
          <w:top w:val="single" w:sz="8" w:space="0" w:color="000000"/>
          <w:left w:val="single" w:sz="8" w:space="0" w:color="000000"/>
          <w:bottom w:val="single" w:sz="8" w:space="0" w:color="000000"/>
          <w:right w:val="single" w:sz="8" w:space="0" w:color="000000"/>
          <w:insideH w:val="single" w:sz="2" w:space="0" w:color="000000"/>
          <w:insideV w:val="single" w:sz="2" w:space="0" w:color="000000"/>
        </w:tblBorders>
        <w:tblLook w:val="04A0" w:firstRow="1" w:lastRow="0" w:firstColumn="1" w:lastColumn="0" w:noHBand="0" w:noVBand="1"/>
      </w:tblPr>
      <w:tblGrid>
        <w:gridCol w:w="9570"/>
      </w:tblGrid>
      <w:tr w:rsidR="00E32E62" w14:paraId="5FBA721E" w14:textId="77777777">
        <w:trPr>
          <w:trHeight w:val="173"/>
        </w:trPr>
        <w:tc>
          <w:tcPr>
            <w:tcW w:w="5000" w:type="pct"/>
            <w:tcBorders>
              <w:top w:val="single" w:sz="8" w:space="0" w:color="000000"/>
              <w:left w:val="single" w:sz="8" w:space="0" w:color="000000"/>
              <w:bottom w:val="single" w:sz="2" w:space="0" w:color="000000"/>
              <w:right w:val="single" w:sz="8" w:space="0" w:color="000000"/>
            </w:tcBorders>
          </w:tcPr>
          <w:p w14:paraId="2411F395" w14:textId="77777777" w:rsidR="00E32E62" w:rsidRDefault="005E555A">
            <w:pPr>
              <w:pStyle w:val="afffff5"/>
              <w:ind w:firstLine="420"/>
              <w:jc w:val="left"/>
              <w:rPr>
                <w:rFonts w:ascii="黑体" w:eastAsia="黑体" w:hAnsi="黑体" w:hint="eastAsia"/>
              </w:rPr>
            </w:pPr>
            <w:r>
              <w:rPr>
                <w:rFonts w:ascii="黑体" w:eastAsia="黑体" w:hAnsi="黑体" w:hint="eastAsia"/>
              </w:rPr>
              <w:lastRenderedPageBreak/>
              <w:t>一、综合评价结论</w:t>
            </w:r>
          </w:p>
        </w:tc>
      </w:tr>
      <w:tr w:rsidR="00E32E62" w14:paraId="51563673" w14:textId="77777777">
        <w:trPr>
          <w:trHeight w:val="82"/>
        </w:trPr>
        <w:tc>
          <w:tcPr>
            <w:tcW w:w="5000" w:type="pct"/>
            <w:tcBorders>
              <w:top w:val="single" w:sz="2" w:space="0" w:color="000000"/>
              <w:left w:val="single" w:sz="8" w:space="0" w:color="000000"/>
              <w:bottom w:val="single" w:sz="8" w:space="0" w:color="000000"/>
              <w:right w:val="single" w:sz="8" w:space="0" w:color="000000"/>
            </w:tcBorders>
          </w:tcPr>
          <w:p w14:paraId="0EB8E4AF" w14:textId="77777777" w:rsidR="00E32E62" w:rsidRDefault="00E32E62">
            <w:pPr>
              <w:pStyle w:val="ac"/>
              <w:ind w:firstLine="360"/>
            </w:pPr>
          </w:p>
          <w:p w14:paraId="6629C3BF" w14:textId="77777777" w:rsidR="00E32E62" w:rsidRDefault="005E555A">
            <w:pPr>
              <w:pStyle w:val="afffff5"/>
              <w:spacing w:line="360" w:lineRule="auto"/>
              <w:ind w:firstLine="420"/>
            </w:pPr>
            <w:r>
              <w:rPr>
                <w:rFonts w:hint="eastAsia"/>
              </w:rPr>
              <w:t>20XX年 月 日，XXXX公司受XX委托，对XX成果进行评价。本次评价的主要目的为了实现该技术XX(评价目的)。</w:t>
            </w:r>
          </w:p>
          <w:p w14:paraId="6B475CBD" w14:textId="77777777" w:rsidR="00E32E62" w:rsidRDefault="005E555A">
            <w:pPr>
              <w:pStyle w:val="afffff5"/>
              <w:spacing w:line="360" w:lineRule="auto"/>
              <w:ind w:firstLine="420"/>
            </w:pPr>
            <w:r>
              <w:rPr>
                <w:rFonts w:hint="eastAsia"/>
              </w:rPr>
              <w:t>XX公司根据T/GXAS XXXX—XXXX《应用研究类科技成果商业化评价规范》，本着独立、客观、公正的原则，按照必要的程序对待评成果实施了调查与分析，并出具本报告，评价结论如下：</w:t>
            </w:r>
          </w:p>
          <w:p w14:paraId="2BBD9D25" w14:textId="77777777" w:rsidR="00E32E62" w:rsidRDefault="005E555A">
            <w:pPr>
              <w:pStyle w:val="afffff5"/>
              <w:spacing w:line="360" w:lineRule="auto"/>
              <w:ind w:firstLine="420"/>
            </w:pPr>
            <w:r>
              <w:rPr>
                <w:rFonts w:hint="eastAsia"/>
              </w:rPr>
              <w:t>该成果（在……领域/方面，利用……技术/方法/工艺的创新，取得了……成效，解决了……关键问题）。</w:t>
            </w:r>
          </w:p>
          <w:p w14:paraId="2442703B" w14:textId="77777777" w:rsidR="00E32E62" w:rsidRDefault="005E555A">
            <w:pPr>
              <w:pStyle w:val="afffff5"/>
              <w:spacing w:line="360" w:lineRule="auto"/>
              <w:ind w:firstLine="420"/>
            </w:pPr>
            <w:r>
              <w:rPr>
                <w:rFonts w:hint="eastAsia"/>
              </w:rPr>
              <w:t>该成果技术成熟度为X级，技术创新度为XX级，技术先进度为XX级，转化推广潜力XX，投融资价值XX，社会和文化价值XX。</w:t>
            </w:r>
          </w:p>
          <w:p w14:paraId="23D84E78" w14:textId="77777777" w:rsidR="00E32E62" w:rsidRDefault="00E32E62">
            <w:pPr>
              <w:pStyle w:val="afffff5"/>
              <w:ind w:firstLine="420"/>
            </w:pPr>
          </w:p>
          <w:p w14:paraId="3C470C90" w14:textId="77777777" w:rsidR="00E32E62" w:rsidRDefault="00E32E62">
            <w:pPr>
              <w:pStyle w:val="afffff5"/>
              <w:ind w:firstLine="420"/>
            </w:pPr>
          </w:p>
          <w:p w14:paraId="0CB9C848" w14:textId="77777777" w:rsidR="00E32E62" w:rsidRDefault="00E32E62">
            <w:pPr>
              <w:pStyle w:val="afffff5"/>
              <w:ind w:firstLine="420"/>
            </w:pPr>
          </w:p>
          <w:p w14:paraId="4E452F13" w14:textId="77777777" w:rsidR="00E32E62" w:rsidRDefault="00E32E62">
            <w:pPr>
              <w:pStyle w:val="afffff5"/>
              <w:ind w:firstLine="420"/>
            </w:pPr>
          </w:p>
          <w:p w14:paraId="4F2BB93A" w14:textId="77777777" w:rsidR="00E32E62" w:rsidRDefault="00E32E62">
            <w:pPr>
              <w:pStyle w:val="afffff5"/>
              <w:ind w:firstLine="420"/>
            </w:pPr>
          </w:p>
          <w:p w14:paraId="5B6DD14B" w14:textId="77777777" w:rsidR="00E32E62" w:rsidRDefault="00E32E62">
            <w:pPr>
              <w:pStyle w:val="afffff5"/>
              <w:ind w:firstLine="420"/>
            </w:pPr>
          </w:p>
          <w:p w14:paraId="1F030151" w14:textId="77777777" w:rsidR="00E32E62" w:rsidRDefault="00E32E62">
            <w:pPr>
              <w:pStyle w:val="afffff5"/>
              <w:ind w:firstLineChars="3400" w:firstLine="7140"/>
            </w:pPr>
          </w:p>
        </w:tc>
      </w:tr>
    </w:tbl>
    <w:p w14:paraId="7373B231" w14:textId="77777777" w:rsidR="00E32E62" w:rsidRDefault="005E555A">
      <w:pPr>
        <w:widowControl/>
        <w:adjustRightInd/>
        <w:spacing w:line="240" w:lineRule="auto"/>
        <w:jc w:val="left"/>
      </w:pPr>
      <w:r>
        <w:br w:type="page"/>
      </w:r>
    </w:p>
    <w:tbl>
      <w:tblPr>
        <w:tblpPr w:leftFromText="180" w:rightFromText="180" w:horzAnchor="margin" w:tblpXSpec="center" w:tblpY="495"/>
        <w:tblW w:w="5000" w:type="pct"/>
        <w:tblBorders>
          <w:top w:val="single" w:sz="8" w:space="0" w:color="000000"/>
          <w:left w:val="single" w:sz="8" w:space="0" w:color="000000"/>
          <w:bottom w:val="single" w:sz="8" w:space="0" w:color="000000"/>
          <w:right w:val="single" w:sz="8" w:space="0" w:color="000000"/>
          <w:insideH w:val="single" w:sz="2" w:space="0" w:color="000000"/>
          <w:insideV w:val="single" w:sz="2" w:space="0" w:color="000000"/>
        </w:tblBorders>
        <w:tblLook w:val="04A0" w:firstRow="1" w:lastRow="0" w:firstColumn="1" w:lastColumn="0" w:noHBand="0" w:noVBand="1"/>
      </w:tblPr>
      <w:tblGrid>
        <w:gridCol w:w="9570"/>
      </w:tblGrid>
      <w:tr w:rsidR="00E32E62" w14:paraId="50F05E15" w14:textId="77777777">
        <w:trPr>
          <w:trHeight w:val="173"/>
        </w:trPr>
        <w:tc>
          <w:tcPr>
            <w:tcW w:w="5000" w:type="pct"/>
            <w:tcBorders>
              <w:top w:val="single" w:sz="8" w:space="0" w:color="000000"/>
              <w:left w:val="single" w:sz="8" w:space="0" w:color="000000"/>
              <w:bottom w:val="single" w:sz="2" w:space="0" w:color="000000"/>
              <w:right w:val="single" w:sz="8" w:space="0" w:color="000000"/>
            </w:tcBorders>
          </w:tcPr>
          <w:p w14:paraId="3887E887" w14:textId="77777777" w:rsidR="00E32E62" w:rsidRDefault="005E555A">
            <w:pPr>
              <w:pStyle w:val="afffff5"/>
              <w:ind w:firstLine="420"/>
              <w:jc w:val="left"/>
              <w:rPr>
                <w:rFonts w:ascii="黑体" w:eastAsia="黑体" w:hAnsi="黑体" w:hint="eastAsia"/>
              </w:rPr>
            </w:pPr>
            <w:r>
              <w:rPr>
                <w:rFonts w:ascii="黑体" w:eastAsia="黑体" w:hAnsi="黑体" w:hint="eastAsia"/>
              </w:rPr>
              <w:lastRenderedPageBreak/>
              <w:t>二、科技成果概述</w:t>
            </w:r>
          </w:p>
        </w:tc>
      </w:tr>
      <w:tr w:rsidR="00E32E62" w14:paraId="609264FB" w14:textId="77777777">
        <w:trPr>
          <w:trHeight w:val="82"/>
        </w:trPr>
        <w:tc>
          <w:tcPr>
            <w:tcW w:w="5000" w:type="pct"/>
            <w:tcBorders>
              <w:top w:val="single" w:sz="2" w:space="0" w:color="000000"/>
              <w:left w:val="single" w:sz="8" w:space="0" w:color="000000"/>
              <w:bottom w:val="single" w:sz="8" w:space="0" w:color="000000"/>
              <w:right w:val="single" w:sz="8" w:space="0" w:color="000000"/>
            </w:tcBorders>
          </w:tcPr>
          <w:p w14:paraId="305619B5" w14:textId="77777777" w:rsidR="00E32E62" w:rsidRDefault="00E32E62">
            <w:pPr>
              <w:pStyle w:val="ac"/>
              <w:ind w:firstLine="360"/>
            </w:pPr>
          </w:p>
          <w:p w14:paraId="7224F291" w14:textId="77777777" w:rsidR="00E32E62" w:rsidRDefault="005E555A">
            <w:pPr>
              <w:pStyle w:val="afffff5"/>
              <w:spacing w:line="360" w:lineRule="auto"/>
              <w:ind w:firstLine="420"/>
            </w:pPr>
            <w:r>
              <w:rPr>
                <w:rFonts w:hint="eastAsia"/>
              </w:rPr>
              <w:t>XX成果属于XX领域，主要应用于XX行业中。（介绍成果的具体研究内容，目前已取得的进展与状况，包括知识产权、获奖情况、行业推广情况等。所提到的知识产权和获奖等情况都要有附件支持，附件以写论文时参考文献的中文引用方式在文中引用，并在后面附上附件的详细信息及相关图片）</w:t>
            </w:r>
          </w:p>
          <w:p w14:paraId="0E7A9F43" w14:textId="77777777" w:rsidR="00E32E62" w:rsidRDefault="005E555A">
            <w:pPr>
              <w:pStyle w:val="afffff5"/>
              <w:spacing w:line="360" w:lineRule="auto"/>
              <w:ind w:firstLine="420"/>
            </w:pPr>
            <w:r>
              <w:rPr>
                <w:rFonts w:hint="eastAsia"/>
              </w:rPr>
              <w:t>如：该技术研究了XX。该技术在实验环境中基本成熟，目前尚未应用。已发表论文1篇，获得发明专利授权一项，获XX科学技术二等奖1项。</w:t>
            </w:r>
          </w:p>
          <w:p w14:paraId="113C871D" w14:textId="77777777" w:rsidR="00E32E62" w:rsidRDefault="00E32E62">
            <w:pPr>
              <w:pStyle w:val="afffff5"/>
              <w:ind w:firstLine="420"/>
            </w:pPr>
          </w:p>
          <w:p w14:paraId="5A1818BC" w14:textId="77777777" w:rsidR="00E32E62" w:rsidRDefault="00E32E62">
            <w:pPr>
              <w:pStyle w:val="afffff5"/>
              <w:ind w:firstLine="420"/>
            </w:pPr>
          </w:p>
          <w:p w14:paraId="6979BCC9" w14:textId="77777777" w:rsidR="00E32E62" w:rsidRDefault="00E32E62">
            <w:pPr>
              <w:pStyle w:val="afffff5"/>
              <w:ind w:firstLine="420"/>
            </w:pPr>
          </w:p>
          <w:p w14:paraId="7E4C58B6" w14:textId="77777777" w:rsidR="00E32E62" w:rsidRDefault="00E32E62">
            <w:pPr>
              <w:pStyle w:val="afffff5"/>
              <w:ind w:firstLine="420"/>
            </w:pPr>
          </w:p>
          <w:p w14:paraId="51F43B52" w14:textId="77777777" w:rsidR="00E32E62" w:rsidRDefault="00E32E62">
            <w:pPr>
              <w:pStyle w:val="afffff5"/>
              <w:ind w:firstLine="420"/>
            </w:pPr>
          </w:p>
          <w:p w14:paraId="2194A6B6" w14:textId="77777777" w:rsidR="00E32E62" w:rsidRDefault="00E32E62">
            <w:pPr>
              <w:pStyle w:val="afffff5"/>
              <w:ind w:firstLine="420"/>
            </w:pPr>
          </w:p>
          <w:p w14:paraId="5ECC5980" w14:textId="77777777" w:rsidR="00E32E62" w:rsidRDefault="00E32E62">
            <w:pPr>
              <w:pStyle w:val="afffff5"/>
              <w:ind w:firstLineChars="3400" w:firstLine="7140"/>
            </w:pPr>
          </w:p>
        </w:tc>
      </w:tr>
    </w:tbl>
    <w:p w14:paraId="6B38D715" w14:textId="77777777" w:rsidR="00E32E62" w:rsidRDefault="00E32E62">
      <w:pPr>
        <w:spacing w:before="63"/>
        <w:ind w:left="434"/>
      </w:pPr>
    </w:p>
    <w:p w14:paraId="7EA04207" w14:textId="77777777" w:rsidR="00E32E62" w:rsidRDefault="00E32E62">
      <w:pPr>
        <w:widowControl/>
        <w:adjustRightInd/>
        <w:spacing w:line="240" w:lineRule="auto"/>
        <w:jc w:val="left"/>
      </w:pPr>
    </w:p>
    <w:p w14:paraId="6511FB0E" w14:textId="77777777" w:rsidR="00E32E62" w:rsidRDefault="00E32E62">
      <w:pPr>
        <w:widowControl/>
        <w:adjustRightInd/>
        <w:spacing w:line="240" w:lineRule="auto"/>
        <w:jc w:val="left"/>
      </w:pPr>
    </w:p>
    <w:p w14:paraId="7DD9334E" w14:textId="77777777" w:rsidR="00E32E62" w:rsidRDefault="00E32E62">
      <w:pPr>
        <w:widowControl/>
        <w:adjustRightInd/>
        <w:spacing w:line="240" w:lineRule="auto"/>
        <w:jc w:val="left"/>
      </w:pPr>
    </w:p>
    <w:p w14:paraId="109234C5" w14:textId="77777777" w:rsidR="00E32E62" w:rsidRDefault="00E32E62">
      <w:pPr>
        <w:widowControl/>
        <w:adjustRightInd/>
        <w:spacing w:line="240" w:lineRule="auto"/>
        <w:jc w:val="left"/>
      </w:pPr>
    </w:p>
    <w:p w14:paraId="53FF1FBD" w14:textId="77777777" w:rsidR="00E32E62" w:rsidRDefault="00E32E62">
      <w:pPr>
        <w:widowControl/>
        <w:adjustRightInd/>
        <w:spacing w:line="240" w:lineRule="auto"/>
        <w:jc w:val="left"/>
      </w:pPr>
    </w:p>
    <w:p w14:paraId="7D717C02" w14:textId="77777777" w:rsidR="00E32E62" w:rsidRDefault="00E32E62">
      <w:pPr>
        <w:widowControl/>
        <w:adjustRightInd/>
        <w:spacing w:line="240" w:lineRule="auto"/>
        <w:jc w:val="left"/>
      </w:pPr>
    </w:p>
    <w:p w14:paraId="05AF5D94" w14:textId="77777777" w:rsidR="00E32E62" w:rsidRDefault="00E32E62">
      <w:pPr>
        <w:widowControl/>
        <w:adjustRightInd/>
        <w:spacing w:line="240" w:lineRule="auto"/>
        <w:jc w:val="left"/>
      </w:pPr>
    </w:p>
    <w:p w14:paraId="33A5AC31" w14:textId="77777777" w:rsidR="00E32E62" w:rsidRDefault="00E32E62">
      <w:pPr>
        <w:widowControl/>
        <w:adjustRightInd/>
        <w:spacing w:line="240" w:lineRule="auto"/>
        <w:jc w:val="left"/>
      </w:pPr>
    </w:p>
    <w:p w14:paraId="75CB9AD4" w14:textId="77777777" w:rsidR="00E32E62" w:rsidRDefault="00E32E62">
      <w:pPr>
        <w:widowControl/>
        <w:adjustRightInd/>
        <w:spacing w:line="240" w:lineRule="auto"/>
        <w:jc w:val="left"/>
      </w:pPr>
    </w:p>
    <w:p w14:paraId="1EFFBEB7" w14:textId="77777777" w:rsidR="00E32E62" w:rsidRDefault="00E32E62">
      <w:pPr>
        <w:widowControl/>
        <w:adjustRightInd/>
        <w:spacing w:line="240" w:lineRule="auto"/>
        <w:jc w:val="left"/>
      </w:pPr>
    </w:p>
    <w:p w14:paraId="54442428" w14:textId="77777777" w:rsidR="00E32E62" w:rsidRDefault="00E32E62">
      <w:pPr>
        <w:widowControl/>
        <w:adjustRightInd/>
        <w:spacing w:line="240" w:lineRule="auto"/>
        <w:jc w:val="left"/>
      </w:pPr>
    </w:p>
    <w:p w14:paraId="552BFCC7" w14:textId="77777777" w:rsidR="00E32E62" w:rsidRDefault="00E32E62">
      <w:pPr>
        <w:widowControl/>
        <w:adjustRightInd/>
        <w:spacing w:line="240" w:lineRule="auto"/>
        <w:jc w:val="left"/>
      </w:pPr>
    </w:p>
    <w:p w14:paraId="138D4DDD" w14:textId="77777777" w:rsidR="00E32E62" w:rsidRDefault="00E32E62">
      <w:pPr>
        <w:widowControl/>
        <w:adjustRightInd/>
        <w:spacing w:line="240" w:lineRule="auto"/>
        <w:jc w:val="left"/>
      </w:pPr>
    </w:p>
    <w:p w14:paraId="2EF0DC85" w14:textId="77777777" w:rsidR="00E32E62" w:rsidRDefault="00E32E62">
      <w:pPr>
        <w:widowControl/>
        <w:adjustRightInd/>
        <w:spacing w:line="240" w:lineRule="auto"/>
        <w:jc w:val="left"/>
      </w:pPr>
    </w:p>
    <w:p w14:paraId="6948ADDC" w14:textId="77777777" w:rsidR="00E32E62" w:rsidRDefault="00E32E62">
      <w:pPr>
        <w:widowControl/>
        <w:adjustRightInd/>
        <w:spacing w:line="240" w:lineRule="auto"/>
        <w:jc w:val="left"/>
      </w:pPr>
    </w:p>
    <w:p w14:paraId="2442BF12" w14:textId="77777777" w:rsidR="00E32E62" w:rsidRDefault="00E32E62">
      <w:pPr>
        <w:widowControl/>
        <w:adjustRightInd/>
        <w:spacing w:line="240" w:lineRule="auto"/>
        <w:jc w:val="left"/>
      </w:pPr>
    </w:p>
    <w:p w14:paraId="2FA8C977" w14:textId="77777777" w:rsidR="00E32E62" w:rsidRDefault="00E32E62">
      <w:pPr>
        <w:widowControl/>
        <w:adjustRightInd/>
        <w:spacing w:line="240" w:lineRule="auto"/>
        <w:jc w:val="left"/>
      </w:pPr>
    </w:p>
    <w:p w14:paraId="7945AF59" w14:textId="77777777" w:rsidR="00E32E62" w:rsidRDefault="00E32E62">
      <w:pPr>
        <w:widowControl/>
        <w:adjustRightInd/>
        <w:spacing w:line="240" w:lineRule="auto"/>
        <w:jc w:val="left"/>
      </w:pPr>
    </w:p>
    <w:p w14:paraId="0164D05D" w14:textId="77777777" w:rsidR="00E32E62" w:rsidRDefault="00E32E62">
      <w:pPr>
        <w:widowControl/>
        <w:adjustRightInd/>
        <w:spacing w:line="240" w:lineRule="auto"/>
        <w:jc w:val="left"/>
      </w:pPr>
    </w:p>
    <w:p w14:paraId="139A29F9" w14:textId="77777777" w:rsidR="00E32E62" w:rsidRDefault="00E32E62">
      <w:pPr>
        <w:widowControl/>
        <w:adjustRightInd/>
        <w:spacing w:line="240" w:lineRule="auto"/>
        <w:jc w:val="left"/>
      </w:pPr>
    </w:p>
    <w:p w14:paraId="1C48F30D" w14:textId="77777777" w:rsidR="00E32E62" w:rsidRDefault="00E32E62">
      <w:pPr>
        <w:widowControl/>
        <w:adjustRightInd/>
        <w:spacing w:line="240" w:lineRule="auto"/>
        <w:jc w:val="left"/>
      </w:pPr>
    </w:p>
    <w:p w14:paraId="35A1048A" w14:textId="77777777" w:rsidR="00E32E62" w:rsidRDefault="00E32E62">
      <w:pPr>
        <w:widowControl/>
        <w:adjustRightInd/>
        <w:spacing w:line="240" w:lineRule="auto"/>
        <w:jc w:val="left"/>
      </w:pPr>
    </w:p>
    <w:p w14:paraId="7D37F6E9" w14:textId="77777777" w:rsidR="00E32E62" w:rsidRDefault="00E32E62">
      <w:pPr>
        <w:widowControl/>
        <w:adjustRightInd/>
        <w:spacing w:line="240" w:lineRule="auto"/>
        <w:jc w:val="left"/>
      </w:pPr>
    </w:p>
    <w:p w14:paraId="670849D2" w14:textId="77777777" w:rsidR="00E32E62" w:rsidRDefault="00E32E62">
      <w:pPr>
        <w:widowControl/>
        <w:adjustRightInd/>
        <w:spacing w:line="240" w:lineRule="auto"/>
        <w:jc w:val="left"/>
      </w:pPr>
    </w:p>
    <w:p w14:paraId="4404DCD3" w14:textId="77777777" w:rsidR="00E32E62" w:rsidRDefault="00E32E62">
      <w:pPr>
        <w:widowControl/>
        <w:adjustRightInd/>
        <w:spacing w:line="240" w:lineRule="auto"/>
        <w:jc w:val="left"/>
      </w:pPr>
    </w:p>
    <w:p w14:paraId="099854D6" w14:textId="77777777" w:rsidR="00E32E62" w:rsidRDefault="00E32E62">
      <w:pPr>
        <w:widowControl/>
        <w:adjustRightInd/>
        <w:spacing w:line="240" w:lineRule="auto"/>
        <w:jc w:val="left"/>
      </w:pPr>
    </w:p>
    <w:p w14:paraId="33FB427A" w14:textId="77777777" w:rsidR="00E32E62" w:rsidRDefault="00E32E62">
      <w:pPr>
        <w:widowControl/>
        <w:adjustRightInd/>
        <w:spacing w:line="240" w:lineRule="auto"/>
        <w:jc w:val="left"/>
      </w:pPr>
    </w:p>
    <w:p w14:paraId="493206A8" w14:textId="77777777" w:rsidR="00E32E62" w:rsidRDefault="00E32E62">
      <w:pPr>
        <w:widowControl/>
        <w:adjustRightInd/>
        <w:spacing w:line="240" w:lineRule="auto"/>
        <w:jc w:val="left"/>
      </w:pPr>
    </w:p>
    <w:p w14:paraId="1F3627AF" w14:textId="77777777" w:rsidR="00E32E62" w:rsidRDefault="00E32E62">
      <w:pPr>
        <w:widowControl/>
        <w:adjustRightInd/>
        <w:spacing w:line="240" w:lineRule="auto"/>
        <w:jc w:val="left"/>
      </w:pPr>
    </w:p>
    <w:p w14:paraId="7B9D3771" w14:textId="77777777" w:rsidR="00E32E62" w:rsidRDefault="00E32E62">
      <w:pPr>
        <w:widowControl/>
        <w:adjustRightInd/>
        <w:spacing w:line="240" w:lineRule="auto"/>
        <w:jc w:val="left"/>
      </w:pPr>
    </w:p>
    <w:p w14:paraId="5964E635" w14:textId="77777777" w:rsidR="00E32E62" w:rsidRDefault="00E32E62">
      <w:pPr>
        <w:widowControl/>
        <w:adjustRightInd/>
        <w:spacing w:line="240" w:lineRule="auto"/>
        <w:jc w:val="left"/>
      </w:pPr>
    </w:p>
    <w:p w14:paraId="0EE05859" w14:textId="77777777" w:rsidR="00E32E62" w:rsidRDefault="00E32E62">
      <w:pPr>
        <w:widowControl/>
        <w:adjustRightInd/>
        <w:spacing w:line="240" w:lineRule="auto"/>
        <w:jc w:val="left"/>
      </w:pPr>
    </w:p>
    <w:p w14:paraId="4FAA00AF" w14:textId="77777777" w:rsidR="00E32E62" w:rsidRDefault="00E32E62">
      <w:pPr>
        <w:widowControl/>
        <w:adjustRightInd/>
        <w:spacing w:line="240" w:lineRule="auto"/>
        <w:jc w:val="left"/>
      </w:pPr>
    </w:p>
    <w:p w14:paraId="47E915D0" w14:textId="77777777" w:rsidR="00E32E62" w:rsidRDefault="00E32E62">
      <w:pPr>
        <w:widowControl/>
        <w:adjustRightInd/>
        <w:spacing w:line="240" w:lineRule="auto"/>
        <w:jc w:val="left"/>
      </w:pPr>
    </w:p>
    <w:tbl>
      <w:tblPr>
        <w:tblW w:w="5000" w:type="pct"/>
        <w:jc w:val="center"/>
        <w:tblBorders>
          <w:top w:val="single" w:sz="8" w:space="0" w:color="000000"/>
          <w:left w:val="single" w:sz="8" w:space="0" w:color="000000"/>
          <w:bottom w:val="single" w:sz="8" w:space="0" w:color="000000"/>
          <w:right w:val="single" w:sz="8" w:space="0" w:color="000000"/>
          <w:insideH w:val="single" w:sz="2" w:space="0" w:color="000000"/>
          <w:insideV w:val="single" w:sz="2" w:space="0" w:color="000000"/>
        </w:tblBorders>
        <w:tblLook w:val="04A0" w:firstRow="1" w:lastRow="0" w:firstColumn="1" w:lastColumn="0" w:noHBand="0" w:noVBand="1"/>
      </w:tblPr>
      <w:tblGrid>
        <w:gridCol w:w="9570"/>
      </w:tblGrid>
      <w:tr w:rsidR="00E32E62" w14:paraId="360D499A" w14:textId="77777777">
        <w:trPr>
          <w:trHeight w:val="173"/>
          <w:jc w:val="center"/>
        </w:trPr>
        <w:tc>
          <w:tcPr>
            <w:tcW w:w="5000" w:type="pct"/>
            <w:tcBorders>
              <w:top w:val="single" w:sz="8" w:space="0" w:color="000000"/>
              <w:left w:val="single" w:sz="8" w:space="0" w:color="000000"/>
              <w:bottom w:val="single" w:sz="2" w:space="0" w:color="000000"/>
              <w:right w:val="single" w:sz="8" w:space="0" w:color="000000"/>
            </w:tcBorders>
          </w:tcPr>
          <w:p w14:paraId="53F6970A" w14:textId="77777777" w:rsidR="00E32E62" w:rsidRDefault="005E555A">
            <w:pPr>
              <w:pStyle w:val="afffff5"/>
              <w:ind w:firstLine="420"/>
              <w:rPr>
                <w:rFonts w:ascii="黑体" w:eastAsia="黑体" w:hAnsi="黑体" w:hint="eastAsia"/>
              </w:rPr>
            </w:pPr>
            <w:r>
              <w:rPr>
                <w:rFonts w:ascii="黑体" w:eastAsia="黑体" w:hAnsi="黑体" w:hint="eastAsia"/>
                <w:bCs/>
              </w:rPr>
              <w:t>三、技术成熟度评价</w:t>
            </w:r>
          </w:p>
        </w:tc>
      </w:tr>
      <w:tr w:rsidR="00E32E62" w14:paraId="006EF418" w14:textId="77777777">
        <w:trPr>
          <w:trHeight w:val="82"/>
          <w:jc w:val="center"/>
        </w:trPr>
        <w:tc>
          <w:tcPr>
            <w:tcW w:w="5000" w:type="pct"/>
            <w:tcBorders>
              <w:top w:val="single" w:sz="2" w:space="0" w:color="000000"/>
              <w:left w:val="single" w:sz="8" w:space="0" w:color="000000"/>
              <w:bottom w:val="single" w:sz="8" w:space="0" w:color="000000"/>
              <w:right w:val="single" w:sz="8" w:space="0" w:color="000000"/>
            </w:tcBorders>
          </w:tcPr>
          <w:p w14:paraId="36CD7329" w14:textId="77777777" w:rsidR="00E32E62" w:rsidRDefault="00E32E62">
            <w:pPr>
              <w:pStyle w:val="ac"/>
              <w:ind w:firstLine="360"/>
            </w:pPr>
          </w:p>
          <w:p w14:paraId="02C7BA0C" w14:textId="77777777" w:rsidR="00E32E62" w:rsidRDefault="005E555A">
            <w:pPr>
              <w:pStyle w:val="afffff5"/>
              <w:spacing w:line="360" w:lineRule="auto"/>
              <w:ind w:firstLine="420"/>
            </w:pPr>
            <w:r>
              <w:rPr>
                <w:rFonts w:hint="eastAsia"/>
              </w:rPr>
              <w:t>该成果的技术成熟度评价表如表1所示，其主体技术/核心技术/关键工作分解单元是***</w:t>
            </w:r>
            <w:r>
              <w:t>1</w:t>
            </w:r>
            <w:r>
              <w:rPr>
                <w:rFonts w:hint="eastAsia"/>
              </w:rPr>
              <w:t>、***</w:t>
            </w:r>
            <w:r>
              <w:t>2</w:t>
            </w:r>
            <w:r>
              <w:rPr>
                <w:rFonts w:hint="eastAsia"/>
              </w:rPr>
              <w:t>等，其中***</w:t>
            </w:r>
            <w:r>
              <w:t>1</w:t>
            </w:r>
            <w:r>
              <w:rPr>
                <w:rFonts w:hint="eastAsia"/>
              </w:rPr>
              <w:t>部分已经在实验室中完成样机的系统测试，***</w:t>
            </w:r>
            <w:r>
              <w:t>2</w:t>
            </w:r>
            <w:r>
              <w:rPr>
                <w:rFonts w:hint="eastAsia"/>
              </w:rPr>
              <w:t>部分已经在实际环境中测试完成。（本段主要介绍该成果重点研发的XXXX，及其发展阶段。）</w:t>
            </w:r>
          </w:p>
          <w:p w14:paraId="43392325" w14:textId="77777777" w:rsidR="00E32E62" w:rsidRDefault="005E555A">
            <w:pPr>
              <w:pStyle w:val="afffff5"/>
              <w:spacing w:line="360" w:lineRule="auto"/>
              <w:ind w:firstLine="420"/>
            </w:pPr>
            <w:r>
              <w:rPr>
                <w:rFonts w:hint="eastAsia"/>
              </w:rPr>
              <w:t>根据技术凭证查证，该成果最终交付物的技术成熟度已经达到XX级。（根据经济效益可知，该成果已经推广应用，并且已经获得XXXX亿元经济效益，综合评价该成果的成熟度为XX级。）</w:t>
            </w:r>
          </w:p>
          <w:p w14:paraId="0206128C" w14:textId="77777777" w:rsidR="00E32E62" w:rsidRDefault="005E555A">
            <w:pPr>
              <w:pStyle w:val="afffff5"/>
              <w:ind w:firstLine="420"/>
              <w:jc w:val="center"/>
            </w:pPr>
            <w:r>
              <w:rPr>
                <w:rFonts w:hint="eastAsia"/>
              </w:rPr>
              <w:t>表1  技术成熟度评价表</w:t>
            </w:r>
          </w:p>
          <w:tbl>
            <w:tblPr>
              <w:tblW w:w="70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851"/>
              <w:gridCol w:w="1984"/>
              <w:gridCol w:w="1276"/>
              <w:gridCol w:w="1418"/>
              <w:gridCol w:w="1559"/>
            </w:tblGrid>
            <w:tr w:rsidR="00E32E62" w14:paraId="2D6B21BA" w14:textId="77777777">
              <w:trPr>
                <w:trHeight w:val="578"/>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3E022FA5" w14:textId="77777777" w:rsidR="00E32E62" w:rsidRDefault="005E555A">
                  <w:pPr>
                    <w:pStyle w:val="afffff5"/>
                    <w:ind w:firstLineChars="0" w:firstLine="0"/>
                  </w:pPr>
                  <w:r>
                    <w:rPr>
                      <w:rFonts w:hint="eastAsia"/>
                    </w:rPr>
                    <w:t>工作分解单元编号</w:t>
                  </w:r>
                </w:p>
              </w:tc>
              <w:tc>
                <w:tcPr>
                  <w:tcW w:w="1984" w:type="dxa"/>
                  <w:tcBorders>
                    <w:top w:val="single" w:sz="4" w:space="0" w:color="000000"/>
                    <w:left w:val="single" w:sz="4" w:space="0" w:color="000000"/>
                    <w:bottom w:val="single" w:sz="4" w:space="0" w:color="000000"/>
                    <w:right w:val="single" w:sz="4" w:space="0" w:color="000000"/>
                  </w:tcBorders>
                  <w:vAlign w:val="center"/>
                </w:tcPr>
                <w:p w14:paraId="74EA9BEA" w14:textId="77777777" w:rsidR="00E32E62" w:rsidRDefault="005E555A">
                  <w:pPr>
                    <w:pStyle w:val="afffff5"/>
                    <w:ind w:firstLineChars="0" w:firstLine="0"/>
                  </w:pPr>
                  <w:r>
                    <w:rPr>
                      <w:rFonts w:hint="eastAsia"/>
                    </w:rPr>
                    <w:t>工作分解单元内容</w:t>
                  </w:r>
                </w:p>
              </w:tc>
              <w:tc>
                <w:tcPr>
                  <w:tcW w:w="1276" w:type="dxa"/>
                  <w:tcBorders>
                    <w:top w:val="single" w:sz="4" w:space="0" w:color="000000"/>
                    <w:left w:val="single" w:sz="4" w:space="0" w:color="000000"/>
                    <w:bottom w:val="single" w:sz="4" w:space="0" w:color="000000"/>
                    <w:right w:val="single" w:sz="4" w:space="0" w:color="000000"/>
                  </w:tcBorders>
                  <w:vAlign w:val="center"/>
                </w:tcPr>
                <w:p w14:paraId="676C6215" w14:textId="77777777" w:rsidR="00E32E62" w:rsidRDefault="005E555A">
                  <w:pPr>
                    <w:pStyle w:val="afffff5"/>
                    <w:ind w:firstLineChars="0" w:firstLine="0"/>
                  </w:pPr>
                  <w:r>
                    <w:rPr>
                      <w:rFonts w:hint="eastAsia"/>
                    </w:rPr>
                    <w:t>交付物类型</w:t>
                  </w:r>
                </w:p>
              </w:tc>
              <w:tc>
                <w:tcPr>
                  <w:tcW w:w="1418" w:type="dxa"/>
                  <w:tcBorders>
                    <w:top w:val="single" w:sz="4" w:space="0" w:color="000000"/>
                    <w:left w:val="single" w:sz="4" w:space="0" w:color="000000"/>
                    <w:bottom w:val="single" w:sz="4" w:space="0" w:color="000000"/>
                    <w:right w:val="single" w:sz="4" w:space="0" w:color="000000"/>
                  </w:tcBorders>
                  <w:vAlign w:val="center"/>
                </w:tcPr>
                <w:p w14:paraId="43FBA60E" w14:textId="77777777" w:rsidR="00E32E62" w:rsidRDefault="005E555A">
                  <w:pPr>
                    <w:pStyle w:val="afffff5"/>
                    <w:ind w:firstLineChars="0" w:firstLine="0"/>
                  </w:pPr>
                  <w:r>
                    <w:rPr>
                      <w:rFonts w:hint="eastAsia"/>
                    </w:rPr>
                    <w:t>技术成熟度</w:t>
                  </w:r>
                </w:p>
              </w:tc>
              <w:tc>
                <w:tcPr>
                  <w:tcW w:w="1559" w:type="dxa"/>
                  <w:tcBorders>
                    <w:top w:val="single" w:sz="4" w:space="0" w:color="000000"/>
                    <w:left w:val="single" w:sz="4" w:space="0" w:color="000000"/>
                    <w:bottom w:val="single" w:sz="4" w:space="0" w:color="000000"/>
                    <w:right w:val="single" w:sz="4" w:space="0" w:color="000000"/>
                  </w:tcBorders>
                  <w:vAlign w:val="center"/>
                </w:tcPr>
                <w:p w14:paraId="281E4C8A" w14:textId="77777777" w:rsidR="00E32E62" w:rsidRDefault="005E555A">
                  <w:pPr>
                    <w:pStyle w:val="afffff5"/>
                    <w:ind w:firstLineChars="0" w:firstLine="0"/>
                  </w:pPr>
                  <w:r>
                    <w:rPr>
                      <w:rFonts w:hint="eastAsia"/>
                    </w:rPr>
                    <w:t>证明材料编号</w:t>
                  </w:r>
                </w:p>
              </w:tc>
            </w:tr>
            <w:tr w:rsidR="00E32E62" w14:paraId="16E3535D" w14:textId="77777777">
              <w:trPr>
                <w:trHeight w:val="454"/>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01F99D03" w14:textId="77777777" w:rsidR="00E32E62" w:rsidRDefault="005E555A">
                  <w:pPr>
                    <w:pStyle w:val="afffff5"/>
                    <w:ind w:firstLine="420"/>
                  </w:pPr>
                  <w:r>
                    <w:rPr>
                      <w:rFonts w:hint="eastAsia"/>
                    </w:rPr>
                    <w:t>1</w:t>
                  </w:r>
                </w:p>
              </w:tc>
              <w:tc>
                <w:tcPr>
                  <w:tcW w:w="1984" w:type="dxa"/>
                  <w:tcBorders>
                    <w:top w:val="single" w:sz="4" w:space="0" w:color="000000"/>
                    <w:left w:val="single" w:sz="4" w:space="0" w:color="000000"/>
                    <w:bottom w:val="single" w:sz="4" w:space="0" w:color="000000"/>
                    <w:right w:val="single" w:sz="4" w:space="0" w:color="000000"/>
                  </w:tcBorders>
                  <w:vAlign w:val="center"/>
                </w:tcPr>
                <w:p w14:paraId="600937A8" w14:textId="77777777" w:rsidR="00E32E62" w:rsidRDefault="00E32E62">
                  <w:pPr>
                    <w:pStyle w:val="afffff5"/>
                    <w:ind w:firstLine="420"/>
                  </w:pPr>
                </w:p>
              </w:tc>
              <w:tc>
                <w:tcPr>
                  <w:tcW w:w="1276" w:type="dxa"/>
                  <w:tcBorders>
                    <w:top w:val="single" w:sz="4" w:space="0" w:color="000000"/>
                    <w:left w:val="single" w:sz="4" w:space="0" w:color="000000"/>
                    <w:bottom w:val="single" w:sz="4" w:space="0" w:color="000000"/>
                    <w:right w:val="single" w:sz="4" w:space="0" w:color="000000"/>
                  </w:tcBorders>
                  <w:vAlign w:val="center"/>
                </w:tcPr>
                <w:p w14:paraId="5CA91162" w14:textId="77777777" w:rsidR="00E32E62" w:rsidRDefault="00E32E62">
                  <w:pPr>
                    <w:pStyle w:val="afffff5"/>
                    <w:ind w:firstLine="420"/>
                  </w:pPr>
                </w:p>
              </w:tc>
              <w:tc>
                <w:tcPr>
                  <w:tcW w:w="1418" w:type="dxa"/>
                  <w:tcBorders>
                    <w:top w:val="single" w:sz="4" w:space="0" w:color="000000"/>
                    <w:left w:val="single" w:sz="4" w:space="0" w:color="000000"/>
                    <w:bottom w:val="single" w:sz="4" w:space="0" w:color="000000"/>
                    <w:right w:val="single" w:sz="4" w:space="0" w:color="000000"/>
                  </w:tcBorders>
                  <w:vAlign w:val="center"/>
                </w:tcPr>
                <w:p w14:paraId="5D0CB5EA" w14:textId="77777777" w:rsidR="00E32E62" w:rsidRDefault="00E32E62">
                  <w:pPr>
                    <w:pStyle w:val="afffff5"/>
                    <w:ind w:firstLine="420"/>
                  </w:pPr>
                </w:p>
              </w:tc>
              <w:tc>
                <w:tcPr>
                  <w:tcW w:w="1559" w:type="dxa"/>
                  <w:vMerge w:val="restart"/>
                  <w:tcBorders>
                    <w:top w:val="nil"/>
                    <w:left w:val="single" w:sz="4" w:space="0" w:color="000000"/>
                    <w:bottom w:val="single" w:sz="4" w:space="0" w:color="000000"/>
                    <w:right w:val="single" w:sz="4" w:space="0" w:color="000000"/>
                  </w:tcBorders>
                  <w:vAlign w:val="center"/>
                </w:tcPr>
                <w:p w14:paraId="4BABBFA1" w14:textId="77777777" w:rsidR="00E32E62" w:rsidRDefault="005E555A">
                  <w:pPr>
                    <w:pStyle w:val="afffff5"/>
                    <w:ind w:firstLine="420"/>
                  </w:pPr>
                  <w:r>
                    <w:rPr>
                      <w:rFonts w:hint="eastAsia"/>
                    </w:rPr>
                    <w:t>见表A.1</w:t>
                  </w:r>
                </w:p>
              </w:tc>
            </w:tr>
            <w:tr w:rsidR="00E32E62" w14:paraId="1EB790E9" w14:textId="77777777">
              <w:trPr>
                <w:trHeight w:val="454"/>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2A01E264" w14:textId="77777777" w:rsidR="00E32E62" w:rsidRDefault="005E555A">
                  <w:pPr>
                    <w:pStyle w:val="afffff5"/>
                    <w:ind w:firstLine="420"/>
                  </w:pPr>
                  <w:r>
                    <w:rPr>
                      <w:rFonts w:hint="eastAsia"/>
                    </w:rPr>
                    <w:t>1.1</w:t>
                  </w:r>
                </w:p>
              </w:tc>
              <w:tc>
                <w:tcPr>
                  <w:tcW w:w="1984" w:type="dxa"/>
                  <w:tcBorders>
                    <w:top w:val="single" w:sz="4" w:space="0" w:color="000000"/>
                    <w:left w:val="single" w:sz="4" w:space="0" w:color="000000"/>
                    <w:bottom w:val="single" w:sz="4" w:space="0" w:color="000000"/>
                    <w:right w:val="single" w:sz="4" w:space="0" w:color="000000"/>
                  </w:tcBorders>
                  <w:vAlign w:val="center"/>
                </w:tcPr>
                <w:p w14:paraId="2556D45F" w14:textId="77777777" w:rsidR="00E32E62" w:rsidRDefault="00E32E62">
                  <w:pPr>
                    <w:pStyle w:val="afffff5"/>
                    <w:ind w:firstLine="420"/>
                  </w:pPr>
                </w:p>
              </w:tc>
              <w:tc>
                <w:tcPr>
                  <w:tcW w:w="1276" w:type="dxa"/>
                  <w:tcBorders>
                    <w:top w:val="single" w:sz="4" w:space="0" w:color="000000"/>
                    <w:left w:val="single" w:sz="4" w:space="0" w:color="000000"/>
                    <w:bottom w:val="single" w:sz="4" w:space="0" w:color="auto"/>
                    <w:right w:val="single" w:sz="4" w:space="0" w:color="000000"/>
                  </w:tcBorders>
                  <w:vAlign w:val="center"/>
                </w:tcPr>
                <w:p w14:paraId="0F1E0347" w14:textId="77777777" w:rsidR="00E32E62" w:rsidRDefault="00E32E62">
                  <w:pPr>
                    <w:pStyle w:val="afffff5"/>
                    <w:ind w:firstLine="420"/>
                  </w:pPr>
                </w:p>
              </w:tc>
              <w:tc>
                <w:tcPr>
                  <w:tcW w:w="1418" w:type="dxa"/>
                  <w:tcBorders>
                    <w:top w:val="single" w:sz="4" w:space="0" w:color="000000"/>
                    <w:left w:val="single" w:sz="4" w:space="0" w:color="000000"/>
                    <w:bottom w:val="single" w:sz="4" w:space="0" w:color="auto"/>
                    <w:right w:val="single" w:sz="4" w:space="0" w:color="000000"/>
                  </w:tcBorders>
                  <w:vAlign w:val="center"/>
                </w:tcPr>
                <w:p w14:paraId="0D706834" w14:textId="77777777" w:rsidR="00E32E62" w:rsidRDefault="00E32E62">
                  <w:pPr>
                    <w:pStyle w:val="afffff5"/>
                    <w:ind w:firstLine="420"/>
                  </w:pPr>
                </w:p>
              </w:tc>
              <w:tc>
                <w:tcPr>
                  <w:tcW w:w="1559" w:type="dxa"/>
                  <w:vMerge/>
                  <w:tcBorders>
                    <w:top w:val="nil"/>
                    <w:left w:val="single" w:sz="4" w:space="0" w:color="000000"/>
                    <w:bottom w:val="single" w:sz="4" w:space="0" w:color="000000"/>
                    <w:right w:val="single" w:sz="4" w:space="0" w:color="000000"/>
                  </w:tcBorders>
                  <w:vAlign w:val="center"/>
                </w:tcPr>
                <w:p w14:paraId="2C5A4937" w14:textId="77777777" w:rsidR="00E32E62" w:rsidRDefault="00E32E62">
                  <w:pPr>
                    <w:pStyle w:val="afffff5"/>
                    <w:ind w:firstLine="420"/>
                  </w:pPr>
                </w:p>
              </w:tc>
            </w:tr>
            <w:tr w:rsidR="00E32E62" w14:paraId="78D67C7F" w14:textId="77777777">
              <w:trPr>
                <w:trHeight w:val="454"/>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033EEA87" w14:textId="77777777" w:rsidR="00E32E62" w:rsidRDefault="005E555A">
                  <w:pPr>
                    <w:pStyle w:val="afffff5"/>
                    <w:ind w:firstLine="420"/>
                  </w:pPr>
                  <w:r>
                    <w:rPr>
                      <w:rFonts w:hint="eastAsia"/>
                    </w:rPr>
                    <w:t>1.2</w:t>
                  </w:r>
                </w:p>
              </w:tc>
              <w:tc>
                <w:tcPr>
                  <w:tcW w:w="1984" w:type="dxa"/>
                  <w:tcBorders>
                    <w:top w:val="single" w:sz="4" w:space="0" w:color="000000"/>
                    <w:left w:val="single" w:sz="4" w:space="0" w:color="000000"/>
                    <w:bottom w:val="single" w:sz="4" w:space="0" w:color="000000"/>
                    <w:right w:val="single" w:sz="4" w:space="0" w:color="000000"/>
                  </w:tcBorders>
                  <w:vAlign w:val="center"/>
                </w:tcPr>
                <w:p w14:paraId="1FB7F325" w14:textId="77777777" w:rsidR="00E32E62" w:rsidRDefault="00E32E62">
                  <w:pPr>
                    <w:pStyle w:val="afffff5"/>
                    <w:ind w:firstLine="420"/>
                  </w:pPr>
                </w:p>
              </w:tc>
              <w:tc>
                <w:tcPr>
                  <w:tcW w:w="1276" w:type="dxa"/>
                  <w:tcBorders>
                    <w:top w:val="single" w:sz="4" w:space="0" w:color="auto"/>
                    <w:left w:val="single" w:sz="4" w:space="0" w:color="000000"/>
                    <w:bottom w:val="single" w:sz="4" w:space="0" w:color="auto"/>
                    <w:right w:val="single" w:sz="4" w:space="0" w:color="000000"/>
                  </w:tcBorders>
                  <w:vAlign w:val="center"/>
                </w:tcPr>
                <w:p w14:paraId="6EF78B76" w14:textId="77777777" w:rsidR="00E32E62" w:rsidRDefault="00E32E62">
                  <w:pPr>
                    <w:pStyle w:val="afffff5"/>
                    <w:ind w:firstLine="420"/>
                  </w:pPr>
                </w:p>
              </w:tc>
              <w:tc>
                <w:tcPr>
                  <w:tcW w:w="1418" w:type="dxa"/>
                  <w:tcBorders>
                    <w:top w:val="single" w:sz="4" w:space="0" w:color="auto"/>
                    <w:left w:val="single" w:sz="4" w:space="0" w:color="000000"/>
                    <w:bottom w:val="single" w:sz="4" w:space="0" w:color="auto"/>
                    <w:right w:val="single" w:sz="4" w:space="0" w:color="000000"/>
                  </w:tcBorders>
                  <w:vAlign w:val="center"/>
                </w:tcPr>
                <w:p w14:paraId="29AE277A" w14:textId="77777777" w:rsidR="00E32E62" w:rsidRDefault="00E32E62">
                  <w:pPr>
                    <w:pStyle w:val="afffff5"/>
                    <w:ind w:firstLine="420"/>
                  </w:pPr>
                </w:p>
              </w:tc>
              <w:tc>
                <w:tcPr>
                  <w:tcW w:w="1559" w:type="dxa"/>
                  <w:vMerge/>
                  <w:tcBorders>
                    <w:top w:val="nil"/>
                    <w:left w:val="single" w:sz="4" w:space="0" w:color="000000"/>
                    <w:bottom w:val="single" w:sz="4" w:space="0" w:color="000000"/>
                    <w:right w:val="single" w:sz="4" w:space="0" w:color="000000"/>
                  </w:tcBorders>
                  <w:vAlign w:val="center"/>
                </w:tcPr>
                <w:p w14:paraId="192D45AB" w14:textId="77777777" w:rsidR="00E32E62" w:rsidRDefault="00E32E62">
                  <w:pPr>
                    <w:pStyle w:val="afffff5"/>
                    <w:ind w:firstLine="420"/>
                  </w:pPr>
                </w:p>
              </w:tc>
            </w:tr>
            <w:tr w:rsidR="00E32E62" w14:paraId="3F7873FA" w14:textId="77777777">
              <w:trPr>
                <w:trHeight w:val="454"/>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577309FF" w14:textId="77777777" w:rsidR="00E32E62" w:rsidRDefault="005E555A">
                  <w:pPr>
                    <w:pStyle w:val="afffff5"/>
                    <w:ind w:firstLine="420"/>
                  </w:pPr>
                  <w:r>
                    <w:rPr>
                      <w:rFonts w:hint="eastAsia"/>
                    </w:rPr>
                    <w:t>1.3</w:t>
                  </w:r>
                </w:p>
              </w:tc>
              <w:tc>
                <w:tcPr>
                  <w:tcW w:w="1984" w:type="dxa"/>
                  <w:tcBorders>
                    <w:top w:val="single" w:sz="4" w:space="0" w:color="000000"/>
                    <w:left w:val="single" w:sz="4" w:space="0" w:color="000000"/>
                    <w:bottom w:val="single" w:sz="4" w:space="0" w:color="000000"/>
                    <w:right w:val="single" w:sz="4" w:space="0" w:color="000000"/>
                  </w:tcBorders>
                  <w:vAlign w:val="center"/>
                </w:tcPr>
                <w:p w14:paraId="73537132" w14:textId="77777777" w:rsidR="00E32E62" w:rsidRDefault="00E32E62">
                  <w:pPr>
                    <w:pStyle w:val="afffff5"/>
                    <w:ind w:firstLine="420"/>
                  </w:pPr>
                </w:p>
              </w:tc>
              <w:tc>
                <w:tcPr>
                  <w:tcW w:w="1276" w:type="dxa"/>
                  <w:tcBorders>
                    <w:top w:val="single" w:sz="4" w:space="0" w:color="auto"/>
                    <w:left w:val="single" w:sz="4" w:space="0" w:color="000000"/>
                    <w:bottom w:val="single" w:sz="4" w:space="0" w:color="auto"/>
                    <w:right w:val="single" w:sz="4" w:space="0" w:color="000000"/>
                  </w:tcBorders>
                  <w:vAlign w:val="center"/>
                </w:tcPr>
                <w:p w14:paraId="632A8B24" w14:textId="77777777" w:rsidR="00E32E62" w:rsidRDefault="00E32E62">
                  <w:pPr>
                    <w:pStyle w:val="afffff5"/>
                    <w:ind w:firstLine="420"/>
                  </w:pPr>
                </w:p>
              </w:tc>
              <w:tc>
                <w:tcPr>
                  <w:tcW w:w="1418" w:type="dxa"/>
                  <w:tcBorders>
                    <w:top w:val="single" w:sz="4" w:space="0" w:color="auto"/>
                    <w:left w:val="single" w:sz="4" w:space="0" w:color="000000"/>
                    <w:bottom w:val="single" w:sz="4" w:space="0" w:color="auto"/>
                    <w:right w:val="single" w:sz="4" w:space="0" w:color="000000"/>
                  </w:tcBorders>
                  <w:vAlign w:val="center"/>
                </w:tcPr>
                <w:p w14:paraId="7228C735" w14:textId="77777777" w:rsidR="00E32E62" w:rsidRDefault="00E32E62">
                  <w:pPr>
                    <w:pStyle w:val="afffff5"/>
                    <w:ind w:firstLine="420"/>
                  </w:pPr>
                </w:p>
              </w:tc>
              <w:tc>
                <w:tcPr>
                  <w:tcW w:w="1559" w:type="dxa"/>
                  <w:vMerge/>
                  <w:tcBorders>
                    <w:top w:val="nil"/>
                    <w:left w:val="single" w:sz="4" w:space="0" w:color="000000"/>
                    <w:bottom w:val="single" w:sz="4" w:space="0" w:color="000000"/>
                    <w:right w:val="single" w:sz="4" w:space="0" w:color="000000"/>
                  </w:tcBorders>
                  <w:vAlign w:val="center"/>
                </w:tcPr>
                <w:p w14:paraId="216F2202" w14:textId="77777777" w:rsidR="00E32E62" w:rsidRDefault="00E32E62">
                  <w:pPr>
                    <w:pStyle w:val="afffff5"/>
                    <w:ind w:firstLine="420"/>
                  </w:pPr>
                </w:p>
              </w:tc>
            </w:tr>
            <w:tr w:rsidR="00E32E62" w14:paraId="58C44C75" w14:textId="77777777">
              <w:trPr>
                <w:trHeight w:val="454"/>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0B062214" w14:textId="77777777" w:rsidR="00E32E62" w:rsidRDefault="005E555A">
                  <w:pPr>
                    <w:pStyle w:val="afffff5"/>
                    <w:ind w:firstLine="420"/>
                  </w:pPr>
                  <w:r>
                    <w:t>…</w:t>
                  </w:r>
                </w:p>
              </w:tc>
              <w:tc>
                <w:tcPr>
                  <w:tcW w:w="1984" w:type="dxa"/>
                  <w:tcBorders>
                    <w:top w:val="single" w:sz="4" w:space="0" w:color="000000"/>
                    <w:left w:val="single" w:sz="4" w:space="0" w:color="000000"/>
                    <w:bottom w:val="single" w:sz="4" w:space="0" w:color="000000"/>
                    <w:right w:val="single" w:sz="4" w:space="0" w:color="000000"/>
                  </w:tcBorders>
                  <w:vAlign w:val="center"/>
                </w:tcPr>
                <w:p w14:paraId="05560E18" w14:textId="77777777" w:rsidR="00E32E62" w:rsidRDefault="00E32E62">
                  <w:pPr>
                    <w:pStyle w:val="afffff5"/>
                    <w:ind w:firstLine="420"/>
                  </w:pPr>
                </w:p>
              </w:tc>
              <w:tc>
                <w:tcPr>
                  <w:tcW w:w="1276" w:type="dxa"/>
                  <w:tcBorders>
                    <w:top w:val="single" w:sz="4" w:space="0" w:color="auto"/>
                    <w:left w:val="single" w:sz="4" w:space="0" w:color="000000"/>
                    <w:bottom w:val="single" w:sz="4" w:space="0" w:color="000000"/>
                    <w:right w:val="single" w:sz="4" w:space="0" w:color="000000"/>
                  </w:tcBorders>
                  <w:vAlign w:val="center"/>
                </w:tcPr>
                <w:p w14:paraId="5167645E" w14:textId="77777777" w:rsidR="00E32E62" w:rsidRDefault="00E32E62">
                  <w:pPr>
                    <w:pStyle w:val="afffff5"/>
                    <w:ind w:firstLine="420"/>
                  </w:pPr>
                </w:p>
              </w:tc>
              <w:tc>
                <w:tcPr>
                  <w:tcW w:w="1418" w:type="dxa"/>
                  <w:tcBorders>
                    <w:top w:val="single" w:sz="4" w:space="0" w:color="auto"/>
                    <w:left w:val="single" w:sz="4" w:space="0" w:color="000000"/>
                    <w:bottom w:val="single" w:sz="4" w:space="0" w:color="000000"/>
                    <w:right w:val="single" w:sz="4" w:space="0" w:color="000000"/>
                  </w:tcBorders>
                </w:tcPr>
                <w:p w14:paraId="06824617" w14:textId="77777777" w:rsidR="00E32E62" w:rsidRDefault="00E32E62">
                  <w:pPr>
                    <w:pStyle w:val="afffff5"/>
                    <w:ind w:firstLine="420"/>
                  </w:pPr>
                </w:p>
              </w:tc>
              <w:tc>
                <w:tcPr>
                  <w:tcW w:w="1559" w:type="dxa"/>
                  <w:vMerge/>
                  <w:tcBorders>
                    <w:top w:val="nil"/>
                    <w:left w:val="single" w:sz="4" w:space="0" w:color="000000"/>
                    <w:bottom w:val="single" w:sz="4" w:space="0" w:color="000000"/>
                    <w:right w:val="single" w:sz="4" w:space="0" w:color="000000"/>
                  </w:tcBorders>
                  <w:vAlign w:val="center"/>
                </w:tcPr>
                <w:p w14:paraId="4EC78EF6" w14:textId="77777777" w:rsidR="00E32E62" w:rsidRDefault="00E32E62">
                  <w:pPr>
                    <w:pStyle w:val="afffff5"/>
                    <w:ind w:firstLine="420"/>
                  </w:pPr>
                </w:p>
              </w:tc>
            </w:tr>
          </w:tbl>
          <w:p w14:paraId="7DB5FD37" w14:textId="77777777" w:rsidR="00E32E62" w:rsidRDefault="00E32E62">
            <w:pPr>
              <w:pStyle w:val="afffff5"/>
              <w:ind w:firstLine="420"/>
            </w:pPr>
          </w:p>
          <w:p w14:paraId="49C02995" w14:textId="77777777" w:rsidR="00E32E62" w:rsidRDefault="00E32E62">
            <w:pPr>
              <w:pStyle w:val="afffff5"/>
              <w:ind w:firstLine="420"/>
            </w:pPr>
          </w:p>
          <w:p w14:paraId="6C0803AE" w14:textId="77777777" w:rsidR="00E32E62" w:rsidRDefault="00E32E62">
            <w:pPr>
              <w:pStyle w:val="afffff5"/>
              <w:ind w:firstLine="420"/>
            </w:pPr>
          </w:p>
          <w:p w14:paraId="0A822027" w14:textId="77777777" w:rsidR="00E32E62" w:rsidRDefault="00E32E62">
            <w:pPr>
              <w:pStyle w:val="afffff5"/>
              <w:ind w:firstLine="420"/>
            </w:pPr>
          </w:p>
          <w:p w14:paraId="3D18280C" w14:textId="77777777" w:rsidR="00E32E62" w:rsidRDefault="00E32E62">
            <w:pPr>
              <w:pStyle w:val="afffff5"/>
              <w:ind w:firstLine="420"/>
            </w:pPr>
          </w:p>
          <w:p w14:paraId="62C530D2" w14:textId="77777777" w:rsidR="00E32E62" w:rsidRDefault="00E32E62">
            <w:pPr>
              <w:pStyle w:val="afffff5"/>
              <w:ind w:firstLine="420"/>
            </w:pPr>
          </w:p>
          <w:p w14:paraId="41EEC7AC" w14:textId="77777777" w:rsidR="00E32E62" w:rsidRDefault="00E32E62">
            <w:pPr>
              <w:pStyle w:val="afffff5"/>
              <w:spacing w:line="360" w:lineRule="auto"/>
              <w:ind w:firstLineChars="3400" w:firstLine="7140"/>
            </w:pPr>
          </w:p>
        </w:tc>
      </w:tr>
    </w:tbl>
    <w:p w14:paraId="3B96F1B2" w14:textId="77777777" w:rsidR="00E32E62" w:rsidRDefault="00E32E62">
      <w:pPr>
        <w:spacing w:before="63"/>
        <w:ind w:left="434"/>
      </w:pPr>
    </w:p>
    <w:p w14:paraId="28C2FD41" w14:textId="77777777" w:rsidR="00E32E62" w:rsidRDefault="00E32E62">
      <w:pPr>
        <w:spacing w:before="63"/>
        <w:ind w:left="434"/>
      </w:pPr>
    </w:p>
    <w:p w14:paraId="5B7A5F68" w14:textId="77777777" w:rsidR="00E32E62" w:rsidRDefault="00E32E62">
      <w:pPr>
        <w:spacing w:before="63"/>
        <w:ind w:left="434"/>
      </w:pPr>
    </w:p>
    <w:p w14:paraId="00AB0CD9" w14:textId="77777777" w:rsidR="00E32E62" w:rsidRDefault="00E32E62">
      <w:pPr>
        <w:spacing w:before="63"/>
        <w:ind w:left="434"/>
      </w:pPr>
    </w:p>
    <w:p w14:paraId="3D18A22C" w14:textId="77777777" w:rsidR="00E32E62" w:rsidRDefault="00E32E62">
      <w:pPr>
        <w:spacing w:before="63"/>
        <w:ind w:left="434"/>
      </w:pPr>
    </w:p>
    <w:p w14:paraId="75123472" w14:textId="77777777" w:rsidR="00E32E62" w:rsidRDefault="00E32E62">
      <w:pPr>
        <w:spacing w:before="63"/>
        <w:ind w:left="434"/>
      </w:pPr>
    </w:p>
    <w:p w14:paraId="5672E323" w14:textId="77777777" w:rsidR="00E32E62" w:rsidRDefault="00E32E62">
      <w:pPr>
        <w:spacing w:before="63"/>
        <w:ind w:left="434"/>
      </w:pPr>
    </w:p>
    <w:p w14:paraId="10809AF2" w14:textId="77777777" w:rsidR="00E32E62" w:rsidRDefault="00E32E62">
      <w:pPr>
        <w:spacing w:before="63"/>
        <w:ind w:left="434"/>
      </w:pPr>
    </w:p>
    <w:p w14:paraId="30C4F89A" w14:textId="77777777" w:rsidR="00E32E62" w:rsidRDefault="00E32E62">
      <w:pPr>
        <w:spacing w:before="63"/>
        <w:ind w:left="434"/>
      </w:pPr>
    </w:p>
    <w:p w14:paraId="0F81F8C0" w14:textId="77777777" w:rsidR="00E32E62" w:rsidRDefault="00E32E62">
      <w:pPr>
        <w:spacing w:before="63"/>
        <w:ind w:left="434"/>
      </w:pPr>
    </w:p>
    <w:p w14:paraId="08309833" w14:textId="77777777" w:rsidR="00E32E62" w:rsidRDefault="00E32E62">
      <w:pPr>
        <w:spacing w:before="63"/>
        <w:ind w:left="434"/>
      </w:pPr>
    </w:p>
    <w:p w14:paraId="4B4B83B7" w14:textId="77777777" w:rsidR="00E32E62" w:rsidRDefault="00E32E62">
      <w:pPr>
        <w:spacing w:before="63"/>
        <w:ind w:left="434"/>
      </w:pPr>
    </w:p>
    <w:tbl>
      <w:tblPr>
        <w:tblW w:w="5000" w:type="pct"/>
        <w:jc w:val="center"/>
        <w:tblBorders>
          <w:top w:val="single" w:sz="8" w:space="0" w:color="000000"/>
          <w:left w:val="single" w:sz="8" w:space="0" w:color="000000"/>
          <w:bottom w:val="single" w:sz="8" w:space="0" w:color="000000"/>
          <w:right w:val="single" w:sz="8" w:space="0" w:color="000000"/>
          <w:insideH w:val="single" w:sz="2" w:space="0" w:color="000000"/>
          <w:insideV w:val="single" w:sz="2" w:space="0" w:color="000000"/>
        </w:tblBorders>
        <w:tblLook w:val="04A0" w:firstRow="1" w:lastRow="0" w:firstColumn="1" w:lastColumn="0" w:noHBand="0" w:noVBand="1"/>
      </w:tblPr>
      <w:tblGrid>
        <w:gridCol w:w="9570"/>
      </w:tblGrid>
      <w:tr w:rsidR="00E32E62" w14:paraId="0E1C8498" w14:textId="77777777">
        <w:trPr>
          <w:trHeight w:val="173"/>
          <w:jc w:val="center"/>
        </w:trPr>
        <w:tc>
          <w:tcPr>
            <w:tcW w:w="5000" w:type="pct"/>
            <w:tcBorders>
              <w:top w:val="single" w:sz="8" w:space="0" w:color="000000"/>
              <w:left w:val="single" w:sz="8" w:space="0" w:color="000000"/>
              <w:bottom w:val="single" w:sz="2" w:space="0" w:color="000000"/>
              <w:right w:val="single" w:sz="8" w:space="0" w:color="000000"/>
            </w:tcBorders>
          </w:tcPr>
          <w:p w14:paraId="2B08DD3F" w14:textId="77777777" w:rsidR="00E32E62" w:rsidRDefault="005E555A">
            <w:pPr>
              <w:pStyle w:val="afffff5"/>
              <w:ind w:firstLine="420"/>
              <w:rPr>
                <w:rFonts w:ascii="黑体" w:eastAsia="黑体" w:hAnsi="黑体" w:hint="eastAsia"/>
              </w:rPr>
            </w:pPr>
            <w:r>
              <w:rPr>
                <w:rFonts w:ascii="黑体" w:eastAsia="黑体" w:hAnsi="黑体" w:hint="eastAsia"/>
                <w:bCs/>
              </w:rPr>
              <w:t>四、技术创新度评价</w:t>
            </w:r>
          </w:p>
        </w:tc>
      </w:tr>
      <w:tr w:rsidR="00E32E62" w14:paraId="410E234A" w14:textId="77777777">
        <w:trPr>
          <w:trHeight w:val="82"/>
          <w:jc w:val="center"/>
        </w:trPr>
        <w:tc>
          <w:tcPr>
            <w:tcW w:w="5000" w:type="pct"/>
            <w:tcBorders>
              <w:top w:val="single" w:sz="2" w:space="0" w:color="000000"/>
              <w:left w:val="single" w:sz="8" w:space="0" w:color="000000"/>
              <w:bottom w:val="single" w:sz="8" w:space="0" w:color="000000"/>
              <w:right w:val="single" w:sz="8" w:space="0" w:color="000000"/>
            </w:tcBorders>
          </w:tcPr>
          <w:p w14:paraId="7717725D" w14:textId="77777777" w:rsidR="00E32E62" w:rsidRDefault="00E32E62">
            <w:pPr>
              <w:pStyle w:val="ac"/>
              <w:ind w:firstLine="360"/>
            </w:pPr>
          </w:p>
          <w:p w14:paraId="598B4DFF" w14:textId="77777777" w:rsidR="00E32E62" w:rsidRDefault="005E555A">
            <w:pPr>
              <w:pStyle w:val="afffff5"/>
              <w:spacing w:line="360" w:lineRule="auto"/>
              <w:ind w:firstLine="420"/>
            </w:pPr>
            <w:r>
              <w:rPr>
                <w:rFonts w:hint="eastAsia"/>
              </w:rPr>
              <w:t>该成果的技术创新度评价表如表2所示。该成果核心技术与现有技术比较，（创新路径/工艺路线）属于（在自创的理论、模型支撑下的技术实现/现有技术基础上的改进），取得或拥有的知识产权情况（发明/实用新型）。具有自主知识产权的技术是否与成果主体技术/核心技术具有关联性及关联度强弱。自主创新技术在总体技术中的比重情况。（本段主要介绍该成果的专利情况）</w:t>
            </w:r>
          </w:p>
          <w:p w14:paraId="503C2559" w14:textId="77777777" w:rsidR="00E32E62" w:rsidRDefault="005E555A">
            <w:pPr>
              <w:pStyle w:val="afffff5"/>
              <w:spacing w:line="360" w:lineRule="auto"/>
              <w:ind w:firstLine="420"/>
            </w:pPr>
            <w:r>
              <w:rPr>
                <w:rFonts w:hint="eastAsia"/>
              </w:rPr>
              <w:t>该成果有创新的XXXX主要涉及***</w:t>
            </w:r>
            <w:r>
              <w:t>1</w:t>
            </w:r>
            <w:r>
              <w:rPr>
                <w:rFonts w:hint="eastAsia"/>
              </w:rPr>
              <w:t>、***</w:t>
            </w:r>
            <w:r>
              <w:t>2</w:t>
            </w:r>
            <w:r>
              <w:rPr>
                <w:rFonts w:hint="eastAsia"/>
              </w:rPr>
              <w:t>。其中，***</w:t>
            </w:r>
            <w:r>
              <w:t>1</w:t>
            </w:r>
            <w:r>
              <w:rPr>
                <w:rFonts w:hint="eastAsia"/>
              </w:rPr>
              <w:t>部分的创新点为</w:t>
            </w:r>
            <w:r>
              <w:t>……</w:t>
            </w:r>
            <w:r>
              <w:rPr>
                <w:rFonts w:hint="eastAsia"/>
              </w:rPr>
              <w:t>，***</w:t>
            </w:r>
            <w:r>
              <w:t>2</w:t>
            </w:r>
            <w:r>
              <w:rPr>
                <w:rFonts w:hint="eastAsia"/>
              </w:rPr>
              <w:t>的创新点为</w:t>
            </w:r>
            <w:r>
              <w:t>……</w:t>
            </w:r>
            <w:r>
              <w:rPr>
                <w:rFonts w:hint="eastAsia"/>
              </w:rPr>
              <w:t>。据此进行科技查新，并通过文献分析和专利分析，该成果关键WBE的创新点和方法在（国际/国内）范围内（本领域）没有相关报道。（本段主要介绍该成果的主要创新点及查新情况）</w:t>
            </w:r>
          </w:p>
          <w:p w14:paraId="2E71AEE2" w14:textId="77777777" w:rsidR="00E32E62" w:rsidRDefault="005E555A">
            <w:pPr>
              <w:pStyle w:val="afffff5"/>
              <w:spacing w:line="360" w:lineRule="auto"/>
              <w:ind w:firstLine="420"/>
            </w:pPr>
            <w:r>
              <w:rPr>
                <w:rFonts w:hint="eastAsia"/>
              </w:rPr>
              <w:t>综合知识产权分析与文献分析情况，评价该成果的创新度为XX级。</w:t>
            </w:r>
          </w:p>
          <w:p w14:paraId="5A4EEEFD" w14:textId="77777777" w:rsidR="00E32E62" w:rsidRDefault="005E555A">
            <w:pPr>
              <w:pStyle w:val="afffff5"/>
              <w:ind w:firstLine="420"/>
              <w:jc w:val="center"/>
            </w:pPr>
            <w:r>
              <w:rPr>
                <w:rFonts w:hint="eastAsia"/>
              </w:rPr>
              <w:t>表2  技术创新度评价表</w:t>
            </w:r>
          </w:p>
          <w:tbl>
            <w:tblPr>
              <w:tblW w:w="68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134"/>
              <w:gridCol w:w="1703"/>
              <w:gridCol w:w="1067"/>
              <w:gridCol w:w="1683"/>
              <w:gridCol w:w="1276"/>
            </w:tblGrid>
            <w:tr w:rsidR="00E32E62" w14:paraId="043396F2" w14:textId="77777777">
              <w:trPr>
                <w:trHeight w:val="578"/>
                <w:jc w:val="center"/>
              </w:trPr>
              <w:tc>
                <w:tcPr>
                  <w:tcW w:w="1134" w:type="dxa"/>
                  <w:tcBorders>
                    <w:top w:val="single" w:sz="4" w:space="0" w:color="000000"/>
                    <w:left w:val="single" w:sz="4" w:space="0" w:color="000000"/>
                    <w:bottom w:val="single" w:sz="4" w:space="0" w:color="000000"/>
                    <w:right w:val="single" w:sz="4" w:space="0" w:color="000000"/>
                  </w:tcBorders>
                  <w:vAlign w:val="center"/>
                </w:tcPr>
                <w:p w14:paraId="2133466A" w14:textId="77777777" w:rsidR="00E32E62" w:rsidRDefault="005E555A">
                  <w:pPr>
                    <w:pStyle w:val="afffff5"/>
                    <w:ind w:firstLineChars="0" w:firstLine="0"/>
                  </w:pPr>
                  <w:r>
                    <w:rPr>
                      <w:rFonts w:hint="eastAsia"/>
                    </w:rPr>
                    <w:t>工作分解单元编号</w:t>
                  </w:r>
                </w:p>
              </w:tc>
              <w:tc>
                <w:tcPr>
                  <w:tcW w:w="1703" w:type="dxa"/>
                  <w:tcBorders>
                    <w:top w:val="single" w:sz="4" w:space="0" w:color="000000"/>
                    <w:left w:val="single" w:sz="4" w:space="0" w:color="000000"/>
                    <w:bottom w:val="single" w:sz="4" w:space="0" w:color="000000"/>
                    <w:right w:val="single" w:sz="4" w:space="0" w:color="000000"/>
                  </w:tcBorders>
                  <w:vAlign w:val="center"/>
                </w:tcPr>
                <w:p w14:paraId="47211691" w14:textId="77777777" w:rsidR="00E32E62" w:rsidRDefault="005E555A">
                  <w:pPr>
                    <w:pStyle w:val="afffff5"/>
                    <w:ind w:firstLineChars="0" w:firstLine="0"/>
                  </w:pPr>
                  <w:r>
                    <w:rPr>
                      <w:rFonts w:hint="eastAsia"/>
                    </w:rPr>
                    <w:t>工作分解单元内容</w:t>
                  </w:r>
                </w:p>
              </w:tc>
              <w:tc>
                <w:tcPr>
                  <w:tcW w:w="1067" w:type="dxa"/>
                  <w:tcBorders>
                    <w:top w:val="single" w:sz="4" w:space="0" w:color="000000"/>
                    <w:left w:val="single" w:sz="4" w:space="0" w:color="000000"/>
                    <w:bottom w:val="single" w:sz="4" w:space="0" w:color="000000"/>
                    <w:right w:val="single" w:sz="4" w:space="0" w:color="000000"/>
                  </w:tcBorders>
                  <w:vAlign w:val="center"/>
                </w:tcPr>
                <w:p w14:paraId="5B6B8C25" w14:textId="77777777" w:rsidR="00E32E62" w:rsidRDefault="005E555A">
                  <w:pPr>
                    <w:pStyle w:val="afffff5"/>
                    <w:ind w:firstLineChars="0" w:firstLine="0"/>
                  </w:pPr>
                  <w:r>
                    <w:rPr>
                      <w:rFonts w:hint="eastAsia"/>
                    </w:rPr>
                    <w:t>是否有创新</w:t>
                  </w:r>
                </w:p>
              </w:tc>
              <w:tc>
                <w:tcPr>
                  <w:tcW w:w="1683" w:type="dxa"/>
                  <w:tcBorders>
                    <w:top w:val="single" w:sz="4" w:space="0" w:color="000000"/>
                    <w:left w:val="single" w:sz="4" w:space="0" w:color="000000"/>
                    <w:bottom w:val="single" w:sz="4" w:space="0" w:color="000000"/>
                    <w:right w:val="single" w:sz="4" w:space="0" w:color="000000"/>
                  </w:tcBorders>
                  <w:vAlign w:val="center"/>
                </w:tcPr>
                <w:p w14:paraId="47EC4E9E" w14:textId="77777777" w:rsidR="00E32E62" w:rsidRDefault="005E555A">
                  <w:pPr>
                    <w:pStyle w:val="afffff5"/>
                    <w:ind w:firstLineChars="95" w:firstLine="199"/>
                  </w:pPr>
                  <w:r>
                    <w:rPr>
                      <w:rFonts w:hint="eastAsia"/>
                    </w:rPr>
                    <w:t>创新点描述</w:t>
                  </w:r>
                </w:p>
              </w:tc>
              <w:tc>
                <w:tcPr>
                  <w:tcW w:w="1276" w:type="dxa"/>
                  <w:tcBorders>
                    <w:top w:val="single" w:sz="4" w:space="0" w:color="000000"/>
                    <w:left w:val="single" w:sz="4" w:space="0" w:color="000000"/>
                    <w:bottom w:val="single" w:sz="4" w:space="0" w:color="000000"/>
                    <w:right w:val="single" w:sz="4" w:space="0" w:color="000000"/>
                  </w:tcBorders>
                  <w:vAlign w:val="center"/>
                </w:tcPr>
                <w:p w14:paraId="4F90E1CF" w14:textId="77777777" w:rsidR="00E32E62" w:rsidRDefault="005E555A">
                  <w:pPr>
                    <w:pStyle w:val="afffff5"/>
                    <w:ind w:firstLineChars="0" w:firstLine="0"/>
                  </w:pPr>
                  <w:r>
                    <w:rPr>
                      <w:rFonts w:hint="eastAsia"/>
                    </w:rPr>
                    <w:t>证明材料编号</w:t>
                  </w:r>
                </w:p>
              </w:tc>
            </w:tr>
            <w:tr w:rsidR="00E32E62" w14:paraId="5B573A97" w14:textId="77777777">
              <w:trPr>
                <w:trHeight w:val="450"/>
                <w:jc w:val="center"/>
              </w:trPr>
              <w:tc>
                <w:tcPr>
                  <w:tcW w:w="1134" w:type="dxa"/>
                  <w:tcBorders>
                    <w:top w:val="single" w:sz="4" w:space="0" w:color="000000"/>
                    <w:left w:val="single" w:sz="4" w:space="0" w:color="000000"/>
                    <w:bottom w:val="single" w:sz="4" w:space="0" w:color="000000"/>
                    <w:right w:val="single" w:sz="4" w:space="0" w:color="000000"/>
                  </w:tcBorders>
                  <w:vAlign w:val="center"/>
                </w:tcPr>
                <w:p w14:paraId="4A328619" w14:textId="77777777" w:rsidR="00E32E62" w:rsidRDefault="005E555A">
                  <w:pPr>
                    <w:pStyle w:val="afffff5"/>
                    <w:ind w:firstLine="420"/>
                  </w:pPr>
                  <w:r>
                    <w:rPr>
                      <w:rFonts w:hint="eastAsia"/>
                    </w:rPr>
                    <w:t>1</w:t>
                  </w:r>
                </w:p>
              </w:tc>
              <w:tc>
                <w:tcPr>
                  <w:tcW w:w="1703" w:type="dxa"/>
                  <w:tcBorders>
                    <w:top w:val="single" w:sz="4" w:space="0" w:color="000000"/>
                    <w:left w:val="single" w:sz="4" w:space="0" w:color="000000"/>
                    <w:bottom w:val="single" w:sz="4" w:space="0" w:color="000000"/>
                    <w:right w:val="single" w:sz="4" w:space="0" w:color="000000"/>
                  </w:tcBorders>
                  <w:vAlign w:val="center"/>
                </w:tcPr>
                <w:p w14:paraId="0F4F522A" w14:textId="77777777" w:rsidR="00E32E62" w:rsidRDefault="00E32E62">
                  <w:pPr>
                    <w:pStyle w:val="afffff5"/>
                    <w:ind w:firstLine="420"/>
                  </w:pPr>
                </w:p>
              </w:tc>
              <w:tc>
                <w:tcPr>
                  <w:tcW w:w="1067" w:type="dxa"/>
                  <w:tcBorders>
                    <w:top w:val="single" w:sz="4" w:space="0" w:color="000000"/>
                    <w:left w:val="single" w:sz="4" w:space="0" w:color="000000"/>
                    <w:bottom w:val="single" w:sz="4" w:space="0" w:color="000000"/>
                    <w:right w:val="single" w:sz="4" w:space="0" w:color="000000"/>
                  </w:tcBorders>
                  <w:vAlign w:val="center"/>
                </w:tcPr>
                <w:p w14:paraId="710FCA01" w14:textId="77777777" w:rsidR="00E32E62" w:rsidRDefault="00E32E62">
                  <w:pPr>
                    <w:pStyle w:val="afffff5"/>
                    <w:ind w:firstLine="420"/>
                  </w:pPr>
                </w:p>
              </w:tc>
              <w:tc>
                <w:tcPr>
                  <w:tcW w:w="1683" w:type="dxa"/>
                  <w:tcBorders>
                    <w:top w:val="single" w:sz="4" w:space="0" w:color="000000"/>
                    <w:left w:val="single" w:sz="4" w:space="0" w:color="000000"/>
                    <w:bottom w:val="single" w:sz="4" w:space="0" w:color="000000"/>
                    <w:right w:val="single" w:sz="4" w:space="0" w:color="000000"/>
                  </w:tcBorders>
                  <w:vAlign w:val="center"/>
                </w:tcPr>
                <w:p w14:paraId="05C583C6" w14:textId="77777777" w:rsidR="00E32E62" w:rsidRDefault="00E32E62">
                  <w:pPr>
                    <w:pStyle w:val="afffff5"/>
                    <w:ind w:firstLine="420"/>
                  </w:pPr>
                </w:p>
              </w:tc>
              <w:tc>
                <w:tcPr>
                  <w:tcW w:w="1276" w:type="dxa"/>
                  <w:vMerge w:val="restart"/>
                  <w:tcBorders>
                    <w:top w:val="nil"/>
                    <w:left w:val="single" w:sz="4" w:space="0" w:color="000000"/>
                    <w:bottom w:val="single" w:sz="4" w:space="0" w:color="000000"/>
                    <w:right w:val="single" w:sz="4" w:space="0" w:color="000000"/>
                  </w:tcBorders>
                  <w:vAlign w:val="center"/>
                </w:tcPr>
                <w:p w14:paraId="055CFCB4" w14:textId="77777777" w:rsidR="00E32E62" w:rsidRDefault="005E555A">
                  <w:pPr>
                    <w:pStyle w:val="afffff5"/>
                    <w:ind w:firstLine="420"/>
                  </w:pPr>
                  <w:r>
                    <w:rPr>
                      <w:rFonts w:hint="eastAsia"/>
                    </w:rPr>
                    <w:t>见A.2</w:t>
                  </w:r>
                </w:p>
              </w:tc>
            </w:tr>
            <w:tr w:rsidR="00E32E62" w14:paraId="77BF397A" w14:textId="77777777">
              <w:trPr>
                <w:trHeight w:val="450"/>
                <w:jc w:val="center"/>
              </w:trPr>
              <w:tc>
                <w:tcPr>
                  <w:tcW w:w="1134" w:type="dxa"/>
                  <w:tcBorders>
                    <w:top w:val="single" w:sz="4" w:space="0" w:color="000000"/>
                    <w:left w:val="single" w:sz="4" w:space="0" w:color="000000"/>
                    <w:bottom w:val="single" w:sz="4" w:space="0" w:color="000000"/>
                    <w:right w:val="single" w:sz="4" w:space="0" w:color="000000"/>
                  </w:tcBorders>
                  <w:vAlign w:val="center"/>
                </w:tcPr>
                <w:p w14:paraId="3C6F8B59" w14:textId="77777777" w:rsidR="00E32E62" w:rsidRDefault="005E555A">
                  <w:pPr>
                    <w:pStyle w:val="afffff5"/>
                    <w:ind w:firstLine="420"/>
                  </w:pPr>
                  <w:r>
                    <w:rPr>
                      <w:rFonts w:hint="eastAsia"/>
                    </w:rPr>
                    <w:t>1.1</w:t>
                  </w:r>
                </w:p>
              </w:tc>
              <w:tc>
                <w:tcPr>
                  <w:tcW w:w="1703" w:type="dxa"/>
                  <w:tcBorders>
                    <w:top w:val="single" w:sz="4" w:space="0" w:color="000000"/>
                    <w:left w:val="single" w:sz="4" w:space="0" w:color="000000"/>
                    <w:bottom w:val="single" w:sz="4" w:space="0" w:color="000000"/>
                    <w:right w:val="single" w:sz="4" w:space="0" w:color="000000"/>
                  </w:tcBorders>
                  <w:vAlign w:val="center"/>
                </w:tcPr>
                <w:p w14:paraId="1E419CAB" w14:textId="77777777" w:rsidR="00E32E62" w:rsidRDefault="00E32E62">
                  <w:pPr>
                    <w:pStyle w:val="afffff5"/>
                    <w:ind w:firstLine="420"/>
                  </w:pPr>
                </w:p>
              </w:tc>
              <w:tc>
                <w:tcPr>
                  <w:tcW w:w="1067" w:type="dxa"/>
                  <w:tcBorders>
                    <w:top w:val="single" w:sz="4" w:space="0" w:color="000000"/>
                    <w:left w:val="single" w:sz="4" w:space="0" w:color="000000"/>
                    <w:bottom w:val="single" w:sz="4" w:space="0" w:color="auto"/>
                    <w:right w:val="single" w:sz="4" w:space="0" w:color="000000"/>
                  </w:tcBorders>
                  <w:vAlign w:val="center"/>
                </w:tcPr>
                <w:p w14:paraId="5623FC99" w14:textId="77777777" w:rsidR="00E32E62" w:rsidRDefault="00E32E62">
                  <w:pPr>
                    <w:pStyle w:val="afffff5"/>
                    <w:ind w:firstLine="420"/>
                  </w:pPr>
                </w:p>
              </w:tc>
              <w:tc>
                <w:tcPr>
                  <w:tcW w:w="1683" w:type="dxa"/>
                  <w:tcBorders>
                    <w:top w:val="single" w:sz="4" w:space="0" w:color="000000"/>
                    <w:left w:val="single" w:sz="4" w:space="0" w:color="000000"/>
                    <w:bottom w:val="single" w:sz="4" w:space="0" w:color="auto"/>
                    <w:right w:val="single" w:sz="4" w:space="0" w:color="000000"/>
                  </w:tcBorders>
                  <w:vAlign w:val="center"/>
                </w:tcPr>
                <w:p w14:paraId="3D9E676D" w14:textId="77777777" w:rsidR="00E32E62" w:rsidRDefault="00E32E62">
                  <w:pPr>
                    <w:pStyle w:val="afffff5"/>
                    <w:ind w:firstLine="420"/>
                  </w:pPr>
                </w:p>
              </w:tc>
              <w:tc>
                <w:tcPr>
                  <w:tcW w:w="1276" w:type="dxa"/>
                  <w:vMerge/>
                  <w:tcBorders>
                    <w:top w:val="nil"/>
                    <w:left w:val="single" w:sz="4" w:space="0" w:color="000000"/>
                    <w:bottom w:val="single" w:sz="4" w:space="0" w:color="000000"/>
                    <w:right w:val="single" w:sz="4" w:space="0" w:color="000000"/>
                  </w:tcBorders>
                  <w:vAlign w:val="center"/>
                </w:tcPr>
                <w:p w14:paraId="00F2A561" w14:textId="77777777" w:rsidR="00E32E62" w:rsidRDefault="00E32E62">
                  <w:pPr>
                    <w:pStyle w:val="afffff5"/>
                    <w:ind w:firstLine="420"/>
                  </w:pPr>
                </w:p>
              </w:tc>
            </w:tr>
            <w:tr w:rsidR="00E32E62" w14:paraId="491EBDC3" w14:textId="77777777">
              <w:trPr>
                <w:trHeight w:val="450"/>
                <w:jc w:val="center"/>
              </w:trPr>
              <w:tc>
                <w:tcPr>
                  <w:tcW w:w="1134" w:type="dxa"/>
                  <w:tcBorders>
                    <w:top w:val="single" w:sz="4" w:space="0" w:color="000000"/>
                    <w:left w:val="single" w:sz="4" w:space="0" w:color="000000"/>
                    <w:bottom w:val="single" w:sz="4" w:space="0" w:color="000000"/>
                    <w:right w:val="single" w:sz="4" w:space="0" w:color="000000"/>
                  </w:tcBorders>
                  <w:vAlign w:val="center"/>
                </w:tcPr>
                <w:p w14:paraId="7E0CE2D9" w14:textId="77777777" w:rsidR="00E32E62" w:rsidRDefault="005E555A">
                  <w:pPr>
                    <w:pStyle w:val="afffff5"/>
                    <w:ind w:firstLine="420"/>
                  </w:pPr>
                  <w:r>
                    <w:rPr>
                      <w:rFonts w:hint="eastAsia"/>
                    </w:rPr>
                    <w:t>1.2</w:t>
                  </w:r>
                </w:p>
              </w:tc>
              <w:tc>
                <w:tcPr>
                  <w:tcW w:w="1703" w:type="dxa"/>
                  <w:tcBorders>
                    <w:top w:val="single" w:sz="4" w:space="0" w:color="000000"/>
                    <w:left w:val="single" w:sz="4" w:space="0" w:color="000000"/>
                    <w:bottom w:val="single" w:sz="4" w:space="0" w:color="000000"/>
                    <w:right w:val="single" w:sz="4" w:space="0" w:color="000000"/>
                  </w:tcBorders>
                  <w:vAlign w:val="center"/>
                </w:tcPr>
                <w:p w14:paraId="4F678901" w14:textId="77777777" w:rsidR="00E32E62" w:rsidRDefault="00E32E62">
                  <w:pPr>
                    <w:pStyle w:val="afffff5"/>
                    <w:ind w:firstLine="420"/>
                  </w:pPr>
                </w:p>
              </w:tc>
              <w:tc>
                <w:tcPr>
                  <w:tcW w:w="1067" w:type="dxa"/>
                  <w:tcBorders>
                    <w:top w:val="single" w:sz="4" w:space="0" w:color="auto"/>
                    <w:left w:val="single" w:sz="4" w:space="0" w:color="000000"/>
                    <w:bottom w:val="single" w:sz="4" w:space="0" w:color="auto"/>
                    <w:right w:val="single" w:sz="4" w:space="0" w:color="000000"/>
                  </w:tcBorders>
                  <w:vAlign w:val="center"/>
                </w:tcPr>
                <w:p w14:paraId="51FFD40A" w14:textId="77777777" w:rsidR="00E32E62" w:rsidRDefault="00E32E62">
                  <w:pPr>
                    <w:pStyle w:val="afffff5"/>
                    <w:ind w:firstLine="420"/>
                  </w:pPr>
                </w:p>
              </w:tc>
              <w:tc>
                <w:tcPr>
                  <w:tcW w:w="1683" w:type="dxa"/>
                  <w:tcBorders>
                    <w:top w:val="single" w:sz="4" w:space="0" w:color="auto"/>
                    <w:left w:val="single" w:sz="4" w:space="0" w:color="000000"/>
                    <w:bottom w:val="single" w:sz="4" w:space="0" w:color="auto"/>
                    <w:right w:val="single" w:sz="4" w:space="0" w:color="000000"/>
                  </w:tcBorders>
                  <w:vAlign w:val="center"/>
                </w:tcPr>
                <w:p w14:paraId="5E7653F4" w14:textId="77777777" w:rsidR="00E32E62" w:rsidRDefault="00E32E62">
                  <w:pPr>
                    <w:pStyle w:val="afffff5"/>
                    <w:ind w:firstLine="420"/>
                  </w:pPr>
                </w:p>
              </w:tc>
              <w:tc>
                <w:tcPr>
                  <w:tcW w:w="1276" w:type="dxa"/>
                  <w:vMerge/>
                  <w:tcBorders>
                    <w:top w:val="nil"/>
                    <w:left w:val="single" w:sz="4" w:space="0" w:color="000000"/>
                    <w:bottom w:val="single" w:sz="4" w:space="0" w:color="000000"/>
                    <w:right w:val="single" w:sz="4" w:space="0" w:color="000000"/>
                  </w:tcBorders>
                  <w:vAlign w:val="center"/>
                </w:tcPr>
                <w:p w14:paraId="7C7FAD0D" w14:textId="77777777" w:rsidR="00E32E62" w:rsidRDefault="00E32E62">
                  <w:pPr>
                    <w:pStyle w:val="afffff5"/>
                    <w:ind w:firstLine="420"/>
                  </w:pPr>
                </w:p>
              </w:tc>
            </w:tr>
            <w:tr w:rsidR="00E32E62" w14:paraId="56212B02" w14:textId="77777777">
              <w:trPr>
                <w:trHeight w:val="450"/>
                <w:jc w:val="center"/>
              </w:trPr>
              <w:tc>
                <w:tcPr>
                  <w:tcW w:w="1134" w:type="dxa"/>
                  <w:tcBorders>
                    <w:top w:val="single" w:sz="4" w:space="0" w:color="000000"/>
                    <w:left w:val="single" w:sz="4" w:space="0" w:color="000000"/>
                    <w:bottom w:val="single" w:sz="4" w:space="0" w:color="000000"/>
                    <w:right w:val="single" w:sz="4" w:space="0" w:color="000000"/>
                  </w:tcBorders>
                  <w:vAlign w:val="center"/>
                </w:tcPr>
                <w:p w14:paraId="3B62CD5D" w14:textId="77777777" w:rsidR="00E32E62" w:rsidRDefault="005E555A">
                  <w:pPr>
                    <w:pStyle w:val="afffff5"/>
                    <w:ind w:firstLine="420"/>
                  </w:pPr>
                  <w:r>
                    <w:rPr>
                      <w:rFonts w:hint="eastAsia"/>
                    </w:rPr>
                    <w:t>1.3</w:t>
                  </w:r>
                </w:p>
              </w:tc>
              <w:tc>
                <w:tcPr>
                  <w:tcW w:w="1703" w:type="dxa"/>
                  <w:tcBorders>
                    <w:top w:val="single" w:sz="4" w:space="0" w:color="000000"/>
                    <w:left w:val="single" w:sz="4" w:space="0" w:color="000000"/>
                    <w:bottom w:val="single" w:sz="4" w:space="0" w:color="000000"/>
                    <w:right w:val="single" w:sz="4" w:space="0" w:color="000000"/>
                  </w:tcBorders>
                  <w:vAlign w:val="center"/>
                </w:tcPr>
                <w:p w14:paraId="586D355C" w14:textId="77777777" w:rsidR="00E32E62" w:rsidRDefault="00E32E62">
                  <w:pPr>
                    <w:pStyle w:val="afffff5"/>
                    <w:ind w:firstLine="420"/>
                  </w:pPr>
                </w:p>
              </w:tc>
              <w:tc>
                <w:tcPr>
                  <w:tcW w:w="1067" w:type="dxa"/>
                  <w:tcBorders>
                    <w:top w:val="single" w:sz="4" w:space="0" w:color="auto"/>
                    <w:left w:val="single" w:sz="4" w:space="0" w:color="000000"/>
                    <w:bottom w:val="single" w:sz="4" w:space="0" w:color="auto"/>
                    <w:right w:val="single" w:sz="4" w:space="0" w:color="000000"/>
                  </w:tcBorders>
                  <w:vAlign w:val="center"/>
                </w:tcPr>
                <w:p w14:paraId="70A4FCAF" w14:textId="77777777" w:rsidR="00E32E62" w:rsidRDefault="00E32E62">
                  <w:pPr>
                    <w:pStyle w:val="afffff5"/>
                    <w:ind w:firstLine="420"/>
                  </w:pPr>
                </w:p>
              </w:tc>
              <w:tc>
                <w:tcPr>
                  <w:tcW w:w="1683" w:type="dxa"/>
                  <w:tcBorders>
                    <w:top w:val="single" w:sz="4" w:space="0" w:color="auto"/>
                    <w:left w:val="single" w:sz="4" w:space="0" w:color="000000"/>
                    <w:bottom w:val="single" w:sz="4" w:space="0" w:color="auto"/>
                    <w:right w:val="single" w:sz="4" w:space="0" w:color="000000"/>
                  </w:tcBorders>
                  <w:vAlign w:val="center"/>
                </w:tcPr>
                <w:p w14:paraId="047EC5DB" w14:textId="77777777" w:rsidR="00E32E62" w:rsidRDefault="00E32E62">
                  <w:pPr>
                    <w:pStyle w:val="afffff5"/>
                    <w:ind w:firstLine="420"/>
                  </w:pPr>
                </w:p>
              </w:tc>
              <w:tc>
                <w:tcPr>
                  <w:tcW w:w="1276" w:type="dxa"/>
                  <w:vMerge/>
                  <w:tcBorders>
                    <w:top w:val="nil"/>
                    <w:left w:val="single" w:sz="4" w:space="0" w:color="000000"/>
                    <w:bottom w:val="single" w:sz="4" w:space="0" w:color="000000"/>
                    <w:right w:val="single" w:sz="4" w:space="0" w:color="000000"/>
                  </w:tcBorders>
                  <w:vAlign w:val="center"/>
                </w:tcPr>
                <w:p w14:paraId="0E7914D7" w14:textId="77777777" w:rsidR="00E32E62" w:rsidRDefault="00E32E62">
                  <w:pPr>
                    <w:pStyle w:val="afffff5"/>
                    <w:ind w:firstLine="420"/>
                  </w:pPr>
                </w:p>
              </w:tc>
            </w:tr>
            <w:tr w:rsidR="00E32E62" w14:paraId="2C30F473" w14:textId="77777777">
              <w:trPr>
                <w:trHeight w:val="450"/>
                <w:jc w:val="center"/>
              </w:trPr>
              <w:tc>
                <w:tcPr>
                  <w:tcW w:w="1134" w:type="dxa"/>
                  <w:tcBorders>
                    <w:top w:val="single" w:sz="4" w:space="0" w:color="000000"/>
                    <w:left w:val="single" w:sz="4" w:space="0" w:color="000000"/>
                    <w:bottom w:val="single" w:sz="4" w:space="0" w:color="000000"/>
                    <w:right w:val="single" w:sz="4" w:space="0" w:color="000000"/>
                  </w:tcBorders>
                  <w:vAlign w:val="center"/>
                </w:tcPr>
                <w:p w14:paraId="517BE0B0" w14:textId="77777777" w:rsidR="00E32E62" w:rsidRDefault="005E555A">
                  <w:pPr>
                    <w:pStyle w:val="afffff5"/>
                    <w:ind w:firstLine="420"/>
                  </w:pPr>
                  <w:r>
                    <w:t>…</w:t>
                  </w:r>
                </w:p>
              </w:tc>
              <w:tc>
                <w:tcPr>
                  <w:tcW w:w="1703" w:type="dxa"/>
                  <w:tcBorders>
                    <w:top w:val="single" w:sz="4" w:space="0" w:color="000000"/>
                    <w:left w:val="single" w:sz="4" w:space="0" w:color="000000"/>
                    <w:bottom w:val="single" w:sz="4" w:space="0" w:color="000000"/>
                    <w:right w:val="single" w:sz="4" w:space="0" w:color="000000"/>
                  </w:tcBorders>
                  <w:vAlign w:val="center"/>
                </w:tcPr>
                <w:p w14:paraId="1867AE89" w14:textId="77777777" w:rsidR="00E32E62" w:rsidRDefault="00E32E62">
                  <w:pPr>
                    <w:pStyle w:val="afffff5"/>
                    <w:ind w:firstLine="420"/>
                  </w:pPr>
                </w:p>
              </w:tc>
              <w:tc>
                <w:tcPr>
                  <w:tcW w:w="1067" w:type="dxa"/>
                  <w:tcBorders>
                    <w:top w:val="single" w:sz="4" w:space="0" w:color="auto"/>
                    <w:left w:val="single" w:sz="4" w:space="0" w:color="000000"/>
                    <w:bottom w:val="single" w:sz="4" w:space="0" w:color="000000"/>
                    <w:right w:val="single" w:sz="4" w:space="0" w:color="000000"/>
                  </w:tcBorders>
                  <w:vAlign w:val="center"/>
                </w:tcPr>
                <w:p w14:paraId="5C9F7524" w14:textId="77777777" w:rsidR="00E32E62" w:rsidRDefault="00E32E62">
                  <w:pPr>
                    <w:pStyle w:val="afffff5"/>
                    <w:ind w:firstLine="420"/>
                  </w:pPr>
                </w:p>
              </w:tc>
              <w:tc>
                <w:tcPr>
                  <w:tcW w:w="1683" w:type="dxa"/>
                  <w:tcBorders>
                    <w:top w:val="single" w:sz="4" w:space="0" w:color="auto"/>
                    <w:left w:val="single" w:sz="4" w:space="0" w:color="000000"/>
                    <w:bottom w:val="single" w:sz="4" w:space="0" w:color="000000"/>
                    <w:right w:val="single" w:sz="4" w:space="0" w:color="000000"/>
                  </w:tcBorders>
                  <w:vAlign w:val="center"/>
                </w:tcPr>
                <w:p w14:paraId="6C5DC8D5" w14:textId="77777777" w:rsidR="00E32E62" w:rsidRDefault="00E32E62">
                  <w:pPr>
                    <w:pStyle w:val="afffff5"/>
                    <w:ind w:firstLine="420"/>
                  </w:pPr>
                </w:p>
              </w:tc>
              <w:tc>
                <w:tcPr>
                  <w:tcW w:w="1276" w:type="dxa"/>
                  <w:vMerge/>
                  <w:tcBorders>
                    <w:top w:val="nil"/>
                    <w:left w:val="single" w:sz="4" w:space="0" w:color="000000"/>
                    <w:bottom w:val="single" w:sz="4" w:space="0" w:color="000000"/>
                    <w:right w:val="single" w:sz="4" w:space="0" w:color="000000"/>
                  </w:tcBorders>
                  <w:vAlign w:val="center"/>
                </w:tcPr>
                <w:p w14:paraId="64EE7CA7" w14:textId="77777777" w:rsidR="00E32E62" w:rsidRDefault="00E32E62">
                  <w:pPr>
                    <w:pStyle w:val="afffff5"/>
                    <w:ind w:firstLine="420"/>
                  </w:pPr>
                </w:p>
              </w:tc>
            </w:tr>
          </w:tbl>
          <w:p w14:paraId="6D1EBB30" w14:textId="77777777" w:rsidR="00E32E62" w:rsidRDefault="00E32E62">
            <w:pPr>
              <w:pStyle w:val="afffff5"/>
              <w:ind w:firstLine="420"/>
            </w:pPr>
          </w:p>
          <w:p w14:paraId="4F00115B" w14:textId="77777777" w:rsidR="00E32E62" w:rsidRDefault="00E32E62">
            <w:pPr>
              <w:pStyle w:val="afffff5"/>
              <w:ind w:firstLine="420"/>
            </w:pPr>
          </w:p>
          <w:p w14:paraId="50A69FB5" w14:textId="77777777" w:rsidR="00E32E62" w:rsidRDefault="00E32E62">
            <w:pPr>
              <w:pStyle w:val="afffff5"/>
              <w:ind w:firstLine="420"/>
            </w:pPr>
          </w:p>
          <w:p w14:paraId="2349BFD1" w14:textId="77777777" w:rsidR="00E32E62" w:rsidRDefault="00E32E62">
            <w:pPr>
              <w:pStyle w:val="afffff5"/>
              <w:ind w:firstLine="420"/>
            </w:pPr>
          </w:p>
          <w:p w14:paraId="5F507F54" w14:textId="77777777" w:rsidR="00E32E62" w:rsidRDefault="00E32E62">
            <w:pPr>
              <w:pStyle w:val="afffff5"/>
              <w:ind w:firstLine="420"/>
            </w:pPr>
          </w:p>
          <w:p w14:paraId="2E31A184" w14:textId="77777777" w:rsidR="00E32E62" w:rsidRDefault="00E32E62">
            <w:pPr>
              <w:pStyle w:val="afffff5"/>
              <w:spacing w:line="360" w:lineRule="auto"/>
              <w:ind w:firstLineChars="3400" w:firstLine="7140"/>
            </w:pPr>
          </w:p>
        </w:tc>
      </w:tr>
    </w:tbl>
    <w:p w14:paraId="566C9BA8" w14:textId="77777777" w:rsidR="00E32E62" w:rsidRDefault="00E32E62">
      <w:pPr>
        <w:spacing w:before="63"/>
        <w:ind w:left="434"/>
      </w:pPr>
    </w:p>
    <w:p w14:paraId="1F9C6AB4" w14:textId="77777777" w:rsidR="00E32E62" w:rsidRDefault="00E32E62">
      <w:pPr>
        <w:spacing w:before="63"/>
        <w:ind w:left="434"/>
      </w:pPr>
    </w:p>
    <w:p w14:paraId="4EB639BB" w14:textId="77777777" w:rsidR="00E32E62" w:rsidRDefault="00E32E62">
      <w:pPr>
        <w:spacing w:before="63"/>
        <w:ind w:left="434"/>
      </w:pPr>
    </w:p>
    <w:p w14:paraId="3FD19992" w14:textId="77777777" w:rsidR="00E32E62" w:rsidRDefault="00E32E62">
      <w:pPr>
        <w:spacing w:before="63"/>
        <w:ind w:left="434"/>
      </w:pPr>
    </w:p>
    <w:p w14:paraId="66FD3953" w14:textId="77777777" w:rsidR="00E32E62" w:rsidRDefault="00E32E62">
      <w:pPr>
        <w:spacing w:before="63"/>
        <w:ind w:left="434"/>
      </w:pPr>
    </w:p>
    <w:p w14:paraId="1B8D0357" w14:textId="77777777" w:rsidR="00E32E62" w:rsidRDefault="00E32E62">
      <w:pPr>
        <w:spacing w:before="63"/>
        <w:ind w:left="434"/>
      </w:pPr>
    </w:p>
    <w:p w14:paraId="0BC5E073" w14:textId="77777777" w:rsidR="00E32E62" w:rsidRDefault="00E32E62">
      <w:pPr>
        <w:spacing w:before="63"/>
        <w:ind w:left="434"/>
      </w:pPr>
    </w:p>
    <w:p w14:paraId="414045F6" w14:textId="77777777" w:rsidR="00E32E62" w:rsidRDefault="00E32E62">
      <w:pPr>
        <w:spacing w:before="63"/>
        <w:ind w:left="434"/>
      </w:pPr>
    </w:p>
    <w:p w14:paraId="59C8D252" w14:textId="77777777" w:rsidR="00E32E62" w:rsidRDefault="00E32E62">
      <w:pPr>
        <w:spacing w:before="63"/>
        <w:ind w:left="434"/>
      </w:pPr>
    </w:p>
    <w:p w14:paraId="08397978" w14:textId="77777777" w:rsidR="00E32E62" w:rsidRDefault="00E32E62">
      <w:pPr>
        <w:spacing w:before="63"/>
        <w:ind w:left="434"/>
      </w:pPr>
    </w:p>
    <w:tbl>
      <w:tblPr>
        <w:tblW w:w="5000" w:type="pct"/>
        <w:jc w:val="center"/>
        <w:tblBorders>
          <w:top w:val="single" w:sz="8" w:space="0" w:color="000000"/>
          <w:left w:val="single" w:sz="8" w:space="0" w:color="000000"/>
          <w:bottom w:val="single" w:sz="8" w:space="0" w:color="000000"/>
          <w:right w:val="single" w:sz="8" w:space="0" w:color="000000"/>
          <w:insideH w:val="single" w:sz="2" w:space="0" w:color="000000"/>
          <w:insideV w:val="single" w:sz="2" w:space="0" w:color="000000"/>
        </w:tblBorders>
        <w:tblLook w:val="04A0" w:firstRow="1" w:lastRow="0" w:firstColumn="1" w:lastColumn="0" w:noHBand="0" w:noVBand="1"/>
      </w:tblPr>
      <w:tblGrid>
        <w:gridCol w:w="9570"/>
      </w:tblGrid>
      <w:tr w:rsidR="00E32E62" w14:paraId="306FD803" w14:textId="77777777">
        <w:trPr>
          <w:trHeight w:val="173"/>
          <w:jc w:val="center"/>
        </w:trPr>
        <w:tc>
          <w:tcPr>
            <w:tcW w:w="5000" w:type="pct"/>
            <w:tcBorders>
              <w:top w:val="single" w:sz="8" w:space="0" w:color="000000"/>
              <w:left w:val="single" w:sz="8" w:space="0" w:color="000000"/>
              <w:bottom w:val="single" w:sz="2" w:space="0" w:color="000000"/>
              <w:right w:val="single" w:sz="8" w:space="0" w:color="000000"/>
            </w:tcBorders>
          </w:tcPr>
          <w:p w14:paraId="1FF5B6BB" w14:textId="77777777" w:rsidR="00E32E62" w:rsidRDefault="005E555A">
            <w:pPr>
              <w:pStyle w:val="afffff5"/>
              <w:ind w:firstLine="420"/>
              <w:rPr>
                <w:rFonts w:ascii="黑体" w:eastAsia="黑体" w:hAnsi="黑体" w:hint="eastAsia"/>
              </w:rPr>
            </w:pPr>
            <w:r>
              <w:rPr>
                <w:rFonts w:ascii="黑体" w:eastAsia="黑体" w:hAnsi="黑体" w:hint="eastAsia"/>
                <w:bCs/>
              </w:rPr>
              <w:t>五、技术先进度评价</w:t>
            </w:r>
          </w:p>
        </w:tc>
      </w:tr>
      <w:tr w:rsidR="00E32E62" w14:paraId="4828E9D6" w14:textId="77777777">
        <w:trPr>
          <w:trHeight w:val="82"/>
          <w:jc w:val="center"/>
        </w:trPr>
        <w:tc>
          <w:tcPr>
            <w:tcW w:w="5000" w:type="pct"/>
            <w:tcBorders>
              <w:top w:val="single" w:sz="2" w:space="0" w:color="000000"/>
              <w:left w:val="single" w:sz="8" w:space="0" w:color="000000"/>
              <w:bottom w:val="single" w:sz="8" w:space="0" w:color="000000"/>
              <w:right w:val="single" w:sz="8" w:space="0" w:color="000000"/>
            </w:tcBorders>
          </w:tcPr>
          <w:p w14:paraId="4DBEA7C8" w14:textId="77777777" w:rsidR="00E32E62" w:rsidRDefault="00E32E62">
            <w:pPr>
              <w:pStyle w:val="ac"/>
              <w:ind w:firstLine="360"/>
            </w:pPr>
          </w:p>
          <w:p w14:paraId="26378271" w14:textId="77777777" w:rsidR="00E32E62" w:rsidRDefault="005E555A">
            <w:pPr>
              <w:pStyle w:val="afffff5"/>
              <w:spacing w:line="360" w:lineRule="auto"/>
              <w:ind w:firstLine="420"/>
            </w:pPr>
            <w:r>
              <w:rPr>
                <w:rFonts w:hint="eastAsia"/>
              </w:rPr>
              <w:t>该成果主要在……领域/方面应用，解决了……技术难题/关键问题，取得了……效果，**1、**2等指标为体现该效果的核心性能指标。（本段主要介绍本成果的作用或效果，以及体现该作用或效果的指标）</w:t>
            </w:r>
          </w:p>
          <w:p w14:paraId="3A93FA46" w14:textId="77777777" w:rsidR="00E32E62" w:rsidRDefault="005E555A">
            <w:pPr>
              <w:pStyle w:val="afffff5"/>
              <w:spacing w:line="360" w:lineRule="auto"/>
              <w:ind w:firstLine="420"/>
            </w:pPr>
            <w:r>
              <w:rPr>
                <w:rFonts w:hint="eastAsia"/>
              </w:rPr>
              <w:t>技术方提供XXXX作为自身技术指标的证明，提供XXXX（第三方检测报告或论文或专利或其他公开发表的信息或权威机构的相关检测）作为对对照物指标的证明。该成果核心技术数据与国内外代表性技术对比如表3所示。（本段主要介绍本成果的证明材料情况和对照物证明材料水平，也可以包含关于指标名的相关说明）</w:t>
            </w:r>
          </w:p>
          <w:p w14:paraId="59F5255F" w14:textId="77777777" w:rsidR="00E32E62" w:rsidRDefault="005E555A">
            <w:pPr>
              <w:pStyle w:val="afffff5"/>
              <w:spacing w:line="360" w:lineRule="auto"/>
              <w:ind w:firstLine="420"/>
            </w:pPr>
            <w:r>
              <w:rPr>
                <w:rFonts w:hint="eastAsia"/>
              </w:rPr>
              <w:t>经检索分析，（描述核心指标对比情况）。结合专家的咨询意见，各指标的先进度如表3所示。评价该成果的先进度为XX级。</w:t>
            </w:r>
          </w:p>
          <w:p w14:paraId="2CA79477" w14:textId="77777777" w:rsidR="00E32E62" w:rsidRDefault="005E555A">
            <w:pPr>
              <w:pStyle w:val="afffff5"/>
              <w:ind w:firstLine="420"/>
              <w:jc w:val="center"/>
            </w:pPr>
            <w:r>
              <w:rPr>
                <w:rFonts w:hint="eastAsia"/>
              </w:rPr>
              <w:t>表3  技术先进度评价表</w:t>
            </w:r>
          </w:p>
          <w:tbl>
            <w:tblPr>
              <w:tblW w:w="68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5"/>
              <w:gridCol w:w="968"/>
              <w:gridCol w:w="851"/>
              <w:gridCol w:w="708"/>
              <w:gridCol w:w="733"/>
              <w:gridCol w:w="893"/>
              <w:gridCol w:w="851"/>
              <w:gridCol w:w="959"/>
            </w:tblGrid>
            <w:tr w:rsidR="00E32E62" w14:paraId="0CC23EC1" w14:textId="77777777">
              <w:trPr>
                <w:trHeight w:val="416"/>
                <w:jc w:val="center"/>
              </w:trPr>
              <w:tc>
                <w:tcPr>
                  <w:tcW w:w="2694" w:type="dxa"/>
                  <w:gridSpan w:val="3"/>
                  <w:tcBorders>
                    <w:top w:val="single" w:sz="4" w:space="0" w:color="000000"/>
                    <w:left w:val="single" w:sz="4" w:space="0" w:color="000000"/>
                    <w:bottom w:val="single" w:sz="4" w:space="0" w:color="000000"/>
                    <w:right w:val="single" w:sz="4" w:space="0" w:color="auto"/>
                  </w:tcBorders>
                  <w:vAlign w:val="center"/>
                </w:tcPr>
                <w:p w14:paraId="33F762BC" w14:textId="77777777" w:rsidR="00E32E62" w:rsidRDefault="005E555A">
                  <w:pPr>
                    <w:pStyle w:val="afffff5"/>
                    <w:ind w:firstLineChars="0" w:firstLine="0"/>
                    <w:jc w:val="center"/>
                  </w:pPr>
                  <w:r>
                    <w:rPr>
                      <w:rFonts w:hint="eastAsia"/>
                    </w:rPr>
                    <w:t>被评成果</w:t>
                  </w:r>
                </w:p>
              </w:tc>
              <w:tc>
                <w:tcPr>
                  <w:tcW w:w="3185" w:type="dxa"/>
                  <w:gridSpan w:val="4"/>
                  <w:tcBorders>
                    <w:top w:val="single" w:sz="4" w:space="0" w:color="000000"/>
                    <w:left w:val="nil"/>
                    <w:bottom w:val="single" w:sz="4" w:space="0" w:color="000000"/>
                    <w:right w:val="single" w:sz="4" w:space="0" w:color="000000"/>
                  </w:tcBorders>
                  <w:vAlign w:val="center"/>
                </w:tcPr>
                <w:p w14:paraId="3493A768" w14:textId="77777777" w:rsidR="00E32E62" w:rsidRDefault="005E555A">
                  <w:pPr>
                    <w:pStyle w:val="afffff5"/>
                    <w:ind w:firstLineChars="0" w:firstLine="0"/>
                    <w:jc w:val="center"/>
                  </w:pPr>
                  <w:r>
                    <w:rPr>
                      <w:rFonts w:hint="eastAsia"/>
                    </w:rPr>
                    <w:t>对照物</w:t>
                  </w:r>
                </w:p>
              </w:tc>
              <w:tc>
                <w:tcPr>
                  <w:tcW w:w="959" w:type="dxa"/>
                  <w:vMerge w:val="restart"/>
                  <w:tcBorders>
                    <w:top w:val="single" w:sz="4" w:space="0" w:color="000000"/>
                    <w:left w:val="single" w:sz="4" w:space="0" w:color="000000"/>
                    <w:bottom w:val="single" w:sz="4" w:space="0" w:color="000000"/>
                    <w:right w:val="single" w:sz="4" w:space="0" w:color="000000"/>
                  </w:tcBorders>
                  <w:vAlign w:val="center"/>
                </w:tcPr>
                <w:p w14:paraId="1F8A03D8" w14:textId="77777777" w:rsidR="00E32E62" w:rsidRDefault="005E555A">
                  <w:pPr>
                    <w:pStyle w:val="afffff5"/>
                    <w:ind w:firstLineChars="0" w:firstLine="0"/>
                  </w:pPr>
                  <w:r>
                    <w:rPr>
                      <w:rFonts w:hint="eastAsia"/>
                    </w:rPr>
                    <w:t>先进度</w:t>
                  </w:r>
                </w:p>
              </w:tc>
            </w:tr>
            <w:tr w:rsidR="00E32E62" w14:paraId="5147C163" w14:textId="77777777">
              <w:trPr>
                <w:jc w:val="center"/>
              </w:trPr>
              <w:tc>
                <w:tcPr>
                  <w:tcW w:w="875" w:type="dxa"/>
                  <w:tcBorders>
                    <w:top w:val="single" w:sz="4" w:space="0" w:color="000000"/>
                    <w:left w:val="single" w:sz="4" w:space="0" w:color="000000"/>
                    <w:bottom w:val="single" w:sz="4" w:space="0" w:color="000000"/>
                    <w:right w:val="single" w:sz="4" w:space="0" w:color="auto"/>
                  </w:tcBorders>
                  <w:vAlign w:val="center"/>
                </w:tcPr>
                <w:p w14:paraId="12EE17F5" w14:textId="77777777" w:rsidR="00E32E62" w:rsidRDefault="005E555A">
                  <w:pPr>
                    <w:pStyle w:val="afffff5"/>
                    <w:ind w:firstLineChars="0" w:firstLine="0"/>
                  </w:pPr>
                  <w:r>
                    <w:rPr>
                      <w:rFonts w:hint="eastAsia"/>
                    </w:rPr>
                    <w:t>指标名</w:t>
                  </w:r>
                </w:p>
              </w:tc>
              <w:tc>
                <w:tcPr>
                  <w:tcW w:w="968" w:type="dxa"/>
                  <w:tcBorders>
                    <w:top w:val="single" w:sz="4" w:space="0" w:color="000000"/>
                    <w:left w:val="nil"/>
                    <w:bottom w:val="single" w:sz="4" w:space="0" w:color="000000"/>
                    <w:right w:val="single" w:sz="4" w:space="0" w:color="auto"/>
                  </w:tcBorders>
                  <w:vAlign w:val="center"/>
                </w:tcPr>
                <w:p w14:paraId="5319BB10" w14:textId="77777777" w:rsidR="00E32E62" w:rsidRDefault="005E555A">
                  <w:pPr>
                    <w:pStyle w:val="afffff5"/>
                    <w:ind w:firstLineChars="0" w:firstLine="0"/>
                  </w:pPr>
                  <w:r>
                    <w:rPr>
                      <w:rFonts w:hint="eastAsia"/>
                    </w:rPr>
                    <w:t>指标值</w:t>
                  </w:r>
                </w:p>
              </w:tc>
              <w:tc>
                <w:tcPr>
                  <w:tcW w:w="851" w:type="dxa"/>
                  <w:tcBorders>
                    <w:top w:val="single" w:sz="4" w:space="0" w:color="000000"/>
                    <w:left w:val="nil"/>
                    <w:bottom w:val="single" w:sz="4" w:space="0" w:color="000000"/>
                    <w:right w:val="single" w:sz="4" w:space="0" w:color="000000"/>
                  </w:tcBorders>
                  <w:vAlign w:val="center"/>
                </w:tcPr>
                <w:p w14:paraId="1D2A4356" w14:textId="77777777" w:rsidR="00E32E62" w:rsidRDefault="005E555A">
                  <w:pPr>
                    <w:pStyle w:val="afffff5"/>
                    <w:ind w:firstLineChars="0" w:firstLine="0"/>
                  </w:pPr>
                  <w:r>
                    <w:rPr>
                      <w:rFonts w:hint="eastAsia"/>
                    </w:rPr>
                    <w:t>证明材料编号</w:t>
                  </w:r>
                </w:p>
              </w:tc>
              <w:tc>
                <w:tcPr>
                  <w:tcW w:w="708" w:type="dxa"/>
                  <w:tcBorders>
                    <w:top w:val="single" w:sz="4" w:space="0" w:color="000000"/>
                    <w:left w:val="single" w:sz="4" w:space="0" w:color="000000"/>
                    <w:bottom w:val="single" w:sz="4" w:space="0" w:color="000000"/>
                    <w:right w:val="single" w:sz="4" w:space="0" w:color="auto"/>
                  </w:tcBorders>
                  <w:vAlign w:val="center"/>
                </w:tcPr>
                <w:p w14:paraId="7965EAA5" w14:textId="77777777" w:rsidR="00E32E62" w:rsidRDefault="005E555A">
                  <w:pPr>
                    <w:pStyle w:val="afffff5"/>
                    <w:ind w:firstLineChars="0" w:firstLine="0"/>
                  </w:pPr>
                  <w:r>
                    <w:rPr>
                      <w:rFonts w:hint="eastAsia"/>
                    </w:rPr>
                    <w:t>名称</w:t>
                  </w:r>
                </w:p>
              </w:tc>
              <w:tc>
                <w:tcPr>
                  <w:tcW w:w="733" w:type="dxa"/>
                  <w:tcBorders>
                    <w:top w:val="single" w:sz="4" w:space="0" w:color="000000"/>
                    <w:left w:val="nil"/>
                    <w:bottom w:val="single" w:sz="4" w:space="0" w:color="000000"/>
                    <w:right w:val="single" w:sz="4" w:space="0" w:color="auto"/>
                  </w:tcBorders>
                  <w:vAlign w:val="center"/>
                </w:tcPr>
                <w:p w14:paraId="55E7A2D1" w14:textId="77777777" w:rsidR="00E32E62" w:rsidRDefault="005E555A">
                  <w:pPr>
                    <w:pStyle w:val="afffff5"/>
                    <w:ind w:firstLineChars="0" w:firstLine="0"/>
                  </w:pPr>
                  <w:r>
                    <w:rPr>
                      <w:rFonts w:hint="eastAsia"/>
                    </w:rPr>
                    <w:t>级别</w:t>
                  </w:r>
                </w:p>
              </w:tc>
              <w:tc>
                <w:tcPr>
                  <w:tcW w:w="893" w:type="dxa"/>
                  <w:tcBorders>
                    <w:top w:val="single" w:sz="4" w:space="0" w:color="000000"/>
                    <w:left w:val="nil"/>
                    <w:bottom w:val="single" w:sz="4" w:space="0" w:color="000000"/>
                    <w:right w:val="single" w:sz="4" w:space="0" w:color="auto"/>
                  </w:tcBorders>
                  <w:vAlign w:val="center"/>
                </w:tcPr>
                <w:p w14:paraId="325E14E7" w14:textId="77777777" w:rsidR="00E32E62" w:rsidRDefault="005E555A">
                  <w:pPr>
                    <w:pStyle w:val="afffff5"/>
                    <w:ind w:firstLineChars="0" w:firstLine="0"/>
                  </w:pPr>
                  <w:r>
                    <w:rPr>
                      <w:rFonts w:hint="eastAsia"/>
                    </w:rPr>
                    <w:t>相应指标值</w:t>
                  </w:r>
                </w:p>
              </w:tc>
              <w:tc>
                <w:tcPr>
                  <w:tcW w:w="851" w:type="dxa"/>
                  <w:tcBorders>
                    <w:top w:val="single" w:sz="4" w:space="0" w:color="000000"/>
                    <w:left w:val="nil"/>
                    <w:bottom w:val="single" w:sz="4" w:space="0" w:color="000000"/>
                    <w:right w:val="single" w:sz="4" w:space="0" w:color="000000"/>
                  </w:tcBorders>
                  <w:vAlign w:val="center"/>
                </w:tcPr>
                <w:p w14:paraId="5E54A7C0" w14:textId="77777777" w:rsidR="00E32E62" w:rsidRDefault="005E555A">
                  <w:pPr>
                    <w:pStyle w:val="afffff5"/>
                    <w:ind w:firstLineChars="0" w:firstLine="0"/>
                  </w:pPr>
                  <w:r>
                    <w:rPr>
                      <w:rFonts w:hint="eastAsia"/>
                    </w:rPr>
                    <w:t>证明材料编号</w:t>
                  </w:r>
                </w:p>
              </w:tc>
              <w:tc>
                <w:tcPr>
                  <w:tcW w:w="959" w:type="dxa"/>
                  <w:vMerge/>
                  <w:tcBorders>
                    <w:top w:val="single" w:sz="4" w:space="0" w:color="000000"/>
                    <w:left w:val="single" w:sz="4" w:space="0" w:color="000000"/>
                    <w:bottom w:val="single" w:sz="4" w:space="0" w:color="000000"/>
                    <w:right w:val="single" w:sz="4" w:space="0" w:color="000000"/>
                  </w:tcBorders>
                  <w:vAlign w:val="center"/>
                </w:tcPr>
                <w:p w14:paraId="70B455AD" w14:textId="77777777" w:rsidR="00E32E62" w:rsidRDefault="00E32E62">
                  <w:pPr>
                    <w:pStyle w:val="afffff5"/>
                    <w:ind w:firstLine="420"/>
                  </w:pPr>
                </w:p>
              </w:tc>
            </w:tr>
            <w:tr w:rsidR="00E32E62" w14:paraId="2B014C0F" w14:textId="77777777">
              <w:trPr>
                <w:trHeight w:val="612"/>
                <w:jc w:val="center"/>
              </w:trPr>
              <w:tc>
                <w:tcPr>
                  <w:tcW w:w="875" w:type="dxa"/>
                  <w:tcBorders>
                    <w:top w:val="single" w:sz="4" w:space="0" w:color="000000"/>
                    <w:left w:val="single" w:sz="4" w:space="0" w:color="000000"/>
                    <w:bottom w:val="single" w:sz="4" w:space="0" w:color="000000"/>
                    <w:right w:val="single" w:sz="4" w:space="0" w:color="auto"/>
                  </w:tcBorders>
                  <w:vAlign w:val="center"/>
                </w:tcPr>
                <w:p w14:paraId="48D2D066" w14:textId="77777777" w:rsidR="00E32E62" w:rsidRDefault="00E32E62">
                  <w:pPr>
                    <w:pStyle w:val="afffff5"/>
                    <w:ind w:firstLine="420"/>
                  </w:pPr>
                </w:p>
              </w:tc>
              <w:tc>
                <w:tcPr>
                  <w:tcW w:w="968" w:type="dxa"/>
                  <w:tcBorders>
                    <w:top w:val="single" w:sz="4" w:space="0" w:color="000000"/>
                    <w:left w:val="nil"/>
                    <w:bottom w:val="single" w:sz="4" w:space="0" w:color="000000"/>
                    <w:right w:val="single" w:sz="4" w:space="0" w:color="000000"/>
                  </w:tcBorders>
                  <w:vAlign w:val="center"/>
                </w:tcPr>
                <w:p w14:paraId="5A91C64D" w14:textId="77777777" w:rsidR="00E32E62" w:rsidRDefault="00E32E62">
                  <w:pPr>
                    <w:pStyle w:val="afffff5"/>
                    <w:ind w:firstLine="420"/>
                  </w:pPr>
                </w:p>
              </w:tc>
              <w:tc>
                <w:tcPr>
                  <w:tcW w:w="851" w:type="dxa"/>
                  <w:tcBorders>
                    <w:top w:val="single" w:sz="4" w:space="0" w:color="000000"/>
                    <w:left w:val="single" w:sz="4" w:space="0" w:color="000000"/>
                    <w:bottom w:val="single" w:sz="4" w:space="0" w:color="000000"/>
                    <w:right w:val="single" w:sz="4" w:space="0" w:color="000000"/>
                  </w:tcBorders>
                  <w:vAlign w:val="center"/>
                </w:tcPr>
                <w:p w14:paraId="25714B5F" w14:textId="77777777" w:rsidR="00E32E62" w:rsidRDefault="00E32E62">
                  <w:pPr>
                    <w:pStyle w:val="afffff5"/>
                    <w:ind w:firstLineChars="0" w:firstLine="0"/>
                  </w:pPr>
                </w:p>
              </w:tc>
              <w:tc>
                <w:tcPr>
                  <w:tcW w:w="708" w:type="dxa"/>
                  <w:tcBorders>
                    <w:top w:val="single" w:sz="4" w:space="0" w:color="000000"/>
                    <w:left w:val="single" w:sz="4" w:space="0" w:color="000000"/>
                    <w:bottom w:val="single" w:sz="4" w:space="0" w:color="000000"/>
                    <w:right w:val="single" w:sz="4" w:space="0" w:color="auto"/>
                  </w:tcBorders>
                  <w:vAlign w:val="center"/>
                </w:tcPr>
                <w:p w14:paraId="0665355C" w14:textId="77777777" w:rsidR="00E32E62" w:rsidRDefault="00E32E62">
                  <w:pPr>
                    <w:pStyle w:val="afffff5"/>
                    <w:ind w:firstLine="420"/>
                  </w:pPr>
                </w:p>
              </w:tc>
              <w:tc>
                <w:tcPr>
                  <w:tcW w:w="733" w:type="dxa"/>
                  <w:tcBorders>
                    <w:top w:val="single" w:sz="4" w:space="0" w:color="000000"/>
                    <w:left w:val="nil"/>
                    <w:bottom w:val="single" w:sz="4" w:space="0" w:color="000000"/>
                    <w:right w:val="single" w:sz="4" w:space="0" w:color="auto"/>
                  </w:tcBorders>
                  <w:vAlign w:val="center"/>
                </w:tcPr>
                <w:p w14:paraId="73BCC696" w14:textId="77777777" w:rsidR="00E32E62" w:rsidRDefault="00E32E62">
                  <w:pPr>
                    <w:pStyle w:val="afffff5"/>
                    <w:ind w:firstLine="420"/>
                  </w:pPr>
                </w:p>
              </w:tc>
              <w:tc>
                <w:tcPr>
                  <w:tcW w:w="893" w:type="dxa"/>
                  <w:tcBorders>
                    <w:top w:val="single" w:sz="4" w:space="0" w:color="000000"/>
                    <w:left w:val="nil"/>
                    <w:bottom w:val="single" w:sz="4" w:space="0" w:color="000000"/>
                    <w:right w:val="single" w:sz="4" w:space="0" w:color="auto"/>
                  </w:tcBorders>
                  <w:vAlign w:val="center"/>
                </w:tcPr>
                <w:p w14:paraId="2C1B633A" w14:textId="77777777" w:rsidR="00E32E62" w:rsidRDefault="00E32E62">
                  <w:pPr>
                    <w:pStyle w:val="afffff5"/>
                    <w:ind w:firstLine="420"/>
                  </w:pPr>
                </w:p>
              </w:tc>
              <w:tc>
                <w:tcPr>
                  <w:tcW w:w="851" w:type="dxa"/>
                  <w:tcBorders>
                    <w:top w:val="single" w:sz="4" w:space="0" w:color="000000"/>
                    <w:left w:val="nil"/>
                    <w:bottom w:val="single" w:sz="4" w:space="0" w:color="000000"/>
                    <w:right w:val="single" w:sz="4" w:space="0" w:color="000000"/>
                  </w:tcBorders>
                  <w:vAlign w:val="center"/>
                </w:tcPr>
                <w:p w14:paraId="31BA6FEE" w14:textId="77777777" w:rsidR="00E32E62" w:rsidRDefault="00E32E62">
                  <w:pPr>
                    <w:pStyle w:val="afffff5"/>
                    <w:ind w:firstLine="420"/>
                  </w:pPr>
                </w:p>
              </w:tc>
              <w:tc>
                <w:tcPr>
                  <w:tcW w:w="959" w:type="dxa"/>
                  <w:tcBorders>
                    <w:top w:val="single" w:sz="4" w:space="0" w:color="000000"/>
                    <w:left w:val="single" w:sz="4" w:space="0" w:color="auto"/>
                    <w:bottom w:val="single" w:sz="4" w:space="0" w:color="000000"/>
                    <w:right w:val="single" w:sz="4" w:space="0" w:color="000000"/>
                  </w:tcBorders>
                  <w:vAlign w:val="center"/>
                </w:tcPr>
                <w:p w14:paraId="5864B85A" w14:textId="77777777" w:rsidR="00E32E62" w:rsidRDefault="00E32E62">
                  <w:pPr>
                    <w:pStyle w:val="afffff5"/>
                    <w:ind w:firstLine="420"/>
                  </w:pPr>
                </w:p>
              </w:tc>
            </w:tr>
            <w:tr w:rsidR="00E32E62" w14:paraId="019587C7" w14:textId="77777777">
              <w:trPr>
                <w:trHeight w:val="612"/>
                <w:jc w:val="center"/>
              </w:trPr>
              <w:tc>
                <w:tcPr>
                  <w:tcW w:w="875" w:type="dxa"/>
                  <w:tcBorders>
                    <w:top w:val="single" w:sz="4" w:space="0" w:color="000000"/>
                    <w:left w:val="single" w:sz="4" w:space="0" w:color="000000"/>
                    <w:bottom w:val="single" w:sz="4" w:space="0" w:color="000000"/>
                    <w:right w:val="single" w:sz="4" w:space="0" w:color="auto"/>
                  </w:tcBorders>
                  <w:vAlign w:val="center"/>
                </w:tcPr>
                <w:p w14:paraId="6BCF9C7C" w14:textId="77777777" w:rsidR="00E32E62" w:rsidRDefault="00E32E62">
                  <w:pPr>
                    <w:pStyle w:val="afffff5"/>
                    <w:ind w:firstLine="420"/>
                  </w:pPr>
                </w:p>
              </w:tc>
              <w:tc>
                <w:tcPr>
                  <w:tcW w:w="968" w:type="dxa"/>
                  <w:tcBorders>
                    <w:top w:val="single" w:sz="4" w:space="0" w:color="000000"/>
                    <w:left w:val="nil"/>
                    <w:bottom w:val="single" w:sz="4" w:space="0" w:color="000000"/>
                    <w:right w:val="single" w:sz="4" w:space="0" w:color="000000"/>
                  </w:tcBorders>
                  <w:vAlign w:val="center"/>
                </w:tcPr>
                <w:p w14:paraId="16B3345D" w14:textId="77777777" w:rsidR="00E32E62" w:rsidRDefault="00E32E62">
                  <w:pPr>
                    <w:pStyle w:val="afffff5"/>
                    <w:ind w:firstLine="420"/>
                  </w:pPr>
                </w:p>
              </w:tc>
              <w:tc>
                <w:tcPr>
                  <w:tcW w:w="851" w:type="dxa"/>
                  <w:tcBorders>
                    <w:top w:val="single" w:sz="4" w:space="0" w:color="000000"/>
                    <w:left w:val="single" w:sz="4" w:space="0" w:color="000000"/>
                    <w:bottom w:val="single" w:sz="4" w:space="0" w:color="000000"/>
                    <w:right w:val="single" w:sz="4" w:space="0" w:color="000000"/>
                  </w:tcBorders>
                  <w:vAlign w:val="center"/>
                </w:tcPr>
                <w:p w14:paraId="73EC9C3D" w14:textId="77777777" w:rsidR="00E32E62" w:rsidRDefault="00E32E62">
                  <w:pPr>
                    <w:pStyle w:val="afffff5"/>
                    <w:ind w:firstLine="420"/>
                  </w:pPr>
                </w:p>
              </w:tc>
              <w:tc>
                <w:tcPr>
                  <w:tcW w:w="708" w:type="dxa"/>
                  <w:tcBorders>
                    <w:top w:val="single" w:sz="4" w:space="0" w:color="000000"/>
                    <w:left w:val="single" w:sz="4" w:space="0" w:color="000000"/>
                    <w:bottom w:val="single" w:sz="4" w:space="0" w:color="000000"/>
                    <w:right w:val="single" w:sz="4" w:space="0" w:color="auto"/>
                  </w:tcBorders>
                  <w:vAlign w:val="center"/>
                </w:tcPr>
                <w:p w14:paraId="5732C2CD" w14:textId="77777777" w:rsidR="00E32E62" w:rsidRDefault="00E32E62">
                  <w:pPr>
                    <w:pStyle w:val="afffff5"/>
                    <w:ind w:firstLine="420"/>
                  </w:pPr>
                </w:p>
              </w:tc>
              <w:tc>
                <w:tcPr>
                  <w:tcW w:w="733" w:type="dxa"/>
                  <w:tcBorders>
                    <w:top w:val="single" w:sz="4" w:space="0" w:color="000000"/>
                    <w:left w:val="nil"/>
                    <w:bottom w:val="single" w:sz="4" w:space="0" w:color="000000"/>
                    <w:right w:val="single" w:sz="4" w:space="0" w:color="auto"/>
                  </w:tcBorders>
                  <w:vAlign w:val="center"/>
                </w:tcPr>
                <w:p w14:paraId="51680904" w14:textId="77777777" w:rsidR="00E32E62" w:rsidRDefault="00E32E62">
                  <w:pPr>
                    <w:pStyle w:val="afffff5"/>
                    <w:ind w:firstLine="420"/>
                  </w:pPr>
                </w:p>
              </w:tc>
              <w:tc>
                <w:tcPr>
                  <w:tcW w:w="893" w:type="dxa"/>
                  <w:tcBorders>
                    <w:top w:val="single" w:sz="4" w:space="0" w:color="000000"/>
                    <w:left w:val="nil"/>
                    <w:bottom w:val="single" w:sz="4" w:space="0" w:color="000000"/>
                    <w:right w:val="single" w:sz="4" w:space="0" w:color="auto"/>
                  </w:tcBorders>
                  <w:vAlign w:val="center"/>
                </w:tcPr>
                <w:p w14:paraId="1F2EB06D" w14:textId="77777777" w:rsidR="00E32E62" w:rsidRDefault="00E32E62">
                  <w:pPr>
                    <w:pStyle w:val="afffff5"/>
                    <w:ind w:firstLine="420"/>
                  </w:pPr>
                </w:p>
              </w:tc>
              <w:tc>
                <w:tcPr>
                  <w:tcW w:w="851" w:type="dxa"/>
                  <w:tcBorders>
                    <w:top w:val="single" w:sz="4" w:space="0" w:color="000000"/>
                    <w:left w:val="nil"/>
                    <w:bottom w:val="single" w:sz="4" w:space="0" w:color="000000"/>
                    <w:right w:val="single" w:sz="4" w:space="0" w:color="000000"/>
                  </w:tcBorders>
                  <w:vAlign w:val="center"/>
                </w:tcPr>
                <w:p w14:paraId="5D33147F" w14:textId="77777777" w:rsidR="00E32E62" w:rsidRDefault="00E32E62">
                  <w:pPr>
                    <w:pStyle w:val="afffff5"/>
                    <w:ind w:firstLine="420"/>
                  </w:pPr>
                </w:p>
              </w:tc>
              <w:tc>
                <w:tcPr>
                  <w:tcW w:w="959" w:type="dxa"/>
                  <w:tcBorders>
                    <w:top w:val="single" w:sz="4" w:space="0" w:color="000000"/>
                    <w:left w:val="single" w:sz="4" w:space="0" w:color="auto"/>
                    <w:bottom w:val="single" w:sz="4" w:space="0" w:color="000000"/>
                    <w:right w:val="single" w:sz="4" w:space="0" w:color="000000"/>
                  </w:tcBorders>
                  <w:vAlign w:val="center"/>
                </w:tcPr>
                <w:p w14:paraId="0BA6303F" w14:textId="77777777" w:rsidR="00E32E62" w:rsidRDefault="00E32E62">
                  <w:pPr>
                    <w:pStyle w:val="afffff5"/>
                    <w:ind w:firstLine="420"/>
                  </w:pPr>
                </w:p>
              </w:tc>
            </w:tr>
            <w:tr w:rsidR="00E32E62" w14:paraId="2626A5DA" w14:textId="77777777">
              <w:trPr>
                <w:trHeight w:val="612"/>
                <w:jc w:val="center"/>
              </w:trPr>
              <w:tc>
                <w:tcPr>
                  <w:tcW w:w="875" w:type="dxa"/>
                  <w:tcBorders>
                    <w:top w:val="single" w:sz="4" w:space="0" w:color="000000"/>
                    <w:left w:val="single" w:sz="4" w:space="0" w:color="000000"/>
                    <w:bottom w:val="single" w:sz="4" w:space="0" w:color="000000"/>
                    <w:right w:val="single" w:sz="4" w:space="0" w:color="auto"/>
                  </w:tcBorders>
                  <w:vAlign w:val="center"/>
                </w:tcPr>
                <w:p w14:paraId="60869B2F" w14:textId="77777777" w:rsidR="00E32E62" w:rsidRDefault="00E32E62">
                  <w:pPr>
                    <w:pStyle w:val="afffff5"/>
                    <w:ind w:firstLine="420"/>
                  </w:pPr>
                </w:p>
              </w:tc>
              <w:tc>
                <w:tcPr>
                  <w:tcW w:w="968" w:type="dxa"/>
                  <w:tcBorders>
                    <w:top w:val="single" w:sz="4" w:space="0" w:color="000000"/>
                    <w:left w:val="nil"/>
                    <w:bottom w:val="single" w:sz="4" w:space="0" w:color="000000"/>
                    <w:right w:val="single" w:sz="4" w:space="0" w:color="000000"/>
                  </w:tcBorders>
                  <w:vAlign w:val="center"/>
                </w:tcPr>
                <w:p w14:paraId="26FC3544" w14:textId="77777777" w:rsidR="00E32E62" w:rsidRDefault="00E32E62">
                  <w:pPr>
                    <w:pStyle w:val="afffff5"/>
                    <w:ind w:firstLine="420"/>
                  </w:pPr>
                </w:p>
              </w:tc>
              <w:tc>
                <w:tcPr>
                  <w:tcW w:w="851" w:type="dxa"/>
                  <w:tcBorders>
                    <w:top w:val="single" w:sz="4" w:space="0" w:color="000000"/>
                    <w:left w:val="single" w:sz="4" w:space="0" w:color="000000"/>
                    <w:bottom w:val="single" w:sz="4" w:space="0" w:color="000000"/>
                    <w:right w:val="single" w:sz="4" w:space="0" w:color="000000"/>
                  </w:tcBorders>
                  <w:vAlign w:val="center"/>
                </w:tcPr>
                <w:p w14:paraId="349432D1" w14:textId="77777777" w:rsidR="00E32E62" w:rsidRDefault="00E32E62">
                  <w:pPr>
                    <w:pStyle w:val="afffff5"/>
                    <w:ind w:firstLine="420"/>
                  </w:pPr>
                </w:p>
              </w:tc>
              <w:tc>
                <w:tcPr>
                  <w:tcW w:w="708" w:type="dxa"/>
                  <w:tcBorders>
                    <w:top w:val="single" w:sz="4" w:space="0" w:color="000000"/>
                    <w:left w:val="single" w:sz="4" w:space="0" w:color="000000"/>
                    <w:bottom w:val="single" w:sz="4" w:space="0" w:color="000000"/>
                    <w:right w:val="single" w:sz="4" w:space="0" w:color="auto"/>
                  </w:tcBorders>
                  <w:vAlign w:val="center"/>
                </w:tcPr>
                <w:p w14:paraId="346E4FD9" w14:textId="77777777" w:rsidR="00E32E62" w:rsidRDefault="00E32E62">
                  <w:pPr>
                    <w:pStyle w:val="afffff5"/>
                    <w:ind w:firstLine="420"/>
                  </w:pPr>
                </w:p>
              </w:tc>
              <w:tc>
                <w:tcPr>
                  <w:tcW w:w="733" w:type="dxa"/>
                  <w:tcBorders>
                    <w:top w:val="single" w:sz="4" w:space="0" w:color="000000"/>
                    <w:left w:val="nil"/>
                    <w:bottom w:val="single" w:sz="4" w:space="0" w:color="000000"/>
                    <w:right w:val="single" w:sz="4" w:space="0" w:color="auto"/>
                  </w:tcBorders>
                  <w:vAlign w:val="center"/>
                </w:tcPr>
                <w:p w14:paraId="06F9FC18" w14:textId="77777777" w:rsidR="00E32E62" w:rsidRDefault="00E32E62">
                  <w:pPr>
                    <w:pStyle w:val="afffff5"/>
                    <w:ind w:firstLine="420"/>
                  </w:pPr>
                </w:p>
              </w:tc>
              <w:tc>
                <w:tcPr>
                  <w:tcW w:w="893" w:type="dxa"/>
                  <w:tcBorders>
                    <w:top w:val="single" w:sz="4" w:space="0" w:color="000000"/>
                    <w:left w:val="nil"/>
                    <w:bottom w:val="single" w:sz="4" w:space="0" w:color="000000"/>
                    <w:right w:val="single" w:sz="4" w:space="0" w:color="auto"/>
                  </w:tcBorders>
                  <w:vAlign w:val="center"/>
                </w:tcPr>
                <w:p w14:paraId="3F48EA67" w14:textId="77777777" w:rsidR="00E32E62" w:rsidRDefault="00E32E62">
                  <w:pPr>
                    <w:pStyle w:val="afffff5"/>
                    <w:ind w:firstLine="420"/>
                  </w:pPr>
                </w:p>
              </w:tc>
              <w:tc>
                <w:tcPr>
                  <w:tcW w:w="851" w:type="dxa"/>
                  <w:tcBorders>
                    <w:top w:val="single" w:sz="4" w:space="0" w:color="000000"/>
                    <w:left w:val="nil"/>
                    <w:bottom w:val="single" w:sz="4" w:space="0" w:color="000000"/>
                    <w:right w:val="single" w:sz="4" w:space="0" w:color="000000"/>
                  </w:tcBorders>
                  <w:vAlign w:val="center"/>
                </w:tcPr>
                <w:p w14:paraId="6B554868" w14:textId="77777777" w:rsidR="00E32E62" w:rsidRDefault="00E32E62">
                  <w:pPr>
                    <w:pStyle w:val="afffff5"/>
                    <w:ind w:firstLine="420"/>
                  </w:pPr>
                </w:p>
              </w:tc>
              <w:tc>
                <w:tcPr>
                  <w:tcW w:w="959" w:type="dxa"/>
                  <w:tcBorders>
                    <w:top w:val="single" w:sz="4" w:space="0" w:color="000000"/>
                    <w:left w:val="single" w:sz="4" w:space="0" w:color="auto"/>
                    <w:bottom w:val="single" w:sz="4" w:space="0" w:color="000000"/>
                    <w:right w:val="single" w:sz="4" w:space="0" w:color="000000"/>
                  </w:tcBorders>
                  <w:vAlign w:val="center"/>
                </w:tcPr>
                <w:p w14:paraId="41C7B990" w14:textId="77777777" w:rsidR="00E32E62" w:rsidRDefault="00E32E62">
                  <w:pPr>
                    <w:pStyle w:val="afffff5"/>
                    <w:ind w:firstLine="420"/>
                  </w:pPr>
                </w:p>
              </w:tc>
            </w:tr>
          </w:tbl>
          <w:p w14:paraId="33B55C2F" w14:textId="77777777" w:rsidR="00E32E62" w:rsidRDefault="00E32E62">
            <w:pPr>
              <w:pStyle w:val="afffff5"/>
              <w:ind w:firstLine="420"/>
            </w:pPr>
          </w:p>
          <w:p w14:paraId="4F9E558F" w14:textId="77777777" w:rsidR="00E32E62" w:rsidRDefault="00E32E62">
            <w:pPr>
              <w:pStyle w:val="afffff5"/>
              <w:ind w:firstLine="420"/>
            </w:pPr>
          </w:p>
          <w:p w14:paraId="08452AAA" w14:textId="77777777" w:rsidR="00E32E62" w:rsidRDefault="00E32E62">
            <w:pPr>
              <w:pStyle w:val="afffff5"/>
              <w:ind w:firstLine="420"/>
            </w:pPr>
          </w:p>
          <w:p w14:paraId="60827BD2" w14:textId="77777777" w:rsidR="00E32E62" w:rsidRDefault="00E32E62">
            <w:pPr>
              <w:pStyle w:val="afffff5"/>
              <w:ind w:firstLine="420"/>
            </w:pPr>
          </w:p>
          <w:p w14:paraId="08D50CBF" w14:textId="77777777" w:rsidR="00E32E62" w:rsidRDefault="00E32E62">
            <w:pPr>
              <w:pStyle w:val="afffff5"/>
              <w:ind w:firstLine="420"/>
            </w:pPr>
          </w:p>
          <w:p w14:paraId="7056AC9D" w14:textId="77777777" w:rsidR="00E32E62" w:rsidRDefault="00E32E62">
            <w:pPr>
              <w:pStyle w:val="afffff5"/>
              <w:spacing w:line="360" w:lineRule="auto"/>
              <w:ind w:firstLineChars="3400" w:firstLine="7140"/>
            </w:pPr>
          </w:p>
        </w:tc>
      </w:tr>
    </w:tbl>
    <w:p w14:paraId="649F98AC" w14:textId="77777777" w:rsidR="00E32E62" w:rsidRDefault="00E32E62">
      <w:pPr>
        <w:spacing w:before="63"/>
        <w:ind w:left="434"/>
      </w:pPr>
    </w:p>
    <w:p w14:paraId="59B0E7D5" w14:textId="77777777" w:rsidR="00E32E62" w:rsidRDefault="00E32E62">
      <w:pPr>
        <w:spacing w:before="63"/>
        <w:ind w:left="434"/>
      </w:pPr>
    </w:p>
    <w:p w14:paraId="72BABF0D" w14:textId="77777777" w:rsidR="00E32E62" w:rsidRDefault="00E32E62">
      <w:pPr>
        <w:spacing w:before="63"/>
        <w:ind w:left="434"/>
      </w:pPr>
    </w:p>
    <w:p w14:paraId="01404C6A" w14:textId="77777777" w:rsidR="00E32E62" w:rsidRDefault="00E32E62">
      <w:pPr>
        <w:spacing w:before="63"/>
        <w:ind w:left="434"/>
      </w:pPr>
    </w:p>
    <w:p w14:paraId="1AC02732" w14:textId="77777777" w:rsidR="00E32E62" w:rsidRDefault="00E32E62">
      <w:pPr>
        <w:spacing w:before="63"/>
        <w:ind w:left="434"/>
      </w:pPr>
    </w:p>
    <w:p w14:paraId="58AC74D7" w14:textId="77777777" w:rsidR="00E32E62" w:rsidRDefault="00E32E62">
      <w:pPr>
        <w:spacing w:before="63"/>
        <w:ind w:left="434"/>
      </w:pPr>
    </w:p>
    <w:p w14:paraId="6B0B52FA" w14:textId="77777777" w:rsidR="00E32E62" w:rsidRDefault="00E32E62">
      <w:pPr>
        <w:spacing w:before="63"/>
        <w:ind w:left="434"/>
      </w:pPr>
    </w:p>
    <w:p w14:paraId="2C7B3483" w14:textId="77777777" w:rsidR="00E32E62" w:rsidRDefault="00E32E62">
      <w:pPr>
        <w:spacing w:before="63"/>
        <w:ind w:left="434"/>
      </w:pPr>
    </w:p>
    <w:p w14:paraId="0D9A4A74" w14:textId="77777777" w:rsidR="00E32E62" w:rsidRDefault="00E32E62">
      <w:pPr>
        <w:spacing w:before="63"/>
        <w:ind w:left="434"/>
      </w:pPr>
    </w:p>
    <w:tbl>
      <w:tblPr>
        <w:tblW w:w="5000" w:type="pct"/>
        <w:jc w:val="center"/>
        <w:tblBorders>
          <w:top w:val="single" w:sz="8" w:space="0" w:color="000000"/>
          <w:left w:val="single" w:sz="8" w:space="0" w:color="000000"/>
          <w:bottom w:val="single" w:sz="8" w:space="0" w:color="000000"/>
          <w:right w:val="single" w:sz="8" w:space="0" w:color="000000"/>
          <w:insideH w:val="single" w:sz="2" w:space="0" w:color="000000"/>
          <w:insideV w:val="single" w:sz="2" w:space="0" w:color="000000"/>
        </w:tblBorders>
        <w:tblLook w:val="04A0" w:firstRow="1" w:lastRow="0" w:firstColumn="1" w:lastColumn="0" w:noHBand="0" w:noVBand="1"/>
      </w:tblPr>
      <w:tblGrid>
        <w:gridCol w:w="9570"/>
      </w:tblGrid>
      <w:tr w:rsidR="00E32E62" w14:paraId="388BDEDB" w14:textId="77777777">
        <w:trPr>
          <w:trHeight w:val="173"/>
          <w:jc w:val="center"/>
        </w:trPr>
        <w:tc>
          <w:tcPr>
            <w:tcW w:w="5000" w:type="pct"/>
            <w:tcBorders>
              <w:top w:val="single" w:sz="8" w:space="0" w:color="000000"/>
              <w:left w:val="single" w:sz="8" w:space="0" w:color="000000"/>
              <w:bottom w:val="single" w:sz="2" w:space="0" w:color="000000"/>
              <w:right w:val="single" w:sz="8" w:space="0" w:color="000000"/>
            </w:tcBorders>
          </w:tcPr>
          <w:p w14:paraId="7326F4D7" w14:textId="77777777" w:rsidR="00E32E62" w:rsidRDefault="005E555A">
            <w:pPr>
              <w:pStyle w:val="afffff5"/>
              <w:ind w:firstLine="420"/>
              <w:rPr>
                <w:rFonts w:ascii="黑体" w:eastAsia="黑体" w:hAnsi="黑体" w:hint="eastAsia"/>
              </w:rPr>
            </w:pPr>
            <w:r>
              <w:rPr>
                <w:rFonts w:ascii="黑体" w:eastAsia="黑体" w:hAnsi="黑体" w:hint="eastAsia"/>
                <w:bCs/>
              </w:rPr>
              <w:t>六、转化推广潜力评价</w:t>
            </w:r>
          </w:p>
        </w:tc>
      </w:tr>
      <w:tr w:rsidR="00E32E62" w14:paraId="2FC02C29" w14:textId="77777777">
        <w:trPr>
          <w:trHeight w:val="82"/>
          <w:jc w:val="center"/>
        </w:trPr>
        <w:tc>
          <w:tcPr>
            <w:tcW w:w="5000" w:type="pct"/>
            <w:tcBorders>
              <w:top w:val="single" w:sz="2" w:space="0" w:color="000000"/>
              <w:left w:val="single" w:sz="8" w:space="0" w:color="000000"/>
              <w:bottom w:val="single" w:sz="8" w:space="0" w:color="000000"/>
              <w:right w:val="single" w:sz="8" w:space="0" w:color="000000"/>
            </w:tcBorders>
          </w:tcPr>
          <w:p w14:paraId="68F1500C" w14:textId="77777777" w:rsidR="00E32E62" w:rsidRDefault="00E32E62">
            <w:pPr>
              <w:pStyle w:val="ac"/>
              <w:ind w:firstLine="360"/>
            </w:pPr>
          </w:p>
          <w:p w14:paraId="0C98CA0F" w14:textId="77777777" w:rsidR="00E32E62" w:rsidRDefault="005E555A">
            <w:pPr>
              <w:pStyle w:val="afffff5"/>
              <w:spacing w:line="360" w:lineRule="auto"/>
              <w:ind w:firstLine="420"/>
            </w:pPr>
            <w:r>
              <w:rPr>
                <w:rFonts w:hint="eastAsia"/>
              </w:rPr>
              <w:t>根据委托方提供的企业组织架构图、固定资产清单及证明、合作协议、融资记录等证明材料，该科技成果列入XXXX目录，符合国家××政策导向，实现了XXXX增长（增收节支、提高效益、降低成本），（效益显著、明显、一般）。根据（论文、行业分析报告），该成果技术XXXX，形成XXXX专利。综上，该科技成果具有XXXX的转化推广潜力。</w:t>
            </w:r>
          </w:p>
          <w:p w14:paraId="5C8C51ED" w14:textId="77777777" w:rsidR="00E32E62" w:rsidRDefault="00E32E62">
            <w:pPr>
              <w:pStyle w:val="afffff5"/>
              <w:ind w:firstLine="420"/>
            </w:pPr>
          </w:p>
          <w:p w14:paraId="0E2FDEF2" w14:textId="77777777" w:rsidR="00E32E62" w:rsidRDefault="00E32E62">
            <w:pPr>
              <w:pStyle w:val="afffff5"/>
              <w:ind w:firstLine="420"/>
            </w:pPr>
          </w:p>
          <w:p w14:paraId="5D88A854" w14:textId="77777777" w:rsidR="00E32E62" w:rsidRDefault="00E32E62">
            <w:pPr>
              <w:pStyle w:val="afffff5"/>
              <w:ind w:firstLine="420"/>
            </w:pPr>
          </w:p>
          <w:p w14:paraId="5EAE841E" w14:textId="77777777" w:rsidR="00E32E62" w:rsidRDefault="00E32E62">
            <w:pPr>
              <w:pStyle w:val="afffff5"/>
              <w:ind w:firstLine="420"/>
            </w:pPr>
          </w:p>
          <w:p w14:paraId="680F586D" w14:textId="77777777" w:rsidR="00E32E62" w:rsidRDefault="00E32E62">
            <w:pPr>
              <w:pStyle w:val="afffff5"/>
              <w:spacing w:line="360" w:lineRule="auto"/>
              <w:ind w:firstLineChars="3400" w:firstLine="7140"/>
            </w:pPr>
          </w:p>
        </w:tc>
      </w:tr>
    </w:tbl>
    <w:p w14:paraId="7A6ADD35" w14:textId="77777777" w:rsidR="00E32E62" w:rsidRDefault="00E32E62">
      <w:pPr>
        <w:spacing w:before="63"/>
        <w:ind w:left="434"/>
      </w:pPr>
    </w:p>
    <w:p w14:paraId="70B542EC" w14:textId="77777777" w:rsidR="00E32E62" w:rsidRDefault="00E32E62">
      <w:pPr>
        <w:spacing w:before="63"/>
        <w:ind w:left="434"/>
      </w:pPr>
    </w:p>
    <w:p w14:paraId="74D53D8F" w14:textId="77777777" w:rsidR="00E32E62" w:rsidRDefault="00E32E62">
      <w:pPr>
        <w:spacing w:before="63"/>
        <w:ind w:left="434"/>
      </w:pPr>
    </w:p>
    <w:p w14:paraId="33A79175" w14:textId="77777777" w:rsidR="00E32E62" w:rsidRDefault="00E32E62">
      <w:pPr>
        <w:spacing w:before="63"/>
        <w:ind w:left="434"/>
      </w:pPr>
    </w:p>
    <w:p w14:paraId="3E840EBE" w14:textId="77777777" w:rsidR="00E32E62" w:rsidRDefault="00E32E62">
      <w:pPr>
        <w:spacing w:before="63"/>
        <w:ind w:left="434"/>
      </w:pPr>
    </w:p>
    <w:p w14:paraId="6B3675AC" w14:textId="77777777" w:rsidR="00E32E62" w:rsidRDefault="00E32E62">
      <w:pPr>
        <w:spacing w:before="63"/>
        <w:ind w:left="434"/>
      </w:pPr>
    </w:p>
    <w:p w14:paraId="234D41D8" w14:textId="77777777" w:rsidR="00E32E62" w:rsidRDefault="00E32E62">
      <w:pPr>
        <w:spacing w:before="63"/>
        <w:ind w:left="434"/>
      </w:pPr>
    </w:p>
    <w:p w14:paraId="65E3C6C5" w14:textId="77777777" w:rsidR="00E32E62" w:rsidRDefault="00E32E62">
      <w:pPr>
        <w:spacing w:before="63"/>
        <w:ind w:left="434"/>
      </w:pPr>
    </w:p>
    <w:p w14:paraId="6E4D6275" w14:textId="77777777" w:rsidR="00E32E62" w:rsidRDefault="00E32E62">
      <w:pPr>
        <w:spacing w:before="63"/>
        <w:ind w:left="434"/>
      </w:pPr>
    </w:p>
    <w:p w14:paraId="29C71C1D" w14:textId="77777777" w:rsidR="00E32E62" w:rsidRDefault="00E32E62">
      <w:pPr>
        <w:spacing w:before="63"/>
        <w:ind w:left="434"/>
      </w:pPr>
    </w:p>
    <w:p w14:paraId="568E56E1" w14:textId="77777777" w:rsidR="00E32E62" w:rsidRDefault="00E32E62">
      <w:pPr>
        <w:spacing w:before="63"/>
        <w:ind w:left="434"/>
      </w:pPr>
    </w:p>
    <w:p w14:paraId="2DA7E77B" w14:textId="77777777" w:rsidR="00E32E62" w:rsidRDefault="00E32E62">
      <w:pPr>
        <w:spacing w:before="63"/>
        <w:ind w:left="434"/>
      </w:pPr>
    </w:p>
    <w:p w14:paraId="1D68292F" w14:textId="77777777" w:rsidR="00E32E62" w:rsidRDefault="00E32E62">
      <w:pPr>
        <w:spacing w:before="63"/>
        <w:ind w:left="434"/>
      </w:pPr>
    </w:p>
    <w:p w14:paraId="4000BF33" w14:textId="77777777" w:rsidR="00E32E62" w:rsidRDefault="00E32E62">
      <w:pPr>
        <w:spacing w:before="63"/>
        <w:ind w:left="434"/>
      </w:pPr>
    </w:p>
    <w:p w14:paraId="77B3DA2C" w14:textId="77777777" w:rsidR="00E32E62" w:rsidRDefault="00E32E62">
      <w:pPr>
        <w:spacing w:before="63"/>
        <w:ind w:left="434"/>
      </w:pPr>
    </w:p>
    <w:p w14:paraId="49C5B13C" w14:textId="77777777" w:rsidR="00E32E62" w:rsidRDefault="00E32E62">
      <w:pPr>
        <w:spacing w:before="63"/>
        <w:ind w:left="434"/>
      </w:pPr>
    </w:p>
    <w:p w14:paraId="402D3053" w14:textId="77777777" w:rsidR="00E32E62" w:rsidRDefault="00E32E62">
      <w:pPr>
        <w:spacing w:before="63"/>
        <w:ind w:left="434"/>
      </w:pPr>
    </w:p>
    <w:p w14:paraId="20A3BEB7" w14:textId="77777777" w:rsidR="00E32E62" w:rsidRDefault="00E32E62">
      <w:pPr>
        <w:spacing w:before="63"/>
        <w:ind w:left="434"/>
      </w:pPr>
    </w:p>
    <w:p w14:paraId="44D82ECC" w14:textId="77777777" w:rsidR="00E32E62" w:rsidRDefault="00E32E62">
      <w:pPr>
        <w:spacing w:before="63"/>
        <w:ind w:left="434"/>
      </w:pPr>
    </w:p>
    <w:p w14:paraId="34882A6B" w14:textId="77777777" w:rsidR="00E32E62" w:rsidRDefault="00E32E62">
      <w:pPr>
        <w:spacing w:before="63"/>
        <w:ind w:left="434"/>
      </w:pPr>
    </w:p>
    <w:p w14:paraId="66D00A55" w14:textId="77777777" w:rsidR="00E32E62" w:rsidRDefault="00E32E62">
      <w:pPr>
        <w:spacing w:before="63"/>
        <w:ind w:left="434"/>
      </w:pPr>
    </w:p>
    <w:tbl>
      <w:tblPr>
        <w:tblW w:w="5000" w:type="pct"/>
        <w:jc w:val="center"/>
        <w:tblBorders>
          <w:top w:val="single" w:sz="8" w:space="0" w:color="000000"/>
          <w:left w:val="single" w:sz="8" w:space="0" w:color="000000"/>
          <w:bottom w:val="single" w:sz="8" w:space="0" w:color="000000"/>
          <w:right w:val="single" w:sz="8" w:space="0" w:color="000000"/>
          <w:insideH w:val="single" w:sz="2" w:space="0" w:color="000000"/>
          <w:insideV w:val="single" w:sz="2" w:space="0" w:color="000000"/>
        </w:tblBorders>
        <w:tblLook w:val="04A0" w:firstRow="1" w:lastRow="0" w:firstColumn="1" w:lastColumn="0" w:noHBand="0" w:noVBand="1"/>
      </w:tblPr>
      <w:tblGrid>
        <w:gridCol w:w="9570"/>
      </w:tblGrid>
      <w:tr w:rsidR="00E32E62" w14:paraId="0B542443" w14:textId="77777777">
        <w:trPr>
          <w:trHeight w:val="173"/>
          <w:jc w:val="center"/>
        </w:trPr>
        <w:tc>
          <w:tcPr>
            <w:tcW w:w="5000" w:type="pct"/>
            <w:tcBorders>
              <w:top w:val="single" w:sz="8" w:space="0" w:color="000000"/>
              <w:left w:val="single" w:sz="8" w:space="0" w:color="000000"/>
              <w:bottom w:val="single" w:sz="2" w:space="0" w:color="000000"/>
              <w:right w:val="single" w:sz="8" w:space="0" w:color="000000"/>
            </w:tcBorders>
          </w:tcPr>
          <w:p w14:paraId="56295950" w14:textId="77777777" w:rsidR="00E32E62" w:rsidRDefault="005E555A">
            <w:pPr>
              <w:pStyle w:val="afffff5"/>
              <w:ind w:firstLine="420"/>
              <w:rPr>
                <w:rFonts w:ascii="黑体" w:eastAsia="黑体" w:hAnsi="黑体" w:hint="eastAsia"/>
                <w:bCs/>
              </w:rPr>
            </w:pPr>
            <w:r>
              <w:rPr>
                <w:rFonts w:ascii="黑体" w:eastAsia="黑体" w:hAnsi="黑体" w:hint="eastAsia"/>
                <w:bCs/>
              </w:rPr>
              <w:t>七、投融资价值评价</w:t>
            </w:r>
          </w:p>
        </w:tc>
      </w:tr>
      <w:tr w:rsidR="00E32E62" w14:paraId="7B881AF4" w14:textId="77777777">
        <w:trPr>
          <w:trHeight w:val="82"/>
          <w:jc w:val="center"/>
        </w:trPr>
        <w:tc>
          <w:tcPr>
            <w:tcW w:w="5000" w:type="pct"/>
            <w:tcBorders>
              <w:top w:val="single" w:sz="2" w:space="0" w:color="000000"/>
              <w:left w:val="single" w:sz="8" w:space="0" w:color="000000"/>
              <w:bottom w:val="single" w:sz="8" w:space="0" w:color="000000"/>
              <w:right w:val="single" w:sz="8" w:space="0" w:color="000000"/>
            </w:tcBorders>
          </w:tcPr>
          <w:p w14:paraId="35FFDBC8" w14:textId="77777777" w:rsidR="00E32E62" w:rsidRDefault="00E32E62">
            <w:pPr>
              <w:pStyle w:val="ac"/>
              <w:ind w:firstLine="360"/>
            </w:pPr>
          </w:p>
          <w:p w14:paraId="339F5F66" w14:textId="77777777" w:rsidR="00E32E62" w:rsidRDefault="005E555A">
            <w:pPr>
              <w:pStyle w:val="afffff5"/>
              <w:spacing w:line="360" w:lineRule="auto"/>
              <w:ind w:firstLine="420"/>
            </w:pPr>
            <w:r>
              <w:rPr>
                <w:rFonts w:hint="eastAsia"/>
              </w:rPr>
              <w:t>该成果主要在……领域/方面应用，投入多少、利润率多少，已实现生产销售收入XX，已签订销售合同金额XX；已获得XX机构投融资、投融资金额XX、投融资成本XX，研发强度为XX、产品预期销售利润XX、回报周期XX；成本组成要素XXXX。（本段主要介绍本成果的直接经济效益或间接经济效益、预期经济效益、投融资、研发成本等情况）</w:t>
            </w:r>
          </w:p>
          <w:p w14:paraId="041B9A6F" w14:textId="77777777" w:rsidR="00E32E62" w:rsidRDefault="005E555A">
            <w:pPr>
              <w:pStyle w:val="afffff5"/>
              <w:spacing w:line="360" w:lineRule="auto"/>
              <w:ind w:firstLine="420"/>
            </w:pPr>
            <w:r>
              <w:rPr>
                <w:rFonts w:hint="eastAsia"/>
              </w:rPr>
              <w:t>经检索分析，（描述经济效益对比情况）。结合专家的咨询意见，评价该成果的经济价值显现度为XX级，有XXXX投融资价值。</w:t>
            </w:r>
          </w:p>
          <w:p w14:paraId="320047A7" w14:textId="77777777" w:rsidR="00E32E62" w:rsidRDefault="00E32E62">
            <w:pPr>
              <w:pStyle w:val="afffff5"/>
              <w:spacing w:line="360" w:lineRule="auto"/>
              <w:ind w:firstLine="420"/>
            </w:pPr>
          </w:p>
          <w:p w14:paraId="4FC99567" w14:textId="77777777" w:rsidR="00E32E62" w:rsidRDefault="00E32E62">
            <w:pPr>
              <w:pStyle w:val="afffff5"/>
              <w:ind w:firstLine="420"/>
            </w:pPr>
          </w:p>
          <w:p w14:paraId="0375720E" w14:textId="77777777" w:rsidR="00E32E62" w:rsidRDefault="00E32E62">
            <w:pPr>
              <w:pStyle w:val="afffff5"/>
              <w:ind w:firstLine="420"/>
            </w:pPr>
          </w:p>
          <w:p w14:paraId="4BA52A33" w14:textId="77777777" w:rsidR="00E32E62" w:rsidRDefault="00E32E62">
            <w:pPr>
              <w:pStyle w:val="afffff5"/>
              <w:ind w:firstLine="420"/>
            </w:pPr>
          </w:p>
          <w:p w14:paraId="1A50B953" w14:textId="77777777" w:rsidR="00E32E62" w:rsidRDefault="00E32E62">
            <w:pPr>
              <w:pStyle w:val="afffff5"/>
              <w:ind w:firstLine="420"/>
            </w:pPr>
          </w:p>
          <w:p w14:paraId="25E273FB" w14:textId="77777777" w:rsidR="00E32E62" w:rsidRDefault="00E32E62">
            <w:pPr>
              <w:pStyle w:val="afffff5"/>
              <w:spacing w:line="360" w:lineRule="auto"/>
              <w:ind w:firstLineChars="3400" w:firstLine="7140"/>
            </w:pPr>
          </w:p>
        </w:tc>
      </w:tr>
    </w:tbl>
    <w:p w14:paraId="2F7EFA61" w14:textId="77777777" w:rsidR="00E32E62" w:rsidRDefault="00E32E62">
      <w:pPr>
        <w:spacing w:before="63"/>
        <w:ind w:left="434"/>
      </w:pPr>
    </w:p>
    <w:p w14:paraId="355818E8" w14:textId="77777777" w:rsidR="00E32E62" w:rsidRDefault="00E32E62">
      <w:pPr>
        <w:spacing w:before="63"/>
        <w:ind w:left="434"/>
      </w:pPr>
    </w:p>
    <w:p w14:paraId="0FC04291" w14:textId="77777777" w:rsidR="00E32E62" w:rsidRDefault="00E32E62">
      <w:pPr>
        <w:spacing w:before="63"/>
        <w:ind w:left="434"/>
      </w:pPr>
    </w:p>
    <w:p w14:paraId="5DC676B0" w14:textId="77777777" w:rsidR="00E32E62" w:rsidRDefault="00E32E62">
      <w:pPr>
        <w:spacing w:before="63"/>
        <w:ind w:left="434"/>
      </w:pPr>
    </w:p>
    <w:p w14:paraId="21C418C1" w14:textId="77777777" w:rsidR="00E32E62" w:rsidRDefault="00E32E62">
      <w:pPr>
        <w:spacing w:before="63"/>
        <w:ind w:left="434"/>
      </w:pPr>
    </w:p>
    <w:p w14:paraId="7AF65D48" w14:textId="77777777" w:rsidR="00E32E62" w:rsidRDefault="00E32E62">
      <w:pPr>
        <w:spacing w:before="63"/>
        <w:ind w:left="434"/>
      </w:pPr>
    </w:p>
    <w:p w14:paraId="586583B3" w14:textId="77777777" w:rsidR="00E32E62" w:rsidRDefault="00E32E62">
      <w:pPr>
        <w:spacing w:before="63"/>
        <w:ind w:left="434"/>
      </w:pPr>
    </w:p>
    <w:p w14:paraId="497A3D46" w14:textId="77777777" w:rsidR="00E32E62" w:rsidRDefault="00E32E62">
      <w:pPr>
        <w:spacing w:before="63"/>
        <w:ind w:left="434"/>
      </w:pPr>
    </w:p>
    <w:p w14:paraId="718D78B3" w14:textId="77777777" w:rsidR="00E32E62" w:rsidRDefault="00E32E62">
      <w:pPr>
        <w:spacing w:before="63"/>
        <w:ind w:left="434"/>
      </w:pPr>
    </w:p>
    <w:p w14:paraId="5B5C55CC" w14:textId="77777777" w:rsidR="00E32E62" w:rsidRDefault="00E32E62">
      <w:pPr>
        <w:spacing w:before="63"/>
        <w:ind w:left="434"/>
      </w:pPr>
    </w:p>
    <w:p w14:paraId="00546D2C" w14:textId="77777777" w:rsidR="00E32E62" w:rsidRDefault="00E32E62">
      <w:pPr>
        <w:spacing w:before="63"/>
        <w:ind w:left="434"/>
      </w:pPr>
    </w:p>
    <w:p w14:paraId="41ECE057" w14:textId="77777777" w:rsidR="00E32E62" w:rsidRDefault="00E32E62">
      <w:pPr>
        <w:spacing w:before="63"/>
        <w:ind w:left="434"/>
      </w:pPr>
    </w:p>
    <w:p w14:paraId="37673BA7" w14:textId="77777777" w:rsidR="00E32E62" w:rsidRDefault="00E32E62">
      <w:pPr>
        <w:spacing w:before="63"/>
        <w:ind w:left="434"/>
      </w:pPr>
    </w:p>
    <w:p w14:paraId="0E6859ED" w14:textId="77777777" w:rsidR="00E32E62" w:rsidRDefault="00E32E62">
      <w:pPr>
        <w:spacing w:before="63"/>
        <w:ind w:left="434"/>
      </w:pPr>
    </w:p>
    <w:p w14:paraId="544E8DEC" w14:textId="77777777" w:rsidR="00E32E62" w:rsidRDefault="00E32E62">
      <w:pPr>
        <w:spacing w:before="63"/>
        <w:ind w:left="434"/>
      </w:pPr>
    </w:p>
    <w:p w14:paraId="64A772BF" w14:textId="77777777" w:rsidR="00E32E62" w:rsidRDefault="00E32E62">
      <w:pPr>
        <w:spacing w:before="63"/>
        <w:ind w:left="434"/>
      </w:pPr>
    </w:p>
    <w:p w14:paraId="06E9E554" w14:textId="77777777" w:rsidR="00E32E62" w:rsidRDefault="00E32E62">
      <w:pPr>
        <w:spacing w:before="63"/>
        <w:ind w:left="434"/>
      </w:pPr>
    </w:p>
    <w:p w14:paraId="560F761F" w14:textId="77777777" w:rsidR="00E32E62" w:rsidRDefault="00E32E62">
      <w:pPr>
        <w:spacing w:before="63"/>
        <w:ind w:left="434"/>
      </w:pPr>
    </w:p>
    <w:tbl>
      <w:tblPr>
        <w:tblW w:w="5000" w:type="pct"/>
        <w:jc w:val="center"/>
        <w:tblBorders>
          <w:top w:val="single" w:sz="8" w:space="0" w:color="000000"/>
          <w:left w:val="single" w:sz="8" w:space="0" w:color="000000"/>
          <w:bottom w:val="single" w:sz="8" w:space="0" w:color="000000"/>
          <w:right w:val="single" w:sz="8" w:space="0" w:color="000000"/>
          <w:insideH w:val="single" w:sz="2" w:space="0" w:color="000000"/>
          <w:insideV w:val="single" w:sz="2" w:space="0" w:color="000000"/>
        </w:tblBorders>
        <w:tblLook w:val="04A0" w:firstRow="1" w:lastRow="0" w:firstColumn="1" w:lastColumn="0" w:noHBand="0" w:noVBand="1"/>
      </w:tblPr>
      <w:tblGrid>
        <w:gridCol w:w="9570"/>
      </w:tblGrid>
      <w:tr w:rsidR="00E32E62" w14:paraId="0F6AC16A" w14:textId="77777777">
        <w:trPr>
          <w:trHeight w:val="173"/>
          <w:jc w:val="center"/>
        </w:trPr>
        <w:tc>
          <w:tcPr>
            <w:tcW w:w="5000" w:type="pct"/>
            <w:tcBorders>
              <w:top w:val="single" w:sz="8" w:space="0" w:color="000000"/>
              <w:left w:val="single" w:sz="8" w:space="0" w:color="000000"/>
              <w:bottom w:val="single" w:sz="2" w:space="0" w:color="000000"/>
              <w:right w:val="single" w:sz="8" w:space="0" w:color="000000"/>
            </w:tcBorders>
          </w:tcPr>
          <w:p w14:paraId="2A335C5A" w14:textId="77777777" w:rsidR="00E32E62" w:rsidRDefault="005E555A">
            <w:pPr>
              <w:pStyle w:val="afffff5"/>
              <w:ind w:firstLine="420"/>
              <w:rPr>
                <w:rFonts w:ascii="黑体" w:eastAsia="黑体" w:hAnsi="黑体" w:hint="eastAsia"/>
                <w:bCs/>
              </w:rPr>
            </w:pPr>
            <w:r>
              <w:rPr>
                <w:rFonts w:ascii="黑体" w:eastAsia="黑体" w:hAnsi="黑体" w:hint="eastAsia"/>
                <w:bCs/>
              </w:rPr>
              <w:t>八、社会和文化价值</w:t>
            </w:r>
          </w:p>
        </w:tc>
      </w:tr>
      <w:tr w:rsidR="00E32E62" w14:paraId="7F823DB0" w14:textId="77777777">
        <w:trPr>
          <w:trHeight w:val="82"/>
          <w:jc w:val="center"/>
        </w:trPr>
        <w:tc>
          <w:tcPr>
            <w:tcW w:w="5000" w:type="pct"/>
            <w:tcBorders>
              <w:top w:val="single" w:sz="2" w:space="0" w:color="000000"/>
              <w:left w:val="single" w:sz="8" w:space="0" w:color="000000"/>
              <w:bottom w:val="single" w:sz="8" w:space="0" w:color="000000"/>
              <w:right w:val="single" w:sz="8" w:space="0" w:color="000000"/>
            </w:tcBorders>
          </w:tcPr>
          <w:p w14:paraId="0D8AB562" w14:textId="77777777" w:rsidR="00E32E62" w:rsidRDefault="00E32E62">
            <w:pPr>
              <w:pStyle w:val="ac"/>
              <w:ind w:firstLine="360"/>
            </w:pPr>
          </w:p>
          <w:p w14:paraId="1D5D3B15" w14:textId="77777777" w:rsidR="00E32E62" w:rsidRDefault="005E555A">
            <w:pPr>
              <w:pStyle w:val="afffff5"/>
              <w:spacing w:line="360" w:lineRule="auto"/>
              <w:ind w:firstLine="420"/>
            </w:pPr>
            <w:r>
              <w:rPr>
                <w:rFonts w:hint="eastAsia"/>
              </w:rPr>
              <w:t>该成果主要在……领域/方面应用，对社会影响XXXX，覆盖XXXX人群；获得XXXX认证，对环境保护起到XXXX；促进了传统XXXX文化或传播，推动了XXXX文化传承与创新；传播XXXX教育与知识，对XXXX科普教育或技能培训起到XXXX效果，具有XXXX经验；荣获XXXX报道，XXXX奖项，参与了XXXX，提升了XXXX文化软实力。（本段主要对社会贡献、环境保护、文化传承与创新、教育与知识传播、文化软实力等情况）</w:t>
            </w:r>
          </w:p>
          <w:p w14:paraId="1CB05D3D" w14:textId="77777777" w:rsidR="00E32E62" w:rsidRDefault="00E32E62">
            <w:pPr>
              <w:pStyle w:val="afffff5"/>
              <w:ind w:firstLine="420"/>
            </w:pPr>
          </w:p>
          <w:p w14:paraId="34F5A103" w14:textId="77777777" w:rsidR="00E32E62" w:rsidRDefault="00E32E62">
            <w:pPr>
              <w:pStyle w:val="afffff5"/>
              <w:ind w:firstLine="420"/>
            </w:pPr>
          </w:p>
          <w:p w14:paraId="4E2EBE3D" w14:textId="77777777" w:rsidR="00E32E62" w:rsidRDefault="00E32E62">
            <w:pPr>
              <w:pStyle w:val="afffff5"/>
              <w:ind w:firstLine="420"/>
            </w:pPr>
          </w:p>
          <w:p w14:paraId="7245154E" w14:textId="77777777" w:rsidR="00E32E62" w:rsidRDefault="00E32E62">
            <w:pPr>
              <w:pStyle w:val="afffff5"/>
              <w:ind w:firstLine="420"/>
            </w:pPr>
          </w:p>
          <w:p w14:paraId="5F4F47CC" w14:textId="77777777" w:rsidR="00E32E62" w:rsidRDefault="00E32E62">
            <w:pPr>
              <w:pStyle w:val="afffff5"/>
              <w:spacing w:line="360" w:lineRule="auto"/>
              <w:ind w:firstLineChars="3400" w:firstLine="7140"/>
            </w:pPr>
          </w:p>
        </w:tc>
      </w:tr>
    </w:tbl>
    <w:p w14:paraId="42858E4F" w14:textId="77777777" w:rsidR="00E32E62" w:rsidRDefault="00E32E62">
      <w:pPr>
        <w:spacing w:before="63"/>
        <w:ind w:left="434"/>
      </w:pPr>
    </w:p>
    <w:p w14:paraId="18B152D4" w14:textId="77777777" w:rsidR="00E32E62" w:rsidRDefault="00E32E62">
      <w:pPr>
        <w:spacing w:before="63"/>
        <w:ind w:left="434"/>
      </w:pPr>
    </w:p>
    <w:p w14:paraId="65C35898" w14:textId="77777777" w:rsidR="00E32E62" w:rsidRDefault="00E32E62">
      <w:pPr>
        <w:spacing w:before="63"/>
        <w:ind w:left="434"/>
      </w:pPr>
    </w:p>
    <w:p w14:paraId="122AA74C" w14:textId="77777777" w:rsidR="00E32E62" w:rsidRDefault="00E32E62">
      <w:pPr>
        <w:spacing w:before="63"/>
        <w:ind w:left="434"/>
      </w:pPr>
    </w:p>
    <w:p w14:paraId="0960CD8E" w14:textId="77777777" w:rsidR="00E32E62" w:rsidRDefault="00E32E62">
      <w:pPr>
        <w:spacing w:before="63"/>
        <w:ind w:left="434"/>
      </w:pPr>
    </w:p>
    <w:p w14:paraId="61BA63E0" w14:textId="77777777" w:rsidR="00E32E62" w:rsidRDefault="00E32E62">
      <w:pPr>
        <w:spacing w:before="63"/>
        <w:ind w:left="434"/>
      </w:pPr>
    </w:p>
    <w:p w14:paraId="4696776B" w14:textId="77777777" w:rsidR="00E32E62" w:rsidRDefault="00E32E62">
      <w:pPr>
        <w:spacing w:before="63"/>
        <w:ind w:left="434"/>
      </w:pPr>
    </w:p>
    <w:p w14:paraId="1570250E" w14:textId="77777777" w:rsidR="00E32E62" w:rsidRDefault="00E32E62">
      <w:pPr>
        <w:spacing w:before="63"/>
        <w:ind w:left="434"/>
      </w:pPr>
    </w:p>
    <w:p w14:paraId="0A4A541E" w14:textId="77777777" w:rsidR="00E32E62" w:rsidRDefault="00E32E62">
      <w:pPr>
        <w:spacing w:before="63"/>
        <w:ind w:left="434"/>
      </w:pPr>
    </w:p>
    <w:p w14:paraId="6089C80E" w14:textId="77777777" w:rsidR="00E32E62" w:rsidRDefault="00E32E62">
      <w:pPr>
        <w:spacing w:before="63"/>
        <w:ind w:left="434"/>
      </w:pPr>
    </w:p>
    <w:p w14:paraId="20CCB407" w14:textId="77777777" w:rsidR="00E32E62" w:rsidRDefault="00E32E62">
      <w:pPr>
        <w:spacing w:before="63"/>
        <w:ind w:left="434"/>
      </w:pPr>
    </w:p>
    <w:p w14:paraId="68233C71" w14:textId="77777777" w:rsidR="00E32E62" w:rsidRDefault="00E32E62">
      <w:pPr>
        <w:spacing w:before="63"/>
        <w:ind w:left="434"/>
      </w:pPr>
    </w:p>
    <w:p w14:paraId="2AD2BB54" w14:textId="77777777" w:rsidR="00E32E62" w:rsidRDefault="00E32E62">
      <w:pPr>
        <w:spacing w:before="63"/>
        <w:ind w:left="434"/>
      </w:pPr>
    </w:p>
    <w:p w14:paraId="71695E27" w14:textId="77777777" w:rsidR="00E32E62" w:rsidRDefault="00E32E62">
      <w:pPr>
        <w:spacing w:before="63"/>
        <w:ind w:left="434"/>
      </w:pPr>
    </w:p>
    <w:p w14:paraId="724DF9CC" w14:textId="77777777" w:rsidR="00E32E62" w:rsidRDefault="00E32E62">
      <w:pPr>
        <w:spacing w:before="63"/>
        <w:ind w:left="434"/>
      </w:pPr>
    </w:p>
    <w:p w14:paraId="3474FC39" w14:textId="77777777" w:rsidR="00E32E62" w:rsidRDefault="00E32E62">
      <w:pPr>
        <w:spacing w:before="63"/>
        <w:ind w:left="434"/>
      </w:pPr>
    </w:p>
    <w:p w14:paraId="06FCECF4" w14:textId="77777777" w:rsidR="00E32E62" w:rsidRDefault="00E32E62">
      <w:pPr>
        <w:spacing w:before="63"/>
        <w:ind w:left="434"/>
      </w:pPr>
    </w:p>
    <w:p w14:paraId="301B02BD" w14:textId="77777777" w:rsidR="00E32E62" w:rsidRDefault="00E32E62">
      <w:pPr>
        <w:spacing w:before="63"/>
        <w:ind w:left="434"/>
      </w:pPr>
    </w:p>
    <w:p w14:paraId="1744EC0C" w14:textId="77777777" w:rsidR="00E32E62" w:rsidRDefault="00E32E62">
      <w:pPr>
        <w:spacing w:before="63"/>
        <w:ind w:left="434"/>
      </w:pPr>
    </w:p>
    <w:p w14:paraId="4A20449A" w14:textId="77777777" w:rsidR="00E32E62" w:rsidRDefault="00E32E62">
      <w:pPr>
        <w:spacing w:before="63"/>
        <w:ind w:left="434"/>
      </w:pPr>
    </w:p>
    <w:tbl>
      <w:tblPr>
        <w:tblW w:w="5000" w:type="pct"/>
        <w:jc w:val="center"/>
        <w:tblBorders>
          <w:top w:val="single" w:sz="8" w:space="0" w:color="000000"/>
          <w:left w:val="single" w:sz="8" w:space="0" w:color="000000"/>
          <w:bottom w:val="single" w:sz="8" w:space="0" w:color="000000"/>
          <w:right w:val="single" w:sz="8" w:space="0" w:color="000000"/>
          <w:insideH w:val="single" w:sz="2" w:space="0" w:color="000000"/>
          <w:insideV w:val="single" w:sz="2" w:space="0" w:color="000000"/>
        </w:tblBorders>
        <w:tblLook w:val="04A0" w:firstRow="1" w:lastRow="0" w:firstColumn="1" w:lastColumn="0" w:noHBand="0" w:noVBand="1"/>
      </w:tblPr>
      <w:tblGrid>
        <w:gridCol w:w="9570"/>
      </w:tblGrid>
      <w:tr w:rsidR="00E32E62" w14:paraId="0E28EB1C" w14:textId="77777777">
        <w:trPr>
          <w:trHeight w:val="173"/>
          <w:jc w:val="center"/>
        </w:trPr>
        <w:tc>
          <w:tcPr>
            <w:tcW w:w="5000" w:type="pct"/>
            <w:tcBorders>
              <w:top w:val="single" w:sz="8" w:space="0" w:color="000000"/>
              <w:left w:val="single" w:sz="8" w:space="0" w:color="000000"/>
              <w:bottom w:val="single" w:sz="2" w:space="0" w:color="000000"/>
              <w:right w:val="single" w:sz="8" w:space="0" w:color="000000"/>
            </w:tcBorders>
          </w:tcPr>
          <w:p w14:paraId="52F4A348" w14:textId="77777777" w:rsidR="00E32E62" w:rsidRDefault="005E555A">
            <w:pPr>
              <w:pStyle w:val="afffff5"/>
              <w:ind w:firstLine="420"/>
              <w:rPr>
                <w:rFonts w:ascii="黑体" w:eastAsia="黑体" w:hAnsi="黑体" w:hint="eastAsia"/>
                <w:bCs/>
              </w:rPr>
            </w:pPr>
            <w:r>
              <w:rPr>
                <w:rFonts w:ascii="黑体" w:eastAsia="黑体" w:hAnsi="黑体" w:hint="eastAsia"/>
                <w:bCs/>
              </w:rPr>
              <w:t>九、专家咨询意见</w:t>
            </w:r>
          </w:p>
        </w:tc>
      </w:tr>
      <w:tr w:rsidR="00E32E62" w14:paraId="6A32B5AD" w14:textId="77777777">
        <w:trPr>
          <w:trHeight w:val="82"/>
          <w:jc w:val="center"/>
        </w:trPr>
        <w:tc>
          <w:tcPr>
            <w:tcW w:w="5000" w:type="pct"/>
            <w:tcBorders>
              <w:top w:val="single" w:sz="2" w:space="0" w:color="000000"/>
              <w:left w:val="single" w:sz="8" w:space="0" w:color="000000"/>
              <w:bottom w:val="single" w:sz="8" w:space="0" w:color="000000"/>
              <w:right w:val="single" w:sz="8" w:space="0" w:color="000000"/>
            </w:tcBorders>
          </w:tcPr>
          <w:p w14:paraId="52D03E81" w14:textId="77777777" w:rsidR="00E32E62" w:rsidRDefault="00E32E62">
            <w:pPr>
              <w:pStyle w:val="ac"/>
              <w:ind w:firstLine="360"/>
            </w:pPr>
          </w:p>
          <w:p w14:paraId="19FAB095" w14:textId="77777777" w:rsidR="00E32E62" w:rsidRDefault="005E555A">
            <w:pPr>
              <w:pStyle w:val="afffff5"/>
              <w:spacing w:line="360" w:lineRule="auto"/>
              <w:ind w:firstLine="420"/>
            </w:pPr>
            <w:r>
              <w:rPr>
                <w:rFonts w:hint="eastAsia"/>
              </w:rPr>
              <w:t>专家咨询意见：</w:t>
            </w:r>
          </w:p>
          <w:p w14:paraId="4155162D" w14:textId="77777777" w:rsidR="00E32E62" w:rsidRDefault="005E555A">
            <w:pPr>
              <w:pStyle w:val="afffff5"/>
              <w:spacing w:line="360" w:lineRule="auto"/>
              <w:ind w:firstLine="420"/>
            </w:pPr>
            <w:r>
              <w:rPr>
                <w:rFonts w:hint="eastAsia"/>
              </w:rPr>
              <w:t>本人对该成果通过技术方所提供的书面材料和相关证明材料进行了详细的审阅，认为该技术具有一定的XXXX，并在评价过程中对科技评估师提出的专业相关的问题进行了咨询，同意报告中对该成果各指标的评价结果。本人所获取的报酬与本报告中的分析、意见和结论无关，也与本报告的使用无关。</w:t>
            </w:r>
          </w:p>
          <w:p w14:paraId="78409236" w14:textId="77777777" w:rsidR="00E32E62" w:rsidRDefault="005E555A">
            <w:pPr>
              <w:pStyle w:val="afffff5"/>
              <w:spacing w:line="360" w:lineRule="auto"/>
              <w:ind w:firstLine="420"/>
            </w:pPr>
            <w:r>
              <w:rPr>
                <w:rFonts w:hint="eastAsia"/>
              </w:rPr>
              <w:t>需要特别说明的问题：</w:t>
            </w:r>
          </w:p>
          <w:p w14:paraId="603627F6" w14:textId="77777777" w:rsidR="00E32E62" w:rsidRDefault="00E32E62">
            <w:pPr>
              <w:pStyle w:val="afffff5"/>
              <w:spacing w:line="360" w:lineRule="auto"/>
              <w:ind w:firstLine="420"/>
            </w:pPr>
          </w:p>
          <w:p w14:paraId="18A7FC6F" w14:textId="77777777" w:rsidR="00E32E62" w:rsidRDefault="00E32E62">
            <w:pPr>
              <w:pStyle w:val="afffff5"/>
              <w:spacing w:line="360" w:lineRule="auto"/>
              <w:ind w:firstLine="420"/>
            </w:pPr>
          </w:p>
          <w:p w14:paraId="7F8BEFA8" w14:textId="77777777" w:rsidR="00E32E62" w:rsidRDefault="005E555A">
            <w:pPr>
              <w:pStyle w:val="afffff5"/>
              <w:spacing w:line="360" w:lineRule="auto"/>
              <w:ind w:firstLine="420"/>
            </w:pPr>
            <w:r>
              <w:rPr>
                <w:rFonts w:hint="eastAsia"/>
              </w:rPr>
              <w:t xml:space="preserve">                                                专家签字：</w:t>
            </w:r>
          </w:p>
          <w:p w14:paraId="36760F38" w14:textId="77777777" w:rsidR="00E32E62" w:rsidRDefault="005E555A">
            <w:pPr>
              <w:pStyle w:val="afffff5"/>
              <w:spacing w:line="360" w:lineRule="auto"/>
              <w:ind w:firstLineChars="0" w:firstLine="0"/>
            </w:pPr>
            <w:r>
              <w:rPr>
                <w:rFonts w:hint="eastAsia"/>
              </w:rPr>
              <w:t xml:space="preserve">                                                     年   月   日</w:t>
            </w:r>
          </w:p>
        </w:tc>
      </w:tr>
    </w:tbl>
    <w:p w14:paraId="3670A1FD" w14:textId="77777777" w:rsidR="00E32E62" w:rsidRDefault="00E32E62">
      <w:pPr>
        <w:spacing w:before="63"/>
        <w:ind w:left="434"/>
      </w:pPr>
    </w:p>
    <w:p w14:paraId="1A032F38" w14:textId="77777777" w:rsidR="00E32E62" w:rsidRDefault="00E32E62">
      <w:pPr>
        <w:spacing w:before="63"/>
        <w:ind w:left="434"/>
      </w:pPr>
    </w:p>
    <w:p w14:paraId="073735B0" w14:textId="77777777" w:rsidR="00E32E62" w:rsidRDefault="00E32E62">
      <w:pPr>
        <w:spacing w:before="63"/>
        <w:ind w:left="434"/>
      </w:pPr>
    </w:p>
    <w:p w14:paraId="6C135935" w14:textId="77777777" w:rsidR="00E32E62" w:rsidRDefault="00E32E62">
      <w:pPr>
        <w:spacing w:before="63"/>
        <w:ind w:left="434"/>
      </w:pPr>
    </w:p>
    <w:p w14:paraId="3D522FE7" w14:textId="77777777" w:rsidR="00E32E62" w:rsidRDefault="00E32E62">
      <w:pPr>
        <w:spacing w:before="63"/>
        <w:ind w:left="434"/>
      </w:pPr>
    </w:p>
    <w:p w14:paraId="15048F41" w14:textId="77777777" w:rsidR="00E32E62" w:rsidRDefault="00E32E62">
      <w:pPr>
        <w:spacing w:before="63"/>
        <w:ind w:left="434"/>
      </w:pPr>
    </w:p>
    <w:p w14:paraId="6AF87E63" w14:textId="77777777" w:rsidR="00E32E62" w:rsidRDefault="00E32E62">
      <w:pPr>
        <w:spacing w:before="63"/>
        <w:ind w:left="434"/>
      </w:pPr>
    </w:p>
    <w:p w14:paraId="5A158AA2" w14:textId="77777777" w:rsidR="00E32E62" w:rsidRDefault="00E32E62">
      <w:pPr>
        <w:spacing w:before="63"/>
        <w:ind w:left="434"/>
      </w:pPr>
    </w:p>
    <w:p w14:paraId="07744DA2" w14:textId="77777777" w:rsidR="00E32E62" w:rsidRDefault="00E32E62">
      <w:pPr>
        <w:spacing w:before="63"/>
        <w:ind w:left="434"/>
      </w:pPr>
    </w:p>
    <w:p w14:paraId="13D2FF18" w14:textId="77777777" w:rsidR="00E32E62" w:rsidRDefault="00E32E62">
      <w:pPr>
        <w:spacing w:before="63"/>
        <w:ind w:left="434"/>
      </w:pPr>
    </w:p>
    <w:p w14:paraId="2090FAE3" w14:textId="77777777" w:rsidR="00E32E62" w:rsidRDefault="00E32E62">
      <w:pPr>
        <w:spacing w:before="63"/>
        <w:ind w:left="434"/>
      </w:pPr>
    </w:p>
    <w:p w14:paraId="74F58EA8" w14:textId="77777777" w:rsidR="00E32E62" w:rsidRDefault="00E32E62">
      <w:pPr>
        <w:spacing w:before="63"/>
        <w:ind w:left="434"/>
      </w:pPr>
    </w:p>
    <w:p w14:paraId="0B6ECC14" w14:textId="77777777" w:rsidR="00E32E62" w:rsidRDefault="00E32E62">
      <w:pPr>
        <w:spacing w:before="63"/>
        <w:ind w:left="434"/>
      </w:pPr>
    </w:p>
    <w:p w14:paraId="3497D749" w14:textId="77777777" w:rsidR="00E32E62" w:rsidRDefault="00E32E62">
      <w:pPr>
        <w:spacing w:before="63"/>
        <w:ind w:left="434"/>
      </w:pPr>
    </w:p>
    <w:p w14:paraId="402AD1F4" w14:textId="77777777" w:rsidR="00E32E62" w:rsidRDefault="00E32E62">
      <w:pPr>
        <w:spacing w:before="63"/>
        <w:ind w:left="434"/>
      </w:pPr>
    </w:p>
    <w:p w14:paraId="45C54D97" w14:textId="77777777" w:rsidR="00E32E62" w:rsidRDefault="00E32E62">
      <w:pPr>
        <w:spacing w:before="63"/>
        <w:ind w:left="434"/>
      </w:pPr>
    </w:p>
    <w:p w14:paraId="3D3E6C6D" w14:textId="77777777" w:rsidR="00E32E62" w:rsidRDefault="00E32E62">
      <w:pPr>
        <w:spacing w:before="63"/>
        <w:ind w:left="434"/>
      </w:pPr>
    </w:p>
    <w:p w14:paraId="1ED271E2" w14:textId="77777777" w:rsidR="00E32E62" w:rsidRDefault="00E32E62">
      <w:pPr>
        <w:spacing w:before="63"/>
        <w:ind w:left="434"/>
      </w:pPr>
    </w:p>
    <w:p w14:paraId="0A67AE3E" w14:textId="77777777" w:rsidR="00E32E62" w:rsidRDefault="00E32E62">
      <w:pPr>
        <w:spacing w:before="63"/>
        <w:ind w:left="434"/>
      </w:pPr>
    </w:p>
    <w:p w14:paraId="46942A69" w14:textId="77777777" w:rsidR="00E32E62" w:rsidRDefault="00E32E62">
      <w:pPr>
        <w:spacing w:before="63"/>
        <w:ind w:left="434"/>
      </w:pPr>
    </w:p>
    <w:p w14:paraId="3D2BC63A" w14:textId="77777777" w:rsidR="00E32E62" w:rsidRDefault="00E32E62">
      <w:pPr>
        <w:widowControl/>
        <w:adjustRightInd/>
        <w:spacing w:line="240" w:lineRule="auto"/>
        <w:jc w:val="left"/>
      </w:pPr>
    </w:p>
    <w:tbl>
      <w:tblPr>
        <w:tblW w:w="945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9455"/>
      </w:tblGrid>
      <w:tr w:rsidR="00E32E62" w14:paraId="358A25A6" w14:textId="77777777">
        <w:trPr>
          <w:trHeight w:val="60"/>
          <w:jc w:val="center"/>
        </w:trPr>
        <w:tc>
          <w:tcPr>
            <w:tcW w:w="9455" w:type="dxa"/>
            <w:tcBorders>
              <w:top w:val="single" w:sz="8" w:space="0" w:color="000000"/>
              <w:left w:val="single" w:sz="8" w:space="0" w:color="000000"/>
              <w:bottom w:val="single" w:sz="8" w:space="0" w:color="000000"/>
              <w:right w:val="single" w:sz="8" w:space="0" w:color="000000"/>
            </w:tcBorders>
          </w:tcPr>
          <w:p w14:paraId="53606EDE" w14:textId="77777777" w:rsidR="00E32E62" w:rsidRDefault="005E555A">
            <w:pPr>
              <w:pStyle w:val="afffff5"/>
              <w:ind w:firstLine="420"/>
              <w:rPr>
                <w:rFonts w:ascii="黑体" w:eastAsia="黑体" w:hAnsi="黑体" w:hint="eastAsia"/>
              </w:rPr>
            </w:pPr>
            <w:r>
              <w:rPr>
                <w:rFonts w:ascii="黑体" w:eastAsia="黑体" w:hAnsi="黑体" w:hint="eastAsia"/>
                <w:bCs/>
              </w:rPr>
              <w:t>十、</w:t>
            </w:r>
            <w:r>
              <w:rPr>
                <w:rFonts w:ascii="黑体" w:eastAsia="黑体" w:hAnsi="黑体"/>
                <w:bCs/>
              </w:rPr>
              <w:t>评价机构意见</w:t>
            </w:r>
          </w:p>
        </w:tc>
      </w:tr>
      <w:tr w:rsidR="00E32E62" w14:paraId="68256167" w14:textId="77777777">
        <w:trPr>
          <w:trHeight w:val="2742"/>
          <w:jc w:val="center"/>
        </w:trPr>
        <w:tc>
          <w:tcPr>
            <w:tcW w:w="9455" w:type="dxa"/>
            <w:tcBorders>
              <w:top w:val="single" w:sz="8" w:space="0" w:color="000000"/>
              <w:left w:val="single" w:sz="8" w:space="0" w:color="000000"/>
              <w:bottom w:val="single" w:sz="8" w:space="0" w:color="000000"/>
              <w:right w:val="single" w:sz="8" w:space="0" w:color="000000"/>
            </w:tcBorders>
          </w:tcPr>
          <w:p w14:paraId="0FD31378" w14:textId="77777777" w:rsidR="00E32E62" w:rsidRDefault="00E32E62">
            <w:pPr>
              <w:pStyle w:val="ac"/>
              <w:ind w:firstLine="360"/>
            </w:pPr>
          </w:p>
          <w:p w14:paraId="2F9EA4FB" w14:textId="77777777" w:rsidR="00E32E62" w:rsidRDefault="005E555A">
            <w:pPr>
              <w:pStyle w:val="afffff5"/>
              <w:ind w:firstLine="420"/>
            </w:pPr>
            <w:r>
              <w:rPr>
                <w:rFonts w:hint="eastAsia"/>
              </w:rPr>
              <w:t>本次科技成果标准化评价结论不具有行政效能，仅属咨询性意见。依据评价结论做出的决策行为，其后果由行为决策者承担。</w:t>
            </w:r>
          </w:p>
          <w:p w14:paraId="742C0879" w14:textId="77777777" w:rsidR="00E32E62" w:rsidRDefault="005E555A">
            <w:pPr>
              <w:pStyle w:val="afffff5"/>
              <w:ind w:firstLine="420"/>
            </w:pPr>
            <w:r>
              <w:rPr>
                <w:rFonts w:hint="eastAsia"/>
              </w:rPr>
              <w:t>我们所获取的报酬与本报告中的分析、意见和结论无关，也与本报告的使用无关。</w:t>
            </w:r>
          </w:p>
          <w:p w14:paraId="584DFB3F" w14:textId="77777777" w:rsidR="00E32E62" w:rsidRDefault="00E32E62">
            <w:pPr>
              <w:pStyle w:val="afffff5"/>
              <w:ind w:firstLine="420"/>
            </w:pPr>
          </w:p>
          <w:p w14:paraId="42AC924D" w14:textId="77777777" w:rsidR="00E32E62" w:rsidRDefault="00E32E62">
            <w:pPr>
              <w:pStyle w:val="afffff5"/>
              <w:ind w:firstLine="420"/>
            </w:pPr>
          </w:p>
          <w:p w14:paraId="71757BD2" w14:textId="77777777" w:rsidR="00E32E62" w:rsidRDefault="005E555A">
            <w:pPr>
              <w:pStyle w:val="afffff5"/>
              <w:ind w:firstLineChars="2700" w:firstLine="5670"/>
            </w:pPr>
            <w:r>
              <w:rPr>
                <w:rFonts w:hint="eastAsia"/>
              </w:rPr>
              <w:t>科技评估师（签字）：</w:t>
            </w:r>
          </w:p>
          <w:p w14:paraId="431C1E0D" w14:textId="77777777" w:rsidR="00E32E62" w:rsidRDefault="005E555A">
            <w:pPr>
              <w:pStyle w:val="afffff5"/>
              <w:ind w:firstLine="420"/>
            </w:pPr>
            <w:r>
              <w:t xml:space="preserve"> </w:t>
            </w:r>
          </w:p>
          <w:p w14:paraId="28B9AED1" w14:textId="77777777" w:rsidR="00E32E62" w:rsidRDefault="005E555A">
            <w:pPr>
              <w:pStyle w:val="afffff5"/>
              <w:ind w:firstLineChars="2800" w:firstLine="5880"/>
            </w:pPr>
            <w:r>
              <w:rPr>
                <w:rFonts w:hint="eastAsia"/>
              </w:rPr>
              <w:t>评价机构：（盖章）</w:t>
            </w:r>
          </w:p>
          <w:p w14:paraId="76745673" w14:textId="77777777" w:rsidR="00E32E62" w:rsidRDefault="005E555A">
            <w:pPr>
              <w:pStyle w:val="afffff5"/>
              <w:ind w:firstLineChars="2800" w:firstLine="5880"/>
            </w:pPr>
            <w:r>
              <w:rPr>
                <w:rFonts w:hint="eastAsia"/>
              </w:rPr>
              <w:t>年    月    日</w:t>
            </w:r>
          </w:p>
        </w:tc>
      </w:tr>
      <w:tr w:rsidR="00E32E62" w14:paraId="0104C71A" w14:textId="77777777">
        <w:trPr>
          <w:trHeight w:val="5901"/>
          <w:jc w:val="center"/>
        </w:trPr>
        <w:tc>
          <w:tcPr>
            <w:tcW w:w="9455" w:type="dxa"/>
            <w:tcBorders>
              <w:top w:val="single" w:sz="8" w:space="0" w:color="000000"/>
              <w:left w:val="single" w:sz="8" w:space="0" w:color="000000"/>
              <w:bottom w:val="single" w:sz="8" w:space="0" w:color="000000"/>
              <w:right w:val="single" w:sz="8" w:space="0" w:color="000000"/>
            </w:tcBorders>
          </w:tcPr>
          <w:p w14:paraId="7D168E59" w14:textId="77777777" w:rsidR="00E32E62" w:rsidRDefault="005E555A">
            <w:pPr>
              <w:pStyle w:val="afffff5"/>
              <w:spacing w:line="360" w:lineRule="auto"/>
              <w:ind w:firstLine="420"/>
              <w:jc w:val="center"/>
            </w:pPr>
            <w:r>
              <w:rPr>
                <w:rFonts w:ascii="黑体" w:eastAsia="黑体" w:hAnsi="黑体" w:hint="eastAsia"/>
                <w:bCs/>
              </w:rPr>
              <w:t>评价</w:t>
            </w:r>
            <w:r>
              <w:rPr>
                <w:rFonts w:ascii="黑体" w:eastAsia="黑体" w:hAnsi="黑体"/>
                <w:bCs/>
              </w:rPr>
              <w:t>机构声明</w:t>
            </w:r>
          </w:p>
          <w:p w14:paraId="655FD5AE" w14:textId="77777777" w:rsidR="00E32E62" w:rsidRDefault="00E32E62">
            <w:pPr>
              <w:pStyle w:val="ac"/>
              <w:ind w:firstLine="360"/>
            </w:pPr>
          </w:p>
          <w:p w14:paraId="28955D0A" w14:textId="77777777" w:rsidR="00E32E62" w:rsidRDefault="005E555A">
            <w:pPr>
              <w:pStyle w:val="afffff5"/>
              <w:spacing w:line="360" w:lineRule="auto"/>
              <w:ind w:firstLine="420"/>
            </w:pPr>
            <w:r>
              <w:t>我单位依据《中华人民共和国科学技术进步法》《中华人民共和国促进科技成果转化法》国务院办公厅关于完善科技成果评估机制的指导意见》（国办发〔2021〕26号）《广西壮族自治区人民政府办公厅关于完善广西科技成果评估机制的实施意见》（桂政办发〔2022〕29号）《广西壮族自治区科技成果评估改革试点工作方案》（桂科成字〔2023〕93号）等文件有关规定，秉承客观、公正、独立的原则，聘请同行专家对该项科技成果进行了</w:t>
            </w:r>
            <w:r>
              <w:rPr>
                <w:rFonts w:hint="eastAsia"/>
              </w:rPr>
              <w:t>评价</w:t>
            </w:r>
            <w:r>
              <w:t>。</w:t>
            </w:r>
            <w:r>
              <w:rPr>
                <w:rFonts w:hint="eastAsia"/>
              </w:rPr>
              <w:t>评价</w:t>
            </w:r>
            <w:r>
              <w:t>结论以客观事实为依据，</w:t>
            </w:r>
            <w:r>
              <w:rPr>
                <w:rFonts w:hint="eastAsia"/>
              </w:rPr>
              <w:t>评价</w:t>
            </w:r>
            <w:r>
              <w:t>过程不存在任何违反上述有关法律法规规定的情形。</w:t>
            </w:r>
          </w:p>
          <w:p w14:paraId="051F0089" w14:textId="77777777" w:rsidR="00E32E62" w:rsidRDefault="005E555A">
            <w:pPr>
              <w:pStyle w:val="afffff5"/>
              <w:spacing w:line="360" w:lineRule="auto"/>
              <w:ind w:firstLine="420"/>
            </w:pPr>
            <w:r>
              <w:t>我单位承诺对依据委托方提供的技术资料所做出的应用研究类科技成果</w:t>
            </w:r>
            <w:r>
              <w:rPr>
                <w:rFonts w:hint="eastAsia"/>
              </w:rPr>
              <w:t>商业化</w:t>
            </w:r>
            <w:r>
              <w:t>评价结论的客观性、真实性和准确性负责，按照上述有关规定和要求，认真履行作为</w:t>
            </w:r>
            <w:r>
              <w:rPr>
                <w:rFonts w:hint="eastAsia"/>
              </w:rPr>
              <w:t>评价</w:t>
            </w:r>
            <w:r>
              <w:t>机构的义务并承担相应的责任。</w:t>
            </w:r>
          </w:p>
          <w:p w14:paraId="11642837" w14:textId="77777777" w:rsidR="00E32E62" w:rsidRDefault="005E555A">
            <w:pPr>
              <w:pStyle w:val="afffff5"/>
              <w:spacing w:line="360" w:lineRule="auto"/>
              <w:ind w:firstLine="420"/>
            </w:pPr>
            <w:r>
              <w:t>科技成果</w:t>
            </w:r>
            <w:r>
              <w:rPr>
                <w:rFonts w:hint="eastAsia"/>
              </w:rPr>
              <w:t>评价</w:t>
            </w:r>
            <w:r>
              <w:t>结论不具有行政效能，仅属咨询性意见。依据</w:t>
            </w:r>
            <w:r>
              <w:rPr>
                <w:rFonts w:hint="eastAsia"/>
              </w:rPr>
              <w:t>评价</w:t>
            </w:r>
            <w:r>
              <w:t>结论做出的决策行为，其后果由行为决策者承担。</w:t>
            </w:r>
          </w:p>
          <w:p w14:paraId="4A679268" w14:textId="77777777" w:rsidR="00E32E62" w:rsidRDefault="00E32E62">
            <w:pPr>
              <w:pStyle w:val="afffff5"/>
              <w:spacing w:line="360" w:lineRule="auto"/>
              <w:ind w:firstLine="420"/>
            </w:pPr>
          </w:p>
          <w:p w14:paraId="0268841D" w14:textId="77777777" w:rsidR="00E32E62" w:rsidRDefault="005E555A">
            <w:pPr>
              <w:pStyle w:val="afffff5"/>
              <w:spacing w:line="360" w:lineRule="auto"/>
              <w:ind w:firstLineChars="3500" w:firstLine="7350"/>
            </w:pPr>
            <w:r>
              <w:rPr>
                <w:rFonts w:hint="eastAsia"/>
              </w:rPr>
              <w:t>评价</w:t>
            </w:r>
            <w:r>
              <w:t>机构公章：</w:t>
            </w:r>
          </w:p>
          <w:p w14:paraId="7EA10853" w14:textId="77777777" w:rsidR="00E32E62" w:rsidRDefault="005E555A">
            <w:pPr>
              <w:pStyle w:val="afffff5"/>
              <w:spacing w:line="360" w:lineRule="auto"/>
              <w:ind w:firstLineChars="3500" w:firstLine="7350"/>
            </w:pPr>
            <w:r>
              <w:t xml:space="preserve">年 </w:t>
            </w:r>
            <w:r>
              <w:rPr>
                <w:rFonts w:hint="eastAsia"/>
              </w:rPr>
              <w:t xml:space="preserve">   </w:t>
            </w:r>
            <w:r>
              <w:t xml:space="preserve">月 </w:t>
            </w:r>
            <w:r>
              <w:rPr>
                <w:rFonts w:hint="eastAsia"/>
              </w:rPr>
              <w:t xml:space="preserve">   </w:t>
            </w:r>
            <w:r>
              <w:t>日</w:t>
            </w:r>
          </w:p>
          <w:p w14:paraId="02C9566A" w14:textId="77777777" w:rsidR="00E32E62" w:rsidRDefault="00E32E62">
            <w:pPr>
              <w:pStyle w:val="afffff5"/>
              <w:ind w:firstLine="420"/>
            </w:pPr>
          </w:p>
        </w:tc>
      </w:tr>
      <w:tr w:rsidR="00E32E62" w14:paraId="30D4FB8A" w14:textId="77777777">
        <w:trPr>
          <w:trHeight w:val="34"/>
          <w:jc w:val="center"/>
        </w:trPr>
        <w:tc>
          <w:tcPr>
            <w:tcW w:w="9455" w:type="dxa"/>
            <w:tcBorders>
              <w:top w:val="single" w:sz="8" w:space="0" w:color="000000"/>
              <w:left w:val="single" w:sz="8" w:space="0" w:color="000000"/>
              <w:bottom w:val="single" w:sz="8" w:space="0" w:color="000000"/>
              <w:right w:val="single" w:sz="8" w:space="0" w:color="000000"/>
            </w:tcBorders>
          </w:tcPr>
          <w:p w14:paraId="2F56D277" w14:textId="77777777" w:rsidR="00E32E62" w:rsidRDefault="005E555A">
            <w:pPr>
              <w:pStyle w:val="afffff5"/>
              <w:spacing w:line="360" w:lineRule="auto"/>
              <w:ind w:firstLine="420"/>
              <w:jc w:val="center"/>
              <w:rPr>
                <w:rFonts w:ascii="黑体" w:eastAsia="黑体" w:hAnsi="黑体" w:hint="eastAsia"/>
                <w:bCs/>
              </w:rPr>
            </w:pPr>
            <w:r>
              <w:rPr>
                <w:rFonts w:ascii="黑体" w:eastAsia="黑体" w:hAnsi="黑体" w:hint="eastAsia"/>
                <w:bCs/>
              </w:rPr>
              <w:t>登 记 备 案</w:t>
            </w:r>
          </w:p>
        </w:tc>
      </w:tr>
      <w:tr w:rsidR="00E32E62" w14:paraId="3585A0DA" w14:textId="77777777">
        <w:trPr>
          <w:trHeight w:val="2422"/>
          <w:jc w:val="center"/>
        </w:trPr>
        <w:tc>
          <w:tcPr>
            <w:tcW w:w="9455" w:type="dxa"/>
            <w:tcBorders>
              <w:top w:val="single" w:sz="8" w:space="0" w:color="000000"/>
              <w:left w:val="single" w:sz="8" w:space="0" w:color="000000"/>
              <w:bottom w:val="single" w:sz="8" w:space="0" w:color="000000"/>
              <w:right w:val="single" w:sz="8" w:space="0" w:color="000000"/>
            </w:tcBorders>
          </w:tcPr>
          <w:p w14:paraId="75C29B6F" w14:textId="77777777" w:rsidR="00E32E62" w:rsidRDefault="00E32E62">
            <w:pPr>
              <w:pStyle w:val="afffff5"/>
              <w:spacing w:line="360" w:lineRule="auto"/>
              <w:ind w:firstLine="420"/>
              <w:jc w:val="center"/>
              <w:rPr>
                <w:rFonts w:ascii="黑体" w:eastAsia="黑体" w:hAnsi="黑体" w:hint="eastAsia"/>
                <w:bCs/>
              </w:rPr>
            </w:pPr>
          </w:p>
          <w:p w14:paraId="45D1DFA8" w14:textId="77777777" w:rsidR="00E32E62" w:rsidRDefault="00E32E62">
            <w:pPr>
              <w:pStyle w:val="afffff5"/>
              <w:spacing w:line="360" w:lineRule="auto"/>
              <w:ind w:firstLine="420"/>
              <w:jc w:val="center"/>
              <w:rPr>
                <w:rFonts w:ascii="黑体" w:eastAsia="黑体" w:hAnsi="黑体" w:hint="eastAsia"/>
                <w:bCs/>
              </w:rPr>
            </w:pPr>
          </w:p>
          <w:p w14:paraId="1F7E08AC" w14:textId="77777777" w:rsidR="00E32E62" w:rsidRDefault="00E32E62">
            <w:pPr>
              <w:pStyle w:val="afffff5"/>
              <w:spacing w:line="360" w:lineRule="auto"/>
              <w:ind w:firstLine="420"/>
              <w:jc w:val="center"/>
              <w:rPr>
                <w:rFonts w:ascii="黑体" w:eastAsia="黑体" w:hAnsi="黑体" w:hint="eastAsia"/>
                <w:bCs/>
              </w:rPr>
            </w:pPr>
          </w:p>
          <w:p w14:paraId="411F83C1" w14:textId="77777777" w:rsidR="00E32E62" w:rsidRDefault="00E32E62">
            <w:pPr>
              <w:pStyle w:val="afffff5"/>
              <w:spacing w:line="360" w:lineRule="auto"/>
              <w:ind w:firstLine="420"/>
              <w:jc w:val="center"/>
              <w:rPr>
                <w:rFonts w:ascii="黑体" w:eastAsia="黑体" w:hAnsi="黑体" w:hint="eastAsia"/>
                <w:bCs/>
              </w:rPr>
            </w:pPr>
          </w:p>
          <w:p w14:paraId="710E51B6" w14:textId="77777777" w:rsidR="00E32E62" w:rsidRDefault="005E555A">
            <w:pPr>
              <w:pStyle w:val="afffff5"/>
              <w:spacing w:line="360" w:lineRule="auto"/>
              <w:ind w:firstLine="420"/>
              <w:jc w:val="center"/>
              <w:rPr>
                <w:rFonts w:ascii="黑体" w:eastAsia="黑体" w:hAnsi="黑体" w:hint="eastAsia"/>
                <w:bCs/>
              </w:rPr>
            </w:pPr>
            <w:r>
              <w:rPr>
                <w:rFonts w:ascii="黑体" w:eastAsia="黑体" w:hAnsi="黑体" w:hint="eastAsia"/>
                <w:bCs/>
              </w:rPr>
              <w:t xml:space="preserve">                                                    年    月    日</w:t>
            </w:r>
          </w:p>
          <w:p w14:paraId="4D61A1B6" w14:textId="77777777" w:rsidR="00E32E62" w:rsidRDefault="00E32E62">
            <w:pPr>
              <w:pStyle w:val="afffff5"/>
              <w:spacing w:line="360" w:lineRule="auto"/>
              <w:ind w:firstLine="420"/>
              <w:jc w:val="center"/>
              <w:rPr>
                <w:rFonts w:ascii="黑体" w:eastAsia="黑体" w:hAnsi="黑体" w:hint="eastAsia"/>
                <w:bCs/>
              </w:rPr>
            </w:pPr>
          </w:p>
        </w:tc>
      </w:tr>
    </w:tbl>
    <w:p w14:paraId="6278ADF3" w14:textId="77777777" w:rsidR="00E32E62" w:rsidRDefault="00E32E62">
      <w:pPr>
        <w:pStyle w:val="afffffffffa"/>
        <w:ind w:firstLine="360"/>
      </w:pPr>
    </w:p>
    <w:p w14:paraId="4AB62C8D" w14:textId="77777777" w:rsidR="00E32E62" w:rsidRDefault="005E555A">
      <w:pPr>
        <w:pStyle w:val="af8"/>
        <w:rPr>
          <w:rFonts w:hint="eastAsia"/>
        </w:rPr>
      </w:pPr>
      <w:r>
        <w:br w:type="page"/>
      </w:r>
    </w:p>
    <w:p w14:paraId="49D7FEEE" w14:textId="77777777" w:rsidR="00E32E62" w:rsidRDefault="00E32E62">
      <w:pPr>
        <w:pStyle w:val="afe"/>
        <w:rPr>
          <w:vanish w:val="0"/>
        </w:rPr>
      </w:pPr>
    </w:p>
    <w:p w14:paraId="7E5BC4E7" w14:textId="77777777" w:rsidR="00E32E62" w:rsidRDefault="005E555A">
      <w:pPr>
        <w:pStyle w:val="aff3"/>
        <w:spacing w:after="120"/>
      </w:pPr>
      <w:r>
        <w:lastRenderedPageBreak/>
        <w:br/>
      </w:r>
      <w:bookmarkStart w:id="581" w:name="_Toc194871563"/>
      <w:bookmarkStart w:id="582" w:name="_Toc194914910"/>
      <w:bookmarkStart w:id="583" w:name="_Toc194758239"/>
      <w:bookmarkStart w:id="584" w:name="_Toc195105284"/>
      <w:bookmarkStart w:id="585" w:name="_Toc195089793"/>
      <w:bookmarkStart w:id="586" w:name="_Toc195024288"/>
      <w:bookmarkStart w:id="587" w:name="_Toc194870729"/>
      <w:bookmarkStart w:id="588" w:name="_Toc194872173"/>
      <w:bookmarkStart w:id="589" w:name="_Toc195709264"/>
      <w:bookmarkStart w:id="590" w:name="_Toc195696585"/>
      <w:bookmarkStart w:id="591" w:name="_Toc194908388"/>
      <w:bookmarkStart w:id="592" w:name="_Toc195024238"/>
      <w:bookmarkStart w:id="593" w:name="_Toc194757879"/>
      <w:bookmarkStart w:id="594" w:name="_Toc195712552"/>
      <w:bookmarkStart w:id="595" w:name="_Toc195024087"/>
      <w:bookmarkStart w:id="596" w:name="_Toc194870672"/>
      <w:bookmarkStart w:id="597" w:name="_Toc195892515"/>
      <w:bookmarkStart w:id="598" w:name="_Toc195892630"/>
      <w:r>
        <w:rPr>
          <w:rFonts w:hint="eastAsia"/>
        </w:rPr>
        <w:t>（资料性）</w:t>
      </w:r>
      <w:r>
        <w:br/>
      </w:r>
      <w:r>
        <w:rPr>
          <w:rFonts w:hint="eastAsia"/>
        </w:rPr>
        <w:t>商业化评价报告字号和字体</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14:paraId="219DC6F5" w14:textId="77777777" w:rsidR="00E32E62" w:rsidRDefault="005E555A">
      <w:pPr>
        <w:pStyle w:val="afffff5"/>
        <w:ind w:firstLine="420"/>
      </w:pPr>
      <w:r>
        <w:rPr>
          <w:rFonts w:hint="eastAsia"/>
        </w:rPr>
        <w:t>商业化评价报告中的字号和字体要求见表C.1。</w:t>
      </w:r>
    </w:p>
    <w:p w14:paraId="3CE6745A" w14:textId="77777777" w:rsidR="00E32E62" w:rsidRDefault="005E555A">
      <w:pPr>
        <w:pStyle w:val="aff"/>
        <w:spacing w:before="120" w:after="120"/>
      </w:pPr>
      <w:r>
        <w:rPr>
          <w:rFonts w:hint="eastAsia"/>
        </w:rPr>
        <w:t>商业化评价报告字号和字体</w:t>
      </w:r>
    </w:p>
    <w:tbl>
      <w:tblPr>
        <w:tblStyle w:val="affff7"/>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29"/>
        <w:gridCol w:w="1700"/>
        <w:gridCol w:w="3686"/>
        <w:gridCol w:w="2559"/>
      </w:tblGrid>
      <w:tr w:rsidR="00E32E62" w14:paraId="7C97DD40" w14:textId="77777777">
        <w:trPr>
          <w:tblHeader/>
          <w:jc w:val="center"/>
        </w:trPr>
        <w:tc>
          <w:tcPr>
            <w:tcW w:w="1669" w:type="pct"/>
            <w:gridSpan w:val="2"/>
            <w:tcBorders>
              <w:top w:val="single" w:sz="8" w:space="0" w:color="auto"/>
              <w:bottom w:val="single" w:sz="8" w:space="0" w:color="auto"/>
            </w:tcBorders>
            <w:shd w:val="clear" w:color="auto" w:fill="auto"/>
            <w:vAlign w:val="center"/>
          </w:tcPr>
          <w:p w14:paraId="700A883E" w14:textId="77777777" w:rsidR="00E32E62" w:rsidRDefault="005E555A">
            <w:pPr>
              <w:pStyle w:val="afffffffff9"/>
            </w:pPr>
            <w:r>
              <w:rPr>
                <w:rFonts w:hint="eastAsia"/>
              </w:rPr>
              <w:t>页别</w:t>
            </w:r>
          </w:p>
        </w:tc>
        <w:tc>
          <w:tcPr>
            <w:tcW w:w="1966" w:type="pct"/>
            <w:tcBorders>
              <w:top w:val="single" w:sz="8" w:space="0" w:color="auto"/>
              <w:bottom w:val="single" w:sz="8" w:space="0" w:color="auto"/>
            </w:tcBorders>
            <w:shd w:val="clear" w:color="auto" w:fill="auto"/>
            <w:vAlign w:val="center"/>
          </w:tcPr>
          <w:p w14:paraId="5F19B3C6" w14:textId="77777777" w:rsidR="00E32E62" w:rsidRDefault="005E555A">
            <w:pPr>
              <w:pStyle w:val="afffffffff9"/>
            </w:pPr>
            <w:r>
              <w:rPr>
                <w:rFonts w:hint="eastAsia"/>
              </w:rPr>
              <w:t>文字内容</w:t>
            </w:r>
          </w:p>
        </w:tc>
        <w:tc>
          <w:tcPr>
            <w:tcW w:w="1365" w:type="pct"/>
            <w:tcBorders>
              <w:top w:val="single" w:sz="8" w:space="0" w:color="auto"/>
              <w:bottom w:val="single" w:sz="8" w:space="0" w:color="auto"/>
            </w:tcBorders>
            <w:shd w:val="clear" w:color="auto" w:fill="auto"/>
            <w:vAlign w:val="center"/>
          </w:tcPr>
          <w:p w14:paraId="78129981" w14:textId="77777777" w:rsidR="00E32E62" w:rsidRDefault="005E555A">
            <w:pPr>
              <w:pStyle w:val="afffffffff9"/>
            </w:pPr>
            <w:r>
              <w:rPr>
                <w:rFonts w:hint="eastAsia"/>
              </w:rPr>
              <w:t>字体和字号</w:t>
            </w:r>
          </w:p>
        </w:tc>
      </w:tr>
      <w:tr w:rsidR="00E32E62" w14:paraId="556FC205" w14:textId="77777777">
        <w:trPr>
          <w:jc w:val="center"/>
        </w:trPr>
        <w:tc>
          <w:tcPr>
            <w:tcW w:w="762" w:type="pct"/>
            <w:vMerge w:val="restart"/>
            <w:tcBorders>
              <w:top w:val="single" w:sz="8" w:space="0" w:color="auto"/>
            </w:tcBorders>
            <w:shd w:val="clear" w:color="auto" w:fill="auto"/>
            <w:vAlign w:val="center"/>
          </w:tcPr>
          <w:p w14:paraId="690FD5F6" w14:textId="77777777" w:rsidR="00E32E62" w:rsidRDefault="005E555A">
            <w:pPr>
              <w:pStyle w:val="afffffffff9"/>
            </w:pPr>
            <w:r>
              <w:t>前置部分</w:t>
            </w:r>
          </w:p>
        </w:tc>
        <w:tc>
          <w:tcPr>
            <w:tcW w:w="907" w:type="pct"/>
            <w:vMerge w:val="restart"/>
            <w:tcBorders>
              <w:top w:val="single" w:sz="8" w:space="0" w:color="auto"/>
            </w:tcBorders>
            <w:shd w:val="clear" w:color="auto" w:fill="auto"/>
            <w:vAlign w:val="center"/>
          </w:tcPr>
          <w:p w14:paraId="1F9025FF" w14:textId="77777777" w:rsidR="00E32E62" w:rsidRDefault="005E555A">
            <w:pPr>
              <w:pStyle w:val="afffffffff9"/>
              <w:ind w:firstLineChars="100" w:firstLine="180"/>
              <w:jc w:val="both"/>
            </w:pPr>
            <w:r>
              <w:t>封面</w:t>
            </w:r>
          </w:p>
        </w:tc>
        <w:tc>
          <w:tcPr>
            <w:tcW w:w="1966" w:type="pct"/>
            <w:tcBorders>
              <w:top w:val="single" w:sz="8" w:space="0" w:color="auto"/>
            </w:tcBorders>
            <w:shd w:val="clear" w:color="auto" w:fill="auto"/>
            <w:vAlign w:val="center"/>
          </w:tcPr>
          <w:p w14:paraId="780E6320" w14:textId="77777777" w:rsidR="00E32E62" w:rsidRDefault="005E555A">
            <w:pPr>
              <w:pStyle w:val="afffffffff9"/>
              <w:ind w:firstLineChars="100" w:firstLine="180"/>
              <w:jc w:val="both"/>
            </w:pPr>
            <w:r>
              <w:rPr>
                <w:rFonts w:hint="eastAsia"/>
              </w:rPr>
              <w:t>题名</w:t>
            </w:r>
          </w:p>
        </w:tc>
        <w:tc>
          <w:tcPr>
            <w:tcW w:w="1365" w:type="pct"/>
            <w:tcBorders>
              <w:top w:val="single" w:sz="8" w:space="0" w:color="auto"/>
            </w:tcBorders>
            <w:shd w:val="clear" w:color="auto" w:fill="auto"/>
            <w:vAlign w:val="center"/>
          </w:tcPr>
          <w:p w14:paraId="5AFDCB5E" w14:textId="77777777" w:rsidR="00E32E62" w:rsidRDefault="005E555A">
            <w:pPr>
              <w:pStyle w:val="afffffffff9"/>
              <w:ind w:firstLineChars="100" w:firstLine="180"/>
              <w:jc w:val="both"/>
            </w:pPr>
            <w:r>
              <w:rPr>
                <w:rFonts w:hint="eastAsia"/>
              </w:rPr>
              <w:t>二号黑体</w:t>
            </w:r>
          </w:p>
        </w:tc>
      </w:tr>
      <w:tr w:rsidR="00E32E62" w14:paraId="7CAF2376" w14:textId="77777777">
        <w:trPr>
          <w:jc w:val="center"/>
        </w:trPr>
        <w:tc>
          <w:tcPr>
            <w:tcW w:w="762" w:type="pct"/>
            <w:vMerge/>
            <w:shd w:val="clear" w:color="auto" w:fill="auto"/>
            <w:vAlign w:val="center"/>
          </w:tcPr>
          <w:p w14:paraId="3B7310BC" w14:textId="77777777" w:rsidR="00E32E62" w:rsidRDefault="00E32E62">
            <w:pPr>
              <w:pStyle w:val="afffffffff9"/>
            </w:pPr>
          </w:p>
        </w:tc>
        <w:tc>
          <w:tcPr>
            <w:tcW w:w="907" w:type="pct"/>
            <w:vMerge/>
            <w:shd w:val="clear" w:color="auto" w:fill="auto"/>
            <w:vAlign w:val="center"/>
          </w:tcPr>
          <w:p w14:paraId="4855CABF" w14:textId="77777777" w:rsidR="00E32E62" w:rsidRDefault="00E32E62">
            <w:pPr>
              <w:pStyle w:val="afffffffff9"/>
              <w:jc w:val="both"/>
            </w:pPr>
          </w:p>
        </w:tc>
        <w:tc>
          <w:tcPr>
            <w:tcW w:w="1966" w:type="pct"/>
            <w:shd w:val="clear" w:color="auto" w:fill="auto"/>
            <w:vAlign w:val="center"/>
          </w:tcPr>
          <w:p w14:paraId="1E4FE20C" w14:textId="77777777" w:rsidR="00E32E62" w:rsidRDefault="005E555A">
            <w:pPr>
              <w:pStyle w:val="afffffffff9"/>
              <w:ind w:firstLineChars="100" w:firstLine="180"/>
              <w:jc w:val="both"/>
            </w:pPr>
            <w:r>
              <w:rPr>
                <w:rFonts w:hint="eastAsia"/>
              </w:rPr>
              <w:t>编号</w:t>
            </w:r>
          </w:p>
        </w:tc>
        <w:tc>
          <w:tcPr>
            <w:tcW w:w="1365" w:type="pct"/>
            <w:shd w:val="clear" w:color="auto" w:fill="auto"/>
            <w:vAlign w:val="center"/>
          </w:tcPr>
          <w:p w14:paraId="799FA5F8" w14:textId="77777777" w:rsidR="00E32E62" w:rsidRDefault="005E555A">
            <w:pPr>
              <w:pStyle w:val="afffffffff9"/>
              <w:ind w:firstLineChars="100" w:firstLine="180"/>
              <w:jc w:val="both"/>
            </w:pPr>
            <w:r>
              <w:rPr>
                <w:rFonts w:hint="eastAsia"/>
              </w:rPr>
              <w:t>小二宋体</w:t>
            </w:r>
          </w:p>
        </w:tc>
      </w:tr>
      <w:tr w:rsidR="00E32E62" w14:paraId="1402D75F" w14:textId="77777777">
        <w:trPr>
          <w:jc w:val="center"/>
        </w:trPr>
        <w:tc>
          <w:tcPr>
            <w:tcW w:w="762" w:type="pct"/>
            <w:vMerge/>
            <w:shd w:val="clear" w:color="auto" w:fill="auto"/>
            <w:vAlign w:val="center"/>
          </w:tcPr>
          <w:p w14:paraId="65F0562F" w14:textId="77777777" w:rsidR="00E32E62" w:rsidRDefault="00E32E62">
            <w:pPr>
              <w:pStyle w:val="afffffffff9"/>
            </w:pPr>
          </w:p>
        </w:tc>
        <w:tc>
          <w:tcPr>
            <w:tcW w:w="907" w:type="pct"/>
            <w:vMerge/>
            <w:shd w:val="clear" w:color="auto" w:fill="auto"/>
            <w:vAlign w:val="center"/>
          </w:tcPr>
          <w:p w14:paraId="50272DB4" w14:textId="77777777" w:rsidR="00E32E62" w:rsidRDefault="00E32E62">
            <w:pPr>
              <w:pStyle w:val="afffffffff9"/>
              <w:jc w:val="both"/>
            </w:pPr>
          </w:p>
        </w:tc>
        <w:tc>
          <w:tcPr>
            <w:tcW w:w="1966" w:type="pct"/>
            <w:shd w:val="clear" w:color="auto" w:fill="auto"/>
            <w:vAlign w:val="center"/>
          </w:tcPr>
          <w:p w14:paraId="0A112A0F" w14:textId="77777777" w:rsidR="00E32E62" w:rsidRDefault="005E555A">
            <w:pPr>
              <w:pStyle w:val="afffffffff9"/>
              <w:ind w:firstLineChars="100" w:firstLine="180"/>
              <w:jc w:val="both"/>
            </w:pPr>
            <w:r>
              <w:rPr>
                <w:rFonts w:hint="eastAsia"/>
              </w:rPr>
              <w:t>其他内容</w:t>
            </w:r>
          </w:p>
        </w:tc>
        <w:tc>
          <w:tcPr>
            <w:tcW w:w="1365" w:type="pct"/>
            <w:shd w:val="clear" w:color="auto" w:fill="auto"/>
            <w:vAlign w:val="center"/>
          </w:tcPr>
          <w:p w14:paraId="4F8748DB" w14:textId="77777777" w:rsidR="00E32E62" w:rsidRDefault="005E555A">
            <w:pPr>
              <w:pStyle w:val="afffffffff9"/>
              <w:ind w:firstLineChars="100" w:firstLine="180"/>
              <w:jc w:val="both"/>
            </w:pPr>
            <w:r>
              <w:rPr>
                <w:rFonts w:hint="eastAsia"/>
              </w:rPr>
              <w:t>四号宋体</w:t>
            </w:r>
          </w:p>
        </w:tc>
      </w:tr>
      <w:tr w:rsidR="00E32E62" w14:paraId="09B86C7B" w14:textId="77777777">
        <w:trPr>
          <w:jc w:val="center"/>
        </w:trPr>
        <w:tc>
          <w:tcPr>
            <w:tcW w:w="762" w:type="pct"/>
            <w:vMerge/>
            <w:shd w:val="clear" w:color="auto" w:fill="auto"/>
            <w:vAlign w:val="center"/>
          </w:tcPr>
          <w:p w14:paraId="4C0D1ADF" w14:textId="77777777" w:rsidR="00E32E62" w:rsidRDefault="00E32E62">
            <w:pPr>
              <w:pStyle w:val="afffffffff9"/>
            </w:pPr>
          </w:p>
        </w:tc>
        <w:tc>
          <w:tcPr>
            <w:tcW w:w="907" w:type="pct"/>
            <w:vMerge w:val="restart"/>
            <w:shd w:val="clear" w:color="auto" w:fill="auto"/>
            <w:vAlign w:val="center"/>
          </w:tcPr>
          <w:p w14:paraId="2DCCC22B" w14:textId="77777777" w:rsidR="00E32E62" w:rsidRDefault="005E555A">
            <w:pPr>
              <w:pStyle w:val="afffffffff9"/>
              <w:ind w:firstLineChars="100" w:firstLine="180"/>
              <w:jc w:val="both"/>
            </w:pPr>
            <w:r>
              <w:rPr>
                <w:rFonts w:hint="eastAsia"/>
              </w:rPr>
              <w:t>撰写</w:t>
            </w:r>
            <w:r>
              <w:t>说明</w:t>
            </w:r>
          </w:p>
        </w:tc>
        <w:tc>
          <w:tcPr>
            <w:tcW w:w="1966" w:type="pct"/>
            <w:shd w:val="clear" w:color="auto" w:fill="auto"/>
            <w:vAlign w:val="center"/>
          </w:tcPr>
          <w:p w14:paraId="2341A757" w14:textId="77777777" w:rsidR="00E32E62" w:rsidRDefault="005E555A">
            <w:pPr>
              <w:pStyle w:val="afffffffff9"/>
              <w:ind w:firstLineChars="100" w:firstLine="180"/>
              <w:jc w:val="both"/>
            </w:pPr>
            <w:r>
              <w:rPr>
                <w:rFonts w:hint="eastAsia"/>
              </w:rPr>
              <w:t>撰写</w:t>
            </w:r>
            <w:r>
              <w:t>说明</w:t>
            </w:r>
          </w:p>
        </w:tc>
        <w:tc>
          <w:tcPr>
            <w:tcW w:w="1365" w:type="pct"/>
            <w:shd w:val="clear" w:color="auto" w:fill="auto"/>
            <w:vAlign w:val="center"/>
          </w:tcPr>
          <w:p w14:paraId="28BD8588" w14:textId="77777777" w:rsidR="00E32E62" w:rsidRDefault="005E555A">
            <w:pPr>
              <w:pStyle w:val="afffffffff9"/>
              <w:ind w:firstLineChars="100" w:firstLine="180"/>
              <w:jc w:val="both"/>
            </w:pPr>
            <w:r>
              <w:rPr>
                <w:rFonts w:hint="eastAsia"/>
              </w:rPr>
              <w:t>三号黑体</w:t>
            </w:r>
          </w:p>
        </w:tc>
      </w:tr>
      <w:tr w:rsidR="00E32E62" w14:paraId="501C972A" w14:textId="77777777">
        <w:trPr>
          <w:jc w:val="center"/>
        </w:trPr>
        <w:tc>
          <w:tcPr>
            <w:tcW w:w="762" w:type="pct"/>
            <w:vMerge/>
            <w:shd w:val="clear" w:color="auto" w:fill="auto"/>
            <w:vAlign w:val="center"/>
          </w:tcPr>
          <w:p w14:paraId="03265566" w14:textId="77777777" w:rsidR="00E32E62" w:rsidRDefault="00E32E62">
            <w:pPr>
              <w:pStyle w:val="afffffffff9"/>
            </w:pPr>
          </w:p>
        </w:tc>
        <w:tc>
          <w:tcPr>
            <w:tcW w:w="907" w:type="pct"/>
            <w:vMerge/>
            <w:shd w:val="clear" w:color="auto" w:fill="auto"/>
            <w:vAlign w:val="center"/>
          </w:tcPr>
          <w:p w14:paraId="70A6CBB2" w14:textId="77777777" w:rsidR="00E32E62" w:rsidRDefault="00E32E62">
            <w:pPr>
              <w:pStyle w:val="afffffffff9"/>
              <w:jc w:val="both"/>
            </w:pPr>
          </w:p>
        </w:tc>
        <w:tc>
          <w:tcPr>
            <w:tcW w:w="1966" w:type="pct"/>
            <w:shd w:val="clear" w:color="auto" w:fill="auto"/>
            <w:vAlign w:val="center"/>
          </w:tcPr>
          <w:p w14:paraId="49E15ADC" w14:textId="77777777" w:rsidR="00E32E62" w:rsidRDefault="005E555A">
            <w:pPr>
              <w:pStyle w:val="afffffffff9"/>
              <w:ind w:firstLineChars="100" w:firstLine="180"/>
              <w:jc w:val="both"/>
            </w:pPr>
            <w:r>
              <w:rPr>
                <w:rFonts w:hint="eastAsia"/>
              </w:rPr>
              <w:t>撰写</w:t>
            </w:r>
            <w:r>
              <w:t>说明</w:t>
            </w:r>
            <w:r>
              <w:rPr>
                <w:rFonts w:hint="eastAsia"/>
              </w:rPr>
              <w:t>内容</w:t>
            </w:r>
          </w:p>
        </w:tc>
        <w:tc>
          <w:tcPr>
            <w:tcW w:w="1365" w:type="pct"/>
            <w:shd w:val="clear" w:color="auto" w:fill="auto"/>
            <w:vAlign w:val="center"/>
          </w:tcPr>
          <w:p w14:paraId="656789C1" w14:textId="77777777" w:rsidR="00E32E62" w:rsidRDefault="005E555A">
            <w:pPr>
              <w:pStyle w:val="afffffffff9"/>
              <w:ind w:firstLineChars="100" w:firstLine="180"/>
              <w:jc w:val="both"/>
            </w:pPr>
            <w:r>
              <w:rPr>
                <w:rFonts w:hint="eastAsia"/>
              </w:rPr>
              <w:t>五号宋体</w:t>
            </w:r>
          </w:p>
        </w:tc>
      </w:tr>
      <w:tr w:rsidR="00E32E62" w14:paraId="7CCB4283" w14:textId="77777777">
        <w:trPr>
          <w:jc w:val="center"/>
        </w:trPr>
        <w:tc>
          <w:tcPr>
            <w:tcW w:w="762" w:type="pct"/>
            <w:vMerge/>
            <w:shd w:val="clear" w:color="auto" w:fill="auto"/>
            <w:vAlign w:val="center"/>
          </w:tcPr>
          <w:p w14:paraId="73E00F3B" w14:textId="77777777" w:rsidR="00E32E62" w:rsidRDefault="00E32E62">
            <w:pPr>
              <w:pStyle w:val="afffffffff9"/>
            </w:pPr>
          </w:p>
        </w:tc>
        <w:tc>
          <w:tcPr>
            <w:tcW w:w="907" w:type="pct"/>
            <w:vMerge w:val="restart"/>
            <w:shd w:val="clear" w:color="auto" w:fill="auto"/>
            <w:vAlign w:val="center"/>
          </w:tcPr>
          <w:p w14:paraId="75B536A1" w14:textId="77777777" w:rsidR="00E32E62" w:rsidRDefault="005E555A">
            <w:pPr>
              <w:pStyle w:val="afffffffff9"/>
              <w:ind w:firstLineChars="100" w:firstLine="180"/>
              <w:jc w:val="both"/>
            </w:pPr>
            <w:r>
              <w:t>摘要</w:t>
            </w:r>
          </w:p>
        </w:tc>
        <w:tc>
          <w:tcPr>
            <w:tcW w:w="1966" w:type="pct"/>
            <w:shd w:val="clear" w:color="auto" w:fill="auto"/>
            <w:vAlign w:val="center"/>
          </w:tcPr>
          <w:p w14:paraId="43FDA36B" w14:textId="77777777" w:rsidR="00E32E62" w:rsidRDefault="005E555A">
            <w:pPr>
              <w:pStyle w:val="afffffffff9"/>
              <w:ind w:firstLineChars="100" w:firstLine="180"/>
              <w:jc w:val="both"/>
            </w:pPr>
            <w:r>
              <w:t>摘要</w:t>
            </w:r>
          </w:p>
        </w:tc>
        <w:tc>
          <w:tcPr>
            <w:tcW w:w="1365" w:type="pct"/>
            <w:shd w:val="clear" w:color="auto" w:fill="auto"/>
            <w:vAlign w:val="center"/>
          </w:tcPr>
          <w:p w14:paraId="74730D1F" w14:textId="77777777" w:rsidR="00E32E62" w:rsidRDefault="005E555A">
            <w:pPr>
              <w:pStyle w:val="afffffffff9"/>
              <w:ind w:firstLineChars="100" w:firstLine="180"/>
              <w:jc w:val="both"/>
            </w:pPr>
            <w:r>
              <w:rPr>
                <w:rFonts w:hint="eastAsia"/>
              </w:rPr>
              <w:t>三号黑体</w:t>
            </w:r>
          </w:p>
        </w:tc>
      </w:tr>
      <w:tr w:rsidR="00E32E62" w14:paraId="3E725003" w14:textId="77777777">
        <w:trPr>
          <w:jc w:val="center"/>
        </w:trPr>
        <w:tc>
          <w:tcPr>
            <w:tcW w:w="762" w:type="pct"/>
            <w:vMerge/>
            <w:shd w:val="clear" w:color="auto" w:fill="auto"/>
            <w:vAlign w:val="center"/>
          </w:tcPr>
          <w:p w14:paraId="1CC39D4B" w14:textId="77777777" w:rsidR="00E32E62" w:rsidRDefault="00E32E62">
            <w:pPr>
              <w:pStyle w:val="afffffffff9"/>
            </w:pPr>
          </w:p>
        </w:tc>
        <w:tc>
          <w:tcPr>
            <w:tcW w:w="907" w:type="pct"/>
            <w:vMerge/>
            <w:shd w:val="clear" w:color="auto" w:fill="auto"/>
            <w:vAlign w:val="center"/>
          </w:tcPr>
          <w:p w14:paraId="177609E9" w14:textId="77777777" w:rsidR="00E32E62" w:rsidRDefault="00E32E62">
            <w:pPr>
              <w:pStyle w:val="afffffffff9"/>
              <w:jc w:val="both"/>
            </w:pPr>
          </w:p>
        </w:tc>
        <w:tc>
          <w:tcPr>
            <w:tcW w:w="1966" w:type="pct"/>
            <w:shd w:val="clear" w:color="auto" w:fill="auto"/>
            <w:vAlign w:val="center"/>
          </w:tcPr>
          <w:p w14:paraId="2666E3F2" w14:textId="77777777" w:rsidR="00E32E62" w:rsidRDefault="005E555A">
            <w:pPr>
              <w:pStyle w:val="afffffffff9"/>
              <w:ind w:firstLineChars="100" w:firstLine="180"/>
              <w:jc w:val="both"/>
            </w:pPr>
            <w:r>
              <w:t>摘要</w:t>
            </w:r>
            <w:r>
              <w:rPr>
                <w:rFonts w:hint="eastAsia"/>
              </w:rPr>
              <w:t>内容</w:t>
            </w:r>
          </w:p>
        </w:tc>
        <w:tc>
          <w:tcPr>
            <w:tcW w:w="1365" w:type="pct"/>
            <w:shd w:val="clear" w:color="auto" w:fill="auto"/>
            <w:vAlign w:val="center"/>
          </w:tcPr>
          <w:p w14:paraId="54438C83" w14:textId="77777777" w:rsidR="00E32E62" w:rsidRDefault="005E555A">
            <w:pPr>
              <w:pStyle w:val="afffffffff9"/>
              <w:ind w:firstLineChars="100" w:firstLine="180"/>
              <w:jc w:val="both"/>
            </w:pPr>
            <w:r>
              <w:rPr>
                <w:rFonts w:hint="eastAsia"/>
              </w:rPr>
              <w:t>五号宋体</w:t>
            </w:r>
          </w:p>
        </w:tc>
      </w:tr>
      <w:tr w:rsidR="00E32E62" w14:paraId="00A3CE1B" w14:textId="77777777">
        <w:trPr>
          <w:jc w:val="center"/>
        </w:trPr>
        <w:tc>
          <w:tcPr>
            <w:tcW w:w="762" w:type="pct"/>
            <w:vMerge/>
            <w:shd w:val="clear" w:color="auto" w:fill="auto"/>
            <w:vAlign w:val="center"/>
          </w:tcPr>
          <w:p w14:paraId="42745570" w14:textId="77777777" w:rsidR="00E32E62" w:rsidRDefault="00E32E62">
            <w:pPr>
              <w:pStyle w:val="afffffffff9"/>
            </w:pPr>
          </w:p>
        </w:tc>
        <w:tc>
          <w:tcPr>
            <w:tcW w:w="907" w:type="pct"/>
            <w:vMerge w:val="restart"/>
            <w:shd w:val="clear" w:color="auto" w:fill="auto"/>
            <w:vAlign w:val="center"/>
          </w:tcPr>
          <w:p w14:paraId="03FE7512" w14:textId="77777777" w:rsidR="00E32E62" w:rsidRDefault="005E555A">
            <w:pPr>
              <w:pStyle w:val="afffffffff9"/>
              <w:ind w:firstLineChars="100" w:firstLine="180"/>
              <w:jc w:val="both"/>
            </w:pPr>
            <w:r>
              <w:t>目</w:t>
            </w:r>
            <w:r>
              <w:rPr>
                <w:rFonts w:hint="eastAsia"/>
              </w:rPr>
              <w:t>次</w:t>
            </w:r>
          </w:p>
        </w:tc>
        <w:tc>
          <w:tcPr>
            <w:tcW w:w="1966" w:type="pct"/>
            <w:shd w:val="clear" w:color="auto" w:fill="auto"/>
            <w:vAlign w:val="center"/>
          </w:tcPr>
          <w:p w14:paraId="53DDDCAC" w14:textId="77777777" w:rsidR="00E32E62" w:rsidRDefault="005E555A">
            <w:pPr>
              <w:pStyle w:val="afffffffff9"/>
              <w:ind w:firstLineChars="100" w:firstLine="180"/>
              <w:jc w:val="both"/>
            </w:pPr>
            <w:r>
              <w:rPr>
                <w:rFonts w:hint="eastAsia"/>
              </w:rPr>
              <w:t>目次</w:t>
            </w:r>
          </w:p>
        </w:tc>
        <w:tc>
          <w:tcPr>
            <w:tcW w:w="1365" w:type="pct"/>
            <w:shd w:val="clear" w:color="auto" w:fill="auto"/>
            <w:vAlign w:val="center"/>
          </w:tcPr>
          <w:p w14:paraId="0167A7FA" w14:textId="77777777" w:rsidR="00E32E62" w:rsidRDefault="005E555A">
            <w:pPr>
              <w:pStyle w:val="afffffffff9"/>
              <w:ind w:firstLineChars="100" w:firstLine="180"/>
              <w:jc w:val="both"/>
            </w:pPr>
            <w:bookmarkStart w:id="599" w:name="OLE_LINK2"/>
            <w:r>
              <w:rPr>
                <w:rFonts w:hint="eastAsia"/>
              </w:rPr>
              <w:t>三号黑体</w:t>
            </w:r>
            <w:bookmarkEnd w:id="599"/>
          </w:p>
        </w:tc>
      </w:tr>
      <w:tr w:rsidR="00E32E62" w14:paraId="60CC4013" w14:textId="77777777">
        <w:trPr>
          <w:jc w:val="center"/>
        </w:trPr>
        <w:tc>
          <w:tcPr>
            <w:tcW w:w="762" w:type="pct"/>
            <w:vMerge/>
            <w:shd w:val="clear" w:color="auto" w:fill="auto"/>
            <w:vAlign w:val="center"/>
          </w:tcPr>
          <w:p w14:paraId="2726A2B3" w14:textId="77777777" w:rsidR="00E32E62" w:rsidRDefault="00E32E62">
            <w:pPr>
              <w:pStyle w:val="afffffffff9"/>
            </w:pPr>
          </w:p>
        </w:tc>
        <w:tc>
          <w:tcPr>
            <w:tcW w:w="907" w:type="pct"/>
            <w:vMerge/>
            <w:shd w:val="clear" w:color="auto" w:fill="auto"/>
            <w:vAlign w:val="center"/>
          </w:tcPr>
          <w:p w14:paraId="103C778B" w14:textId="77777777" w:rsidR="00E32E62" w:rsidRDefault="00E32E62">
            <w:pPr>
              <w:pStyle w:val="afffffffff9"/>
              <w:jc w:val="both"/>
            </w:pPr>
          </w:p>
        </w:tc>
        <w:tc>
          <w:tcPr>
            <w:tcW w:w="1966" w:type="pct"/>
            <w:shd w:val="clear" w:color="auto" w:fill="auto"/>
            <w:vAlign w:val="center"/>
          </w:tcPr>
          <w:p w14:paraId="7AC2D7C3" w14:textId="77777777" w:rsidR="00E32E62" w:rsidRDefault="005E555A">
            <w:pPr>
              <w:pStyle w:val="afffffffff9"/>
              <w:ind w:firstLineChars="100" w:firstLine="180"/>
              <w:jc w:val="both"/>
            </w:pPr>
            <w:r>
              <w:rPr>
                <w:rFonts w:hint="eastAsia"/>
              </w:rPr>
              <w:t>目次内容</w:t>
            </w:r>
          </w:p>
        </w:tc>
        <w:tc>
          <w:tcPr>
            <w:tcW w:w="1365" w:type="pct"/>
            <w:shd w:val="clear" w:color="auto" w:fill="auto"/>
            <w:vAlign w:val="center"/>
          </w:tcPr>
          <w:p w14:paraId="1FDC483E" w14:textId="77777777" w:rsidR="00E32E62" w:rsidRDefault="005E555A">
            <w:pPr>
              <w:pStyle w:val="afffffffff9"/>
              <w:ind w:firstLineChars="100" w:firstLine="180"/>
              <w:jc w:val="both"/>
            </w:pPr>
            <w:r>
              <w:rPr>
                <w:rFonts w:hint="eastAsia"/>
              </w:rPr>
              <w:t>五号宋体</w:t>
            </w:r>
          </w:p>
        </w:tc>
      </w:tr>
      <w:tr w:rsidR="00E32E62" w14:paraId="25461673" w14:textId="77777777">
        <w:trPr>
          <w:jc w:val="center"/>
        </w:trPr>
        <w:tc>
          <w:tcPr>
            <w:tcW w:w="762" w:type="pct"/>
            <w:vMerge/>
            <w:shd w:val="clear" w:color="auto" w:fill="auto"/>
            <w:vAlign w:val="center"/>
          </w:tcPr>
          <w:p w14:paraId="16C2F2AB" w14:textId="77777777" w:rsidR="00E32E62" w:rsidRDefault="00E32E62">
            <w:pPr>
              <w:pStyle w:val="afffffffff9"/>
            </w:pPr>
          </w:p>
        </w:tc>
        <w:tc>
          <w:tcPr>
            <w:tcW w:w="907" w:type="pct"/>
            <w:vMerge w:val="restart"/>
            <w:shd w:val="clear" w:color="auto" w:fill="auto"/>
            <w:vAlign w:val="center"/>
          </w:tcPr>
          <w:p w14:paraId="4FE454D3" w14:textId="77777777" w:rsidR="00E32E62" w:rsidRDefault="005E555A">
            <w:pPr>
              <w:pStyle w:val="afffffffff9"/>
              <w:ind w:firstLineChars="100" w:firstLine="180"/>
              <w:jc w:val="both"/>
            </w:pPr>
            <w:r>
              <w:rPr>
                <w:rFonts w:hint="eastAsia"/>
              </w:rPr>
              <w:t>插图和附表清单</w:t>
            </w:r>
          </w:p>
        </w:tc>
        <w:tc>
          <w:tcPr>
            <w:tcW w:w="1966" w:type="pct"/>
            <w:shd w:val="clear" w:color="auto" w:fill="auto"/>
            <w:vAlign w:val="center"/>
          </w:tcPr>
          <w:p w14:paraId="0597002B" w14:textId="77777777" w:rsidR="00E32E62" w:rsidRDefault="005E555A">
            <w:pPr>
              <w:pStyle w:val="afffffffff9"/>
              <w:ind w:firstLineChars="100" w:firstLine="180"/>
              <w:jc w:val="both"/>
            </w:pPr>
            <w:r>
              <w:rPr>
                <w:rFonts w:hint="eastAsia"/>
              </w:rPr>
              <w:t>插图和附表清单</w:t>
            </w:r>
          </w:p>
        </w:tc>
        <w:tc>
          <w:tcPr>
            <w:tcW w:w="1365" w:type="pct"/>
            <w:shd w:val="clear" w:color="auto" w:fill="auto"/>
            <w:vAlign w:val="center"/>
          </w:tcPr>
          <w:p w14:paraId="0CEE191D" w14:textId="77777777" w:rsidR="00E32E62" w:rsidRDefault="005E555A">
            <w:pPr>
              <w:pStyle w:val="afffffffff9"/>
              <w:ind w:firstLineChars="100" w:firstLine="180"/>
              <w:jc w:val="both"/>
            </w:pPr>
            <w:r>
              <w:rPr>
                <w:rFonts w:hint="eastAsia"/>
              </w:rPr>
              <w:t>三号黑体</w:t>
            </w:r>
          </w:p>
        </w:tc>
      </w:tr>
      <w:tr w:rsidR="00E32E62" w14:paraId="323DDEFA" w14:textId="77777777">
        <w:trPr>
          <w:jc w:val="center"/>
        </w:trPr>
        <w:tc>
          <w:tcPr>
            <w:tcW w:w="762" w:type="pct"/>
            <w:vMerge/>
            <w:shd w:val="clear" w:color="auto" w:fill="auto"/>
            <w:vAlign w:val="center"/>
          </w:tcPr>
          <w:p w14:paraId="0CD7F400" w14:textId="77777777" w:rsidR="00E32E62" w:rsidRDefault="00E32E62">
            <w:pPr>
              <w:pStyle w:val="afffffffff9"/>
            </w:pPr>
          </w:p>
        </w:tc>
        <w:tc>
          <w:tcPr>
            <w:tcW w:w="907" w:type="pct"/>
            <w:vMerge/>
            <w:shd w:val="clear" w:color="auto" w:fill="auto"/>
            <w:vAlign w:val="center"/>
          </w:tcPr>
          <w:p w14:paraId="53B85CA5" w14:textId="77777777" w:rsidR="00E32E62" w:rsidRDefault="00E32E62">
            <w:pPr>
              <w:pStyle w:val="afffffffff9"/>
              <w:jc w:val="both"/>
            </w:pPr>
          </w:p>
        </w:tc>
        <w:tc>
          <w:tcPr>
            <w:tcW w:w="1966" w:type="pct"/>
            <w:shd w:val="clear" w:color="auto" w:fill="auto"/>
            <w:vAlign w:val="center"/>
          </w:tcPr>
          <w:p w14:paraId="62C70C11" w14:textId="77777777" w:rsidR="00E32E62" w:rsidRDefault="005E555A">
            <w:pPr>
              <w:pStyle w:val="afffffffff9"/>
              <w:ind w:firstLineChars="100" w:firstLine="180"/>
              <w:jc w:val="both"/>
            </w:pPr>
            <w:r>
              <w:rPr>
                <w:rFonts w:hint="eastAsia"/>
              </w:rPr>
              <w:t>插图和附表清单内容</w:t>
            </w:r>
          </w:p>
        </w:tc>
        <w:tc>
          <w:tcPr>
            <w:tcW w:w="1365" w:type="pct"/>
            <w:shd w:val="clear" w:color="auto" w:fill="auto"/>
            <w:vAlign w:val="center"/>
          </w:tcPr>
          <w:p w14:paraId="0926D81F" w14:textId="77777777" w:rsidR="00E32E62" w:rsidRDefault="005E555A">
            <w:pPr>
              <w:pStyle w:val="afffffffff9"/>
              <w:ind w:firstLineChars="100" w:firstLine="180"/>
              <w:jc w:val="both"/>
            </w:pPr>
            <w:r>
              <w:rPr>
                <w:rFonts w:hint="eastAsia"/>
              </w:rPr>
              <w:t>五号宋体</w:t>
            </w:r>
          </w:p>
        </w:tc>
      </w:tr>
      <w:tr w:rsidR="00E32E62" w14:paraId="5F3CA846" w14:textId="77777777">
        <w:trPr>
          <w:jc w:val="center"/>
        </w:trPr>
        <w:tc>
          <w:tcPr>
            <w:tcW w:w="762" w:type="pct"/>
            <w:vMerge/>
            <w:shd w:val="clear" w:color="auto" w:fill="auto"/>
            <w:vAlign w:val="center"/>
          </w:tcPr>
          <w:p w14:paraId="0A9FDBC3" w14:textId="77777777" w:rsidR="00E32E62" w:rsidRDefault="00E32E62">
            <w:pPr>
              <w:pStyle w:val="afffffffff9"/>
            </w:pPr>
          </w:p>
        </w:tc>
        <w:tc>
          <w:tcPr>
            <w:tcW w:w="907" w:type="pct"/>
            <w:vMerge w:val="restart"/>
            <w:shd w:val="clear" w:color="auto" w:fill="auto"/>
            <w:vAlign w:val="center"/>
          </w:tcPr>
          <w:p w14:paraId="31BE917F" w14:textId="77777777" w:rsidR="00E32E62" w:rsidRDefault="005E555A">
            <w:pPr>
              <w:pStyle w:val="afffffffff9"/>
              <w:ind w:firstLineChars="100" w:firstLine="180"/>
              <w:jc w:val="both"/>
            </w:pPr>
            <w:r>
              <w:rPr>
                <w:rFonts w:hint="eastAsia"/>
              </w:rPr>
              <w:t>符号和缩略语说明</w:t>
            </w:r>
          </w:p>
        </w:tc>
        <w:tc>
          <w:tcPr>
            <w:tcW w:w="1966" w:type="pct"/>
            <w:shd w:val="clear" w:color="auto" w:fill="auto"/>
            <w:vAlign w:val="center"/>
          </w:tcPr>
          <w:p w14:paraId="76E07DD0" w14:textId="77777777" w:rsidR="00E32E62" w:rsidRDefault="005E555A">
            <w:pPr>
              <w:pStyle w:val="afffffffff9"/>
              <w:ind w:firstLineChars="100" w:firstLine="180"/>
              <w:jc w:val="both"/>
            </w:pPr>
            <w:r>
              <w:rPr>
                <w:rFonts w:hint="eastAsia"/>
              </w:rPr>
              <w:t>符号和缩略语说明</w:t>
            </w:r>
          </w:p>
        </w:tc>
        <w:tc>
          <w:tcPr>
            <w:tcW w:w="1365" w:type="pct"/>
            <w:shd w:val="clear" w:color="auto" w:fill="auto"/>
            <w:vAlign w:val="center"/>
          </w:tcPr>
          <w:p w14:paraId="1D479C1C" w14:textId="77777777" w:rsidR="00E32E62" w:rsidRDefault="005E555A">
            <w:pPr>
              <w:pStyle w:val="afffffffff9"/>
              <w:ind w:firstLineChars="100" w:firstLine="180"/>
              <w:jc w:val="both"/>
            </w:pPr>
            <w:r>
              <w:rPr>
                <w:rFonts w:hint="eastAsia"/>
              </w:rPr>
              <w:t>三号黑体</w:t>
            </w:r>
          </w:p>
        </w:tc>
      </w:tr>
      <w:tr w:rsidR="00E32E62" w14:paraId="10DBA16F" w14:textId="77777777">
        <w:trPr>
          <w:jc w:val="center"/>
        </w:trPr>
        <w:tc>
          <w:tcPr>
            <w:tcW w:w="762" w:type="pct"/>
            <w:vMerge/>
            <w:shd w:val="clear" w:color="auto" w:fill="auto"/>
            <w:vAlign w:val="center"/>
          </w:tcPr>
          <w:p w14:paraId="351077EC" w14:textId="77777777" w:rsidR="00E32E62" w:rsidRDefault="00E32E62">
            <w:pPr>
              <w:pStyle w:val="afffffffff9"/>
            </w:pPr>
          </w:p>
        </w:tc>
        <w:tc>
          <w:tcPr>
            <w:tcW w:w="907" w:type="pct"/>
            <w:vMerge/>
            <w:shd w:val="clear" w:color="auto" w:fill="auto"/>
            <w:vAlign w:val="center"/>
          </w:tcPr>
          <w:p w14:paraId="53D56130" w14:textId="77777777" w:rsidR="00E32E62" w:rsidRDefault="00E32E62">
            <w:pPr>
              <w:pStyle w:val="afffffffff9"/>
              <w:jc w:val="both"/>
            </w:pPr>
          </w:p>
        </w:tc>
        <w:tc>
          <w:tcPr>
            <w:tcW w:w="1966" w:type="pct"/>
            <w:shd w:val="clear" w:color="auto" w:fill="auto"/>
            <w:vAlign w:val="center"/>
          </w:tcPr>
          <w:p w14:paraId="3BFE6114" w14:textId="77777777" w:rsidR="00E32E62" w:rsidRDefault="005E555A">
            <w:pPr>
              <w:pStyle w:val="afffffffff9"/>
              <w:ind w:firstLineChars="100" w:firstLine="180"/>
              <w:jc w:val="both"/>
            </w:pPr>
            <w:r>
              <w:rPr>
                <w:rFonts w:hint="eastAsia"/>
              </w:rPr>
              <w:t>符号和缩略语说明内容</w:t>
            </w:r>
          </w:p>
        </w:tc>
        <w:tc>
          <w:tcPr>
            <w:tcW w:w="1365" w:type="pct"/>
            <w:shd w:val="clear" w:color="auto" w:fill="auto"/>
            <w:vAlign w:val="center"/>
          </w:tcPr>
          <w:p w14:paraId="28DF12A9" w14:textId="77777777" w:rsidR="00E32E62" w:rsidRDefault="005E555A">
            <w:pPr>
              <w:pStyle w:val="afffffffff9"/>
              <w:ind w:firstLineChars="100" w:firstLine="180"/>
              <w:jc w:val="both"/>
            </w:pPr>
            <w:r>
              <w:rPr>
                <w:rFonts w:hint="eastAsia"/>
              </w:rPr>
              <w:t>五号宋体</w:t>
            </w:r>
          </w:p>
        </w:tc>
      </w:tr>
      <w:tr w:rsidR="00E32E62" w14:paraId="4DDE99C7" w14:textId="77777777">
        <w:trPr>
          <w:jc w:val="center"/>
        </w:trPr>
        <w:tc>
          <w:tcPr>
            <w:tcW w:w="762" w:type="pct"/>
            <w:vMerge w:val="restart"/>
            <w:shd w:val="clear" w:color="auto" w:fill="auto"/>
            <w:vAlign w:val="center"/>
          </w:tcPr>
          <w:p w14:paraId="54CCD01A" w14:textId="77777777" w:rsidR="00E32E62" w:rsidRDefault="005E555A">
            <w:pPr>
              <w:pStyle w:val="afffffffff9"/>
            </w:pPr>
            <w:r>
              <w:t>正文部分</w:t>
            </w:r>
          </w:p>
        </w:tc>
        <w:tc>
          <w:tcPr>
            <w:tcW w:w="907" w:type="pct"/>
            <w:vMerge w:val="restart"/>
            <w:shd w:val="clear" w:color="auto" w:fill="auto"/>
            <w:vAlign w:val="center"/>
          </w:tcPr>
          <w:p w14:paraId="505858CD" w14:textId="77777777" w:rsidR="00E32E62" w:rsidRDefault="005E555A">
            <w:pPr>
              <w:pStyle w:val="afffffffff9"/>
              <w:ind w:firstLineChars="100" w:firstLine="180"/>
              <w:jc w:val="both"/>
            </w:pPr>
            <w:r>
              <w:rPr>
                <w:rFonts w:hint="eastAsia"/>
              </w:rPr>
              <w:t>委托</w:t>
            </w:r>
            <w:r>
              <w:t>方信息</w:t>
            </w:r>
          </w:p>
        </w:tc>
        <w:tc>
          <w:tcPr>
            <w:tcW w:w="1966" w:type="pct"/>
            <w:shd w:val="clear" w:color="auto" w:fill="auto"/>
            <w:vAlign w:val="center"/>
          </w:tcPr>
          <w:p w14:paraId="685384C4" w14:textId="77777777" w:rsidR="00E32E62" w:rsidRDefault="005E555A">
            <w:pPr>
              <w:pStyle w:val="afffffffff9"/>
              <w:ind w:firstLineChars="100" w:firstLine="180"/>
              <w:jc w:val="both"/>
            </w:pPr>
            <w:r>
              <w:rPr>
                <w:rFonts w:hint="eastAsia"/>
              </w:rPr>
              <w:t>委托</w:t>
            </w:r>
            <w:r>
              <w:t>方信息</w:t>
            </w:r>
          </w:p>
        </w:tc>
        <w:tc>
          <w:tcPr>
            <w:tcW w:w="1365" w:type="pct"/>
            <w:shd w:val="clear" w:color="auto" w:fill="auto"/>
            <w:vAlign w:val="center"/>
          </w:tcPr>
          <w:p w14:paraId="67193A4D" w14:textId="77777777" w:rsidR="00E32E62" w:rsidRDefault="005E555A">
            <w:pPr>
              <w:pStyle w:val="afffffffff9"/>
              <w:ind w:firstLineChars="100" w:firstLine="180"/>
              <w:jc w:val="both"/>
            </w:pPr>
            <w:r>
              <w:rPr>
                <w:rFonts w:hint="eastAsia"/>
              </w:rPr>
              <w:t>五号黑体</w:t>
            </w:r>
          </w:p>
        </w:tc>
      </w:tr>
      <w:tr w:rsidR="00E32E62" w14:paraId="643A836B" w14:textId="77777777">
        <w:trPr>
          <w:jc w:val="center"/>
        </w:trPr>
        <w:tc>
          <w:tcPr>
            <w:tcW w:w="762" w:type="pct"/>
            <w:vMerge/>
            <w:shd w:val="clear" w:color="auto" w:fill="auto"/>
            <w:vAlign w:val="center"/>
          </w:tcPr>
          <w:p w14:paraId="6FBE4028" w14:textId="77777777" w:rsidR="00E32E62" w:rsidRDefault="00E32E62">
            <w:pPr>
              <w:pStyle w:val="afffffffff9"/>
            </w:pPr>
          </w:p>
        </w:tc>
        <w:tc>
          <w:tcPr>
            <w:tcW w:w="907" w:type="pct"/>
            <w:vMerge/>
            <w:shd w:val="clear" w:color="auto" w:fill="auto"/>
            <w:vAlign w:val="center"/>
          </w:tcPr>
          <w:p w14:paraId="70B028B4" w14:textId="77777777" w:rsidR="00E32E62" w:rsidRDefault="00E32E62">
            <w:pPr>
              <w:pStyle w:val="afffffffff9"/>
              <w:ind w:firstLineChars="100" w:firstLine="180"/>
              <w:jc w:val="both"/>
            </w:pPr>
          </w:p>
        </w:tc>
        <w:tc>
          <w:tcPr>
            <w:tcW w:w="1966" w:type="pct"/>
            <w:shd w:val="clear" w:color="auto" w:fill="auto"/>
            <w:vAlign w:val="center"/>
          </w:tcPr>
          <w:p w14:paraId="31166A11" w14:textId="77777777" w:rsidR="00E32E62" w:rsidRDefault="005E555A">
            <w:pPr>
              <w:pStyle w:val="afffffffff9"/>
              <w:ind w:firstLineChars="100" w:firstLine="180"/>
              <w:jc w:val="both"/>
            </w:pPr>
            <w:r>
              <w:rPr>
                <w:rFonts w:hint="eastAsia"/>
              </w:rPr>
              <w:t>委托</w:t>
            </w:r>
            <w:r>
              <w:t>方信息</w:t>
            </w:r>
            <w:r>
              <w:rPr>
                <w:rFonts w:hint="eastAsia"/>
              </w:rPr>
              <w:t>内容</w:t>
            </w:r>
          </w:p>
        </w:tc>
        <w:tc>
          <w:tcPr>
            <w:tcW w:w="1365" w:type="pct"/>
            <w:shd w:val="clear" w:color="auto" w:fill="auto"/>
            <w:vAlign w:val="center"/>
          </w:tcPr>
          <w:p w14:paraId="43EFDE93" w14:textId="77777777" w:rsidR="00E32E62" w:rsidRDefault="005E555A">
            <w:pPr>
              <w:pStyle w:val="afffffffff9"/>
              <w:ind w:firstLineChars="100" w:firstLine="180"/>
              <w:jc w:val="both"/>
            </w:pPr>
            <w:r>
              <w:rPr>
                <w:rFonts w:hint="eastAsia"/>
              </w:rPr>
              <w:t>五号宋体</w:t>
            </w:r>
          </w:p>
        </w:tc>
      </w:tr>
      <w:tr w:rsidR="00E32E62" w14:paraId="60A15D2C" w14:textId="77777777">
        <w:trPr>
          <w:jc w:val="center"/>
        </w:trPr>
        <w:tc>
          <w:tcPr>
            <w:tcW w:w="762" w:type="pct"/>
            <w:vMerge/>
            <w:shd w:val="clear" w:color="auto" w:fill="auto"/>
            <w:vAlign w:val="center"/>
          </w:tcPr>
          <w:p w14:paraId="33D08DCB" w14:textId="77777777" w:rsidR="00E32E62" w:rsidRDefault="00E32E62">
            <w:pPr>
              <w:pStyle w:val="afffffffff9"/>
            </w:pPr>
          </w:p>
        </w:tc>
        <w:tc>
          <w:tcPr>
            <w:tcW w:w="907" w:type="pct"/>
            <w:vMerge w:val="restart"/>
            <w:shd w:val="clear" w:color="auto" w:fill="auto"/>
            <w:vAlign w:val="center"/>
          </w:tcPr>
          <w:p w14:paraId="62DC6A21" w14:textId="77777777" w:rsidR="00E32E62" w:rsidRDefault="005E555A">
            <w:pPr>
              <w:pStyle w:val="afffffffff9"/>
              <w:ind w:firstLineChars="100" w:firstLine="180"/>
              <w:jc w:val="both"/>
            </w:pPr>
            <w:r>
              <w:rPr>
                <w:rFonts w:hint="eastAsia"/>
              </w:rPr>
              <w:t>评价</w:t>
            </w:r>
            <w:r>
              <w:t>机构信息</w:t>
            </w:r>
          </w:p>
        </w:tc>
        <w:tc>
          <w:tcPr>
            <w:tcW w:w="1966" w:type="pct"/>
            <w:shd w:val="clear" w:color="auto" w:fill="auto"/>
            <w:vAlign w:val="center"/>
          </w:tcPr>
          <w:p w14:paraId="3CE05578" w14:textId="77777777" w:rsidR="00E32E62" w:rsidRDefault="005E555A">
            <w:pPr>
              <w:pStyle w:val="afffffffff9"/>
              <w:ind w:firstLineChars="100" w:firstLine="180"/>
              <w:jc w:val="both"/>
            </w:pPr>
            <w:r>
              <w:rPr>
                <w:rFonts w:hint="eastAsia"/>
              </w:rPr>
              <w:t>评价</w:t>
            </w:r>
            <w:r>
              <w:t>机构信息</w:t>
            </w:r>
          </w:p>
        </w:tc>
        <w:tc>
          <w:tcPr>
            <w:tcW w:w="1365" w:type="pct"/>
            <w:shd w:val="clear" w:color="auto" w:fill="auto"/>
            <w:vAlign w:val="center"/>
          </w:tcPr>
          <w:p w14:paraId="053BC280" w14:textId="77777777" w:rsidR="00E32E62" w:rsidRDefault="005E555A">
            <w:pPr>
              <w:pStyle w:val="afffffffff9"/>
              <w:ind w:firstLineChars="100" w:firstLine="180"/>
              <w:jc w:val="both"/>
            </w:pPr>
            <w:r>
              <w:rPr>
                <w:rFonts w:hint="eastAsia"/>
              </w:rPr>
              <w:t>五号黑体</w:t>
            </w:r>
          </w:p>
        </w:tc>
      </w:tr>
      <w:tr w:rsidR="00E32E62" w14:paraId="5699E1F4" w14:textId="77777777">
        <w:trPr>
          <w:jc w:val="center"/>
        </w:trPr>
        <w:tc>
          <w:tcPr>
            <w:tcW w:w="762" w:type="pct"/>
            <w:vMerge/>
            <w:shd w:val="clear" w:color="auto" w:fill="auto"/>
            <w:vAlign w:val="center"/>
          </w:tcPr>
          <w:p w14:paraId="2980556D" w14:textId="77777777" w:rsidR="00E32E62" w:rsidRDefault="00E32E62">
            <w:pPr>
              <w:pStyle w:val="afffffffff9"/>
            </w:pPr>
          </w:p>
        </w:tc>
        <w:tc>
          <w:tcPr>
            <w:tcW w:w="907" w:type="pct"/>
            <w:vMerge/>
            <w:shd w:val="clear" w:color="auto" w:fill="auto"/>
            <w:vAlign w:val="center"/>
          </w:tcPr>
          <w:p w14:paraId="3B59F46A" w14:textId="77777777" w:rsidR="00E32E62" w:rsidRDefault="00E32E62">
            <w:pPr>
              <w:pStyle w:val="afffffffff9"/>
              <w:ind w:firstLineChars="100" w:firstLine="180"/>
              <w:jc w:val="both"/>
            </w:pPr>
          </w:p>
        </w:tc>
        <w:tc>
          <w:tcPr>
            <w:tcW w:w="1966" w:type="pct"/>
            <w:shd w:val="clear" w:color="auto" w:fill="auto"/>
            <w:vAlign w:val="center"/>
          </w:tcPr>
          <w:p w14:paraId="05025ABB" w14:textId="77777777" w:rsidR="00E32E62" w:rsidRDefault="005E555A">
            <w:pPr>
              <w:pStyle w:val="afffffffff9"/>
              <w:ind w:firstLineChars="100" w:firstLine="180"/>
              <w:jc w:val="both"/>
            </w:pPr>
            <w:r>
              <w:rPr>
                <w:rFonts w:hint="eastAsia"/>
              </w:rPr>
              <w:t>评价</w:t>
            </w:r>
            <w:r>
              <w:t>机构信息</w:t>
            </w:r>
            <w:r>
              <w:rPr>
                <w:rFonts w:hint="eastAsia"/>
              </w:rPr>
              <w:t>内容</w:t>
            </w:r>
          </w:p>
        </w:tc>
        <w:tc>
          <w:tcPr>
            <w:tcW w:w="1365" w:type="pct"/>
            <w:shd w:val="clear" w:color="auto" w:fill="auto"/>
            <w:vAlign w:val="center"/>
          </w:tcPr>
          <w:p w14:paraId="465F71B4" w14:textId="77777777" w:rsidR="00E32E62" w:rsidRDefault="005E555A">
            <w:pPr>
              <w:pStyle w:val="afffffffff9"/>
              <w:ind w:firstLineChars="100" w:firstLine="180"/>
              <w:jc w:val="both"/>
            </w:pPr>
            <w:r>
              <w:rPr>
                <w:rFonts w:hint="eastAsia"/>
              </w:rPr>
              <w:t>五号宋体</w:t>
            </w:r>
          </w:p>
        </w:tc>
      </w:tr>
      <w:tr w:rsidR="00E32E62" w14:paraId="6EC5E279" w14:textId="77777777">
        <w:trPr>
          <w:jc w:val="center"/>
        </w:trPr>
        <w:tc>
          <w:tcPr>
            <w:tcW w:w="762" w:type="pct"/>
            <w:vMerge/>
            <w:shd w:val="clear" w:color="auto" w:fill="auto"/>
            <w:vAlign w:val="center"/>
          </w:tcPr>
          <w:p w14:paraId="687E2621" w14:textId="77777777" w:rsidR="00E32E62" w:rsidRDefault="00E32E62">
            <w:pPr>
              <w:pStyle w:val="afffffffff9"/>
            </w:pPr>
          </w:p>
        </w:tc>
        <w:tc>
          <w:tcPr>
            <w:tcW w:w="907" w:type="pct"/>
            <w:vMerge w:val="restart"/>
            <w:shd w:val="clear" w:color="auto" w:fill="auto"/>
            <w:vAlign w:val="center"/>
          </w:tcPr>
          <w:p w14:paraId="4A89ADAF" w14:textId="77777777" w:rsidR="00E32E62" w:rsidRDefault="005E555A">
            <w:pPr>
              <w:pStyle w:val="afffffffff9"/>
              <w:ind w:firstLineChars="100" w:firstLine="180"/>
              <w:jc w:val="both"/>
            </w:pPr>
            <w:r>
              <w:rPr>
                <w:rFonts w:hint="eastAsia"/>
              </w:rPr>
              <w:t>咨询专家名单</w:t>
            </w:r>
          </w:p>
        </w:tc>
        <w:tc>
          <w:tcPr>
            <w:tcW w:w="1966" w:type="pct"/>
            <w:shd w:val="clear" w:color="auto" w:fill="auto"/>
            <w:vAlign w:val="center"/>
          </w:tcPr>
          <w:p w14:paraId="1ED8E96B" w14:textId="77777777" w:rsidR="00E32E62" w:rsidRDefault="005E555A">
            <w:pPr>
              <w:pStyle w:val="afffffffff9"/>
              <w:ind w:firstLineChars="100" w:firstLine="180"/>
              <w:jc w:val="both"/>
            </w:pPr>
            <w:r>
              <w:rPr>
                <w:rFonts w:hint="eastAsia"/>
              </w:rPr>
              <w:t>咨询专家名单</w:t>
            </w:r>
          </w:p>
        </w:tc>
        <w:tc>
          <w:tcPr>
            <w:tcW w:w="1365" w:type="pct"/>
            <w:shd w:val="clear" w:color="auto" w:fill="auto"/>
            <w:vAlign w:val="center"/>
          </w:tcPr>
          <w:p w14:paraId="027F755B" w14:textId="77777777" w:rsidR="00E32E62" w:rsidRDefault="005E555A">
            <w:pPr>
              <w:pStyle w:val="afffffffff9"/>
              <w:ind w:firstLineChars="100" w:firstLine="180"/>
              <w:jc w:val="both"/>
            </w:pPr>
            <w:r>
              <w:rPr>
                <w:rFonts w:hint="eastAsia"/>
              </w:rPr>
              <w:t>五号黑体</w:t>
            </w:r>
          </w:p>
        </w:tc>
      </w:tr>
      <w:tr w:rsidR="00E32E62" w14:paraId="3F0DC1A1" w14:textId="77777777">
        <w:trPr>
          <w:jc w:val="center"/>
        </w:trPr>
        <w:tc>
          <w:tcPr>
            <w:tcW w:w="762" w:type="pct"/>
            <w:vMerge/>
            <w:shd w:val="clear" w:color="auto" w:fill="auto"/>
            <w:vAlign w:val="center"/>
          </w:tcPr>
          <w:p w14:paraId="388E2190" w14:textId="77777777" w:rsidR="00E32E62" w:rsidRDefault="00E32E62">
            <w:pPr>
              <w:pStyle w:val="afffffffff9"/>
            </w:pPr>
          </w:p>
        </w:tc>
        <w:tc>
          <w:tcPr>
            <w:tcW w:w="907" w:type="pct"/>
            <w:vMerge/>
            <w:shd w:val="clear" w:color="auto" w:fill="auto"/>
            <w:vAlign w:val="center"/>
          </w:tcPr>
          <w:p w14:paraId="3FAA678E" w14:textId="77777777" w:rsidR="00E32E62" w:rsidRDefault="00E32E62">
            <w:pPr>
              <w:pStyle w:val="afffffffff9"/>
              <w:ind w:firstLineChars="100" w:firstLine="180"/>
              <w:jc w:val="both"/>
            </w:pPr>
          </w:p>
        </w:tc>
        <w:tc>
          <w:tcPr>
            <w:tcW w:w="1966" w:type="pct"/>
            <w:shd w:val="clear" w:color="auto" w:fill="auto"/>
            <w:vAlign w:val="center"/>
          </w:tcPr>
          <w:p w14:paraId="07538F0D" w14:textId="77777777" w:rsidR="00E32E62" w:rsidRDefault="005E555A">
            <w:pPr>
              <w:pStyle w:val="afffffffff9"/>
              <w:ind w:firstLineChars="100" w:firstLine="180"/>
              <w:jc w:val="both"/>
            </w:pPr>
            <w:r>
              <w:rPr>
                <w:rFonts w:hint="eastAsia"/>
              </w:rPr>
              <w:t>咨询专家名单内容</w:t>
            </w:r>
          </w:p>
        </w:tc>
        <w:tc>
          <w:tcPr>
            <w:tcW w:w="1365" w:type="pct"/>
            <w:shd w:val="clear" w:color="auto" w:fill="auto"/>
            <w:vAlign w:val="center"/>
          </w:tcPr>
          <w:p w14:paraId="2BA39EBF" w14:textId="77777777" w:rsidR="00E32E62" w:rsidRDefault="005E555A">
            <w:pPr>
              <w:pStyle w:val="afffffffff9"/>
              <w:ind w:firstLineChars="100" w:firstLine="180"/>
              <w:jc w:val="both"/>
            </w:pPr>
            <w:r>
              <w:rPr>
                <w:rFonts w:hint="eastAsia"/>
              </w:rPr>
              <w:t>五号宋体</w:t>
            </w:r>
          </w:p>
        </w:tc>
      </w:tr>
      <w:tr w:rsidR="00E32E62" w14:paraId="2AC4F9A8" w14:textId="77777777">
        <w:trPr>
          <w:jc w:val="center"/>
        </w:trPr>
        <w:tc>
          <w:tcPr>
            <w:tcW w:w="762" w:type="pct"/>
            <w:vMerge/>
            <w:shd w:val="clear" w:color="auto" w:fill="auto"/>
            <w:vAlign w:val="center"/>
          </w:tcPr>
          <w:p w14:paraId="0DCA18D4" w14:textId="77777777" w:rsidR="00E32E62" w:rsidRDefault="00E32E62">
            <w:pPr>
              <w:pStyle w:val="afffffffff9"/>
            </w:pPr>
          </w:p>
        </w:tc>
        <w:tc>
          <w:tcPr>
            <w:tcW w:w="907" w:type="pct"/>
            <w:vMerge w:val="restart"/>
            <w:shd w:val="clear" w:color="auto" w:fill="auto"/>
            <w:vAlign w:val="center"/>
          </w:tcPr>
          <w:p w14:paraId="1D27409A" w14:textId="77777777" w:rsidR="00E32E62" w:rsidRDefault="005E555A">
            <w:pPr>
              <w:pStyle w:val="afffffffff9"/>
              <w:ind w:firstLineChars="100" w:firstLine="180"/>
              <w:jc w:val="both"/>
            </w:pPr>
            <w:r>
              <w:rPr>
                <w:rFonts w:hint="eastAsia"/>
              </w:rPr>
              <w:t>评价等级</w:t>
            </w:r>
          </w:p>
        </w:tc>
        <w:tc>
          <w:tcPr>
            <w:tcW w:w="1966" w:type="pct"/>
            <w:shd w:val="clear" w:color="auto" w:fill="auto"/>
            <w:vAlign w:val="center"/>
          </w:tcPr>
          <w:p w14:paraId="05E627A5" w14:textId="77777777" w:rsidR="00E32E62" w:rsidRDefault="005E555A">
            <w:pPr>
              <w:pStyle w:val="afffffffff9"/>
              <w:ind w:firstLineChars="100" w:firstLine="180"/>
              <w:jc w:val="both"/>
            </w:pPr>
            <w:r>
              <w:rPr>
                <w:rFonts w:hint="eastAsia"/>
              </w:rPr>
              <w:t>评价等级</w:t>
            </w:r>
          </w:p>
        </w:tc>
        <w:tc>
          <w:tcPr>
            <w:tcW w:w="1365" w:type="pct"/>
            <w:shd w:val="clear" w:color="auto" w:fill="auto"/>
            <w:vAlign w:val="center"/>
          </w:tcPr>
          <w:p w14:paraId="698B944B" w14:textId="77777777" w:rsidR="00E32E62" w:rsidRDefault="005E555A">
            <w:pPr>
              <w:pStyle w:val="afffffffff9"/>
              <w:ind w:firstLineChars="100" w:firstLine="180"/>
              <w:jc w:val="both"/>
            </w:pPr>
            <w:r>
              <w:rPr>
                <w:rFonts w:hint="eastAsia"/>
              </w:rPr>
              <w:t>五号黑体</w:t>
            </w:r>
          </w:p>
        </w:tc>
      </w:tr>
      <w:tr w:rsidR="00E32E62" w14:paraId="686D9233" w14:textId="77777777">
        <w:trPr>
          <w:jc w:val="center"/>
        </w:trPr>
        <w:tc>
          <w:tcPr>
            <w:tcW w:w="762" w:type="pct"/>
            <w:vMerge/>
            <w:shd w:val="clear" w:color="auto" w:fill="auto"/>
            <w:vAlign w:val="center"/>
          </w:tcPr>
          <w:p w14:paraId="61AA77E6" w14:textId="77777777" w:rsidR="00E32E62" w:rsidRDefault="00E32E62">
            <w:pPr>
              <w:pStyle w:val="afffffffff9"/>
            </w:pPr>
          </w:p>
        </w:tc>
        <w:tc>
          <w:tcPr>
            <w:tcW w:w="907" w:type="pct"/>
            <w:vMerge/>
            <w:shd w:val="clear" w:color="auto" w:fill="auto"/>
            <w:vAlign w:val="center"/>
          </w:tcPr>
          <w:p w14:paraId="63C69289" w14:textId="77777777" w:rsidR="00E32E62" w:rsidRDefault="00E32E62">
            <w:pPr>
              <w:pStyle w:val="afffffffff9"/>
              <w:ind w:firstLineChars="100" w:firstLine="180"/>
              <w:jc w:val="both"/>
            </w:pPr>
          </w:p>
        </w:tc>
        <w:tc>
          <w:tcPr>
            <w:tcW w:w="1966" w:type="pct"/>
            <w:shd w:val="clear" w:color="auto" w:fill="auto"/>
            <w:vAlign w:val="center"/>
          </w:tcPr>
          <w:p w14:paraId="53F085C2" w14:textId="77777777" w:rsidR="00E32E62" w:rsidRDefault="005E555A">
            <w:pPr>
              <w:pStyle w:val="afffffffff9"/>
              <w:ind w:firstLineChars="100" w:firstLine="180"/>
              <w:jc w:val="both"/>
            </w:pPr>
            <w:r>
              <w:rPr>
                <w:rFonts w:hint="eastAsia"/>
              </w:rPr>
              <w:t>评价等级内容</w:t>
            </w:r>
          </w:p>
        </w:tc>
        <w:tc>
          <w:tcPr>
            <w:tcW w:w="1365" w:type="pct"/>
            <w:shd w:val="clear" w:color="auto" w:fill="auto"/>
            <w:vAlign w:val="center"/>
          </w:tcPr>
          <w:p w14:paraId="4D484435" w14:textId="77777777" w:rsidR="00E32E62" w:rsidRDefault="005E555A">
            <w:pPr>
              <w:pStyle w:val="afffffffff9"/>
              <w:ind w:firstLineChars="100" w:firstLine="180"/>
              <w:jc w:val="both"/>
            </w:pPr>
            <w:r>
              <w:rPr>
                <w:rFonts w:hint="eastAsia"/>
              </w:rPr>
              <w:t>五号宋体</w:t>
            </w:r>
          </w:p>
        </w:tc>
      </w:tr>
      <w:tr w:rsidR="00E32E62" w14:paraId="0C3CE35F" w14:textId="77777777">
        <w:trPr>
          <w:jc w:val="center"/>
        </w:trPr>
        <w:tc>
          <w:tcPr>
            <w:tcW w:w="762" w:type="pct"/>
            <w:vMerge/>
            <w:shd w:val="clear" w:color="auto" w:fill="auto"/>
            <w:vAlign w:val="center"/>
          </w:tcPr>
          <w:p w14:paraId="4E8E8C69" w14:textId="77777777" w:rsidR="00E32E62" w:rsidRDefault="00E32E62">
            <w:pPr>
              <w:pStyle w:val="afffffffff9"/>
            </w:pPr>
          </w:p>
        </w:tc>
        <w:tc>
          <w:tcPr>
            <w:tcW w:w="907" w:type="pct"/>
            <w:vMerge w:val="restart"/>
            <w:shd w:val="clear" w:color="auto" w:fill="auto"/>
            <w:vAlign w:val="center"/>
          </w:tcPr>
          <w:p w14:paraId="4DAD88D6" w14:textId="77777777" w:rsidR="00E32E62" w:rsidRDefault="005E555A">
            <w:pPr>
              <w:pStyle w:val="afffffffff9"/>
              <w:ind w:firstLineChars="100" w:firstLine="180"/>
              <w:jc w:val="both"/>
            </w:pPr>
            <w:r>
              <w:rPr>
                <w:rFonts w:hint="eastAsia"/>
              </w:rPr>
              <w:t>评价结论</w:t>
            </w:r>
          </w:p>
        </w:tc>
        <w:tc>
          <w:tcPr>
            <w:tcW w:w="1966" w:type="pct"/>
            <w:shd w:val="clear" w:color="auto" w:fill="auto"/>
            <w:vAlign w:val="center"/>
          </w:tcPr>
          <w:p w14:paraId="15675AC7" w14:textId="77777777" w:rsidR="00E32E62" w:rsidRDefault="005E555A">
            <w:pPr>
              <w:pStyle w:val="afffffffff9"/>
              <w:ind w:firstLineChars="100" w:firstLine="180"/>
              <w:jc w:val="both"/>
            </w:pPr>
            <w:r>
              <w:rPr>
                <w:rFonts w:hint="eastAsia"/>
              </w:rPr>
              <w:t>评价结论</w:t>
            </w:r>
          </w:p>
        </w:tc>
        <w:tc>
          <w:tcPr>
            <w:tcW w:w="1365" w:type="pct"/>
            <w:shd w:val="clear" w:color="auto" w:fill="auto"/>
            <w:vAlign w:val="center"/>
          </w:tcPr>
          <w:p w14:paraId="39124063" w14:textId="77777777" w:rsidR="00E32E62" w:rsidRDefault="005E555A">
            <w:pPr>
              <w:pStyle w:val="afffffffff9"/>
              <w:ind w:firstLineChars="100" w:firstLine="180"/>
              <w:jc w:val="both"/>
            </w:pPr>
            <w:r>
              <w:rPr>
                <w:rFonts w:hint="eastAsia"/>
              </w:rPr>
              <w:t>五号黑体</w:t>
            </w:r>
          </w:p>
        </w:tc>
      </w:tr>
      <w:tr w:rsidR="00E32E62" w14:paraId="4B95DC3F" w14:textId="77777777">
        <w:trPr>
          <w:jc w:val="center"/>
        </w:trPr>
        <w:tc>
          <w:tcPr>
            <w:tcW w:w="762" w:type="pct"/>
            <w:vMerge/>
            <w:shd w:val="clear" w:color="auto" w:fill="auto"/>
            <w:vAlign w:val="center"/>
          </w:tcPr>
          <w:p w14:paraId="16EB58FB" w14:textId="77777777" w:rsidR="00E32E62" w:rsidRDefault="00E32E62">
            <w:pPr>
              <w:pStyle w:val="afffffffff9"/>
            </w:pPr>
          </w:p>
        </w:tc>
        <w:tc>
          <w:tcPr>
            <w:tcW w:w="907" w:type="pct"/>
            <w:vMerge/>
            <w:shd w:val="clear" w:color="auto" w:fill="auto"/>
            <w:vAlign w:val="center"/>
          </w:tcPr>
          <w:p w14:paraId="5DC141C4" w14:textId="77777777" w:rsidR="00E32E62" w:rsidRDefault="00E32E62">
            <w:pPr>
              <w:pStyle w:val="afffffffff9"/>
              <w:ind w:firstLineChars="100" w:firstLine="180"/>
              <w:jc w:val="both"/>
            </w:pPr>
          </w:p>
        </w:tc>
        <w:tc>
          <w:tcPr>
            <w:tcW w:w="1966" w:type="pct"/>
            <w:shd w:val="clear" w:color="auto" w:fill="auto"/>
            <w:vAlign w:val="center"/>
          </w:tcPr>
          <w:p w14:paraId="5A04D8F7" w14:textId="77777777" w:rsidR="00E32E62" w:rsidRDefault="005E555A">
            <w:pPr>
              <w:pStyle w:val="afffffffff9"/>
              <w:ind w:firstLineChars="100" w:firstLine="180"/>
              <w:jc w:val="both"/>
            </w:pPr>
            <w:r>
              <w:rPr>
                <w:rFonts w:hint="eastAsia"/>
              </w:rPr>
              <w:t>评价结论内容</w:t>
            </w:r>
          </w:p>
        </w:tc>
        <w:tc>
          <w:tcPr>
            <w:tcW w:w="1365" w:type="pct"/>
            <w:shd w:val="clear" w:color="auto" w:fill="auto"/>
            <w:vAlign w:val="center"/>
          </w:tcPr>
          <w:p w14:paraId="070450A1" w14:textId="77777777" w:rsidR="00E32E62" w:rsidRDefault="005E555A">
            <w:pPr>
              <w:pStyle w:val="afffffffff9"/>
              <w:ind w:firstLineChars="100" w:firstLine="180"/>
              <w:jc w:val="both"/>
            </w:pPr>
            <w:r>
              <w:rPr>
                <w:rFonts w:hint="eastAsia"/>
              </w:rPr>
              <w:t>五号宋体</w:t>
            </w:r>
          </w:p>
        </w:tc>
      </w:tr>
      <w:tr w:rsidR="00E32E62" w14:paraId="7246794E" w14:textId="77777777">
        <w:trPr>
          <w:jc w:val="center"/>
        </w:trPr>
        <w:tc>
          <w:tcPr>
            <w:tcW w:w="762" w:type="pct"/>
            <w:vMerge/>
            <w:shd w:val="clear" w:color="auto" w:fill="auto"/>
            <w:vAlign w:val="center"/>
          </w:tcPr>
          <w:p w14:paraId="4F2F39B9" w14:textId="77777777" w:rsidR="00E32E62" w:rsidRDefault="00E32E62">
            <w:pPr>
              <w:pStyle w:val="afffffffff9"/>
            </w:pPr>
          </w:p>
        </w:tc>
        <w:tc>
          <w:tcPr>
            <w:tcW w:w="907" w:type="pct"/>
            <w:vMerge w:val="restart"/>
            <w:shd w:val="clear" w:color="auto" w:fill="auto"/>
            <w:vAlign w:val="center"/>
          </w:tcPr>
          <w:p w14:paraId="61C64A11" w14:textId="77777777" w:rsidR="00E32E62" w:rsidRDefault="005E555A">
            <w:pPr>
              <w:pStyle w:val="afffffffff9"/>
              <w:ind w:firstLineChars="100" w:firstLine="180"/>
              <w:jc w:val="both"/>
            </w:pPr>
            <w:r>
              <w:rPr>
                <w:rFonts w:hint="eastAsia"/>
              </w:rPr>
              <w:t>科技成果简要技术说明及主要指标</w:t>
            </w:r>
          </w:p>
        </w:tc>
        <w:tc>
          <w:tcPr>
            <w:tcW w:w="1966" w:type="pct"/>
            <w:shd w:val="clear" w:color="auto" w:fill="auto"/>
            <w:vAlign w:val="center"/>
          </w:tcPr>
          <w:p w14:paraId="0F14628B" w14:textId="77777777" w:rsidR="00E32E62" w:rsidRDefault="005E555A">
            <w:pPr>
              <w:pStyle w:val="afffffffff9"/>
              <w:ind w:firstLineChars="100" w:firstLine="180"/>
              <w:jc w:val="both"/>
            </w:pPr>
            <w:r>
              <w:rPr>
                <w:rFonts w:hint="eastAsia"/>
              </w:rPr>
              <w:t>科技成果简要技术说明及主要指标</w:t>
            </w:r>
          </w:p>
        </w:tc>
        <w:tc>
          <w:tcPr>
            <w:tcW w:w="1365" w:type="pct"/>
            <w:shd w:val="clear" w:color="auto" w:fill="auto"/>
            <w:vAlign w:val="center"/>
          </w:tcPr>
          <w:p w14:paraId="1C152559" w14:textId="77777777" w:rsidR="00E32E62" w:rsidRDefault="005E555A">
            <w:pPr>
              <w:pStyle w:val="afffffffff9"/>
              <w:ind w:firstLineChars="100" w:firstLine="180"/>
              <w:jc w:val="both"/>
              <w:rPr>
                <w:spacing w:val="-1"/>
              </w:rPr>
            </w:pPr>
            <w:r>
              <w:rPr>
                <w:rFonts w:hint="eastAsia"/>
              </w:rPr>
              <w:t>五号黑体</w:t>
            </w:r>
          </w:p>
        </w:tc>
      </w:tr>
      <w:tr w:rsidR="00E32E62" w14:paraId="511910EB" w14:textId="77777777">
        <w:trPr>
          <w:jc w:val="center"/>
        </w:trPr>
        <w:tc>
          <w:tcPr>
            <w:tcW w:w="762" w:type="pct"/>
            <w:vMerge/>
            <w:shd w:val="clear" w:color="auto" w:fill="auto"/>
            <w:vAlign w:val="center"/>
          </w:tcPr>
          <w:p w14:paraId="14A8AB76" w14:textId="77777777" w:rsidR="00E32E62" w:rsidRDefault="00E32E62">
            <w:pPr>
              <w:pStyle w:val="afffffffff9"/>
            </w:pPr>
          </w:p>
        </w:tc>
        <w:tc>
          <w:tcPr>
            <w:tcW w:w="907" w:type="pct"/>
            <w:vMerge/>
            <w:shd w:val="clear" w:color="auto" w:fill="auto"/>
            <w:vAlign w:val="center"/>
          </w:tcPr>
          <w:p w14:paraId="25C686BD" w14:textId="77777777" w:rsidR="00E32E62" w:rsidRDefault="00E32E62">
            <w:pPr>
              <w:pStyle w:val="afffffffff9"/>
              <w:ind w:firstLineChars="100" w:firstLine="180"/>
              <w:jc w:val="both"/>
            </w:pPr>
          </w:p>
        </w:tc>
        <w:tc>
          <w:tcPr>
            <w:tcW w:w="1966" w:type="pct"/>
            <w:shd w:val="clear" w:color="auto" w:fill="auto"/>
            <w:vAlign w:val="center"/>
          </w:tcPr>
          <w:p w14:paraId="4C2BD554" w14:textId="77777777" w:rsidR="00E32E62" w:rsidRDefault="005E555A">
            <w:pPr>
              <w:pStyle w:val="afffffffff9"/>
              <w:ind w:firstLineChars="100" w:firstLine="180"/>
              <w:jc w:val="both"/>
            </w:pPr>
            <w:r>
              <w:rPr>
                <w:rFonts w:hint="eastAsia"/>
              </w:rPr>
              <w:t>科技成果简要技术说明及主要指标内容</w:t>
            </w:r>
          </w:p>
        </w:tc>
        <w:tc>
          <w:tcPr>
            <w:tcW w:w="1365" w:type="pct"/>
            <w:shd w:val="clear" w:color="auto" w:fill="auto"/>
            <w:vAlign w:val="center"/>
          </w:tcPr>
          <w:p w14:paraId="48A3DB18" w14:textId="77777777" w:rsidR="00E32E62" w:rsidRDefault="005E555A">
            <w:pPr>
              <w:pStyle w:val="afffffffff9"/>
              <w:ind w:firstLineChars="100" w:firstLine="180"/>
              <w:jc w:val="both"/>
              <w:rPr>
                <w:spacing w:val="-1"/>
              </w:rPr>
            </w:pPr>
            <w:r>
              <w:rPr>
                <w:rFonts w:hint="eastAsia"/>
              </w:rPr>
              <w:t>五号宋体</w:t>
            </w:r>
          </w:p>
        </w:tc>
      </w:tr>
      <w:tr w:rsidR="00E32E62" w14:paraId="26BCFE37" w14:textId="77777777">
        <w:trPr>
          <w:jc w:val="center"/>
        </w:trPr>
        <w:tc>
          <w:tcPr>
            <w:tcW w:w="762" w:type="pct"/>
            <w:vMerge/>
            <w:shd w:val="clear" w:color="auto" w:fill="auto"/>
            <w:vAlign w:val="center"/>
          </w:tcPr>
          <w:p w14:paraId="49AAE21C" w14:textId="77777777" w:rsidR="00E32E62" w:rsidRDefault="00E32E62">
            <w:pPr>
              <w:pStyle w:val="afffffffff9"/>
            </w:pPr>
          </w:p>
        </w:tc>
        <w:tc>
          <w:tcPr>
            <w:tcW w:w="907" w:type="pct"/>
            <w:vMerge w:val="restart"/>
            <w:shd w:val="clear" w:color="auto" w:fill="auto"/>
            <w:vAlign w:val="center"/>
          </w:tcPr>
          <w:p w14:paraId="3BB124BD" w14:textId="77777777" w:rsidR="00E32E62" w:rsidRDefault="005E555A">
            <w:pPr>
              <w:pStyle w:val="afffffffff9"/>
              <w:ind w:firstLineChars="100" w:firstLine="180"/>
              <w:jc w:val="both"/>
            </w:pPr>
            <w:r>
              <w:rPr>
                <w:rFonts w:hint="eastAsia"/>
              </w:rPr>
              <w:t>评价机构意见</w:t>
            </w:r>
          </w:p>
        </w:tc>
        <w:tc>
          <w:tcPr>
            <w:tcW w:w="1966" w:type="pct"/>
            <w:shd w:val="clear" w:color="auto" w:fill="auto"/>
            <w:vAlign w:val="center"/>
          </w:tcPr>
          <w:p w14:paraId="15DB34F7" w14:textId="77777777" w:rsidR="00E32E62" w:rsidRDefault="005E555A">
            <w:pPr>
              <w:pStyle w:val="afffffffff9"/>
              <w:ind w:firstLineChars="100" w:firstLine="180"/>
              <w:jc w:val="both"/>
            </w:pPr>
            <w:r>
              <w:rPr>
                <w:rFonts w:hint="eastAsia"/>
              </w:rPr>
              <w:t>评价机构意见</w:t>
            </w:r>
          </w:p>
        </w:tc>
        <w:tc>
          <w:tcPr>
            <w:tcW w:w="1365" w:type="pct"/>
            <w:shd w:val="clear" w:color="auto" w:fill="auto"/>
            <w:vAlign w:val="center"/>
          </w:tcPr>
          <w:p w14:paraId="158B9417" w14:textId="77777777" w:rsidR="00E32E62" w:rsidRDefault="005E555A">
            <w:pPr>
              <w:pStyle w:val="afffffffff9"/>
              <w:ind w:firstLineChars="100" w:firstLine="180"/>
              <w:jc w:val="both"/>
            </w:pPr>
            <w:r>
              <w:rPr>
                <w:rFonts w:hint="eastAsia"/>
              </w:rPr>
              <w:t>五号黑体</w:t>
            </w:r>
          </w:p>
        </w:tc>
      </w:tr>
      <w:tr w:rsidR="00E32E62" w14:paraId="666608C0" w14:textId="77777777">
        <w:trPr>
          <w:jc w:val="center"/>
        </w:trPr>
        <w:tc>
          <w:tcPr>
            <w:tcW w:w="762" w:type="pct"/>
            <w:vMerge/>
            <w:shd w:val="clear" w:color="auto" w:fill="auto"/>
            <w:vAlign w:val="center"/>
          </w:tcPr>
          <w:p w14:paraId="3B713EE0" w14:textId="77777777" w:rsidR="00E32E62" w:rsidRDefault="00E32E62">
            <w:pPr>
              <w:pStyle w:val="afffffffff9"/>
            </w:pPr>
          </w:p>
        </w:tc>
        <w:tc>
          <w:tcPr>
            <w:tcW w:w="907" w:type="pct"/>
            <w:vMerge/>
            <w:shd w:val="clear" w:color="auto" w:fill="auto"/>
            <w:vAlign w:val="center"/>
          </w:tcPr>
          <w:p w14:paraId="0285E860" w14:textId="77777777" w:rsidR="00E32E62" w:rsidRDefault="00E32E62">
            <w:pPr>
              <w:pStyle w:val="afffffffff9"/>
              <w:ind w:firstLineChars="100" w:firstLine="180"/>
              <w:jc w:val="both"/>
            </w:pPr>
          </w:p>
        </w:tc>
        <w:tc>
          <w:tcPr>
            <w:tcW w:w="1966" w:type="pct"/>
            <w:shd w:val="clear" w:color="auto" w:fill="auto"/>
            <w:vAlign w:val="center"/>
          </w:tcPr>
          <w:p w14:paraId="66306BE9" w14:textId="77777777" w:rsidR="00E32E62" w:rsidRDefault="005E555A">
            <w:pPr>
              <w:pStyle w:val="afffffffff9"/>
              <w:ind w:firstLineChars="100" w:firstLine="180"/>
              <w:jc w:val="both"/>
            </w:pPr>
            <w:r>
              <w:rPr>
                <w:rFonts w:hint="eastAsia"/>
              </w:rPr>
              <w:t>评价机构意见内容</w:t>
            </w:r>
          </w:p>
        </w:tc>
        <w:tc>
          <w:tcPr>
            <w:tcW w:w="1365" w:type="pct"/>
            <w:shd w:val="clear" w:color="auto" w:fill="auto"/>
            <w:vAlign w:val="center"/>
          </w:tcPr>
          <w:p w14:paraId="6AA8BCF6" w14:textId="77777777" w:rsidR="00E32E62" w:rsidRDefault="005E555A">
            <w:pPr>
              <w:pStyle w:val="afffffffff9"/>
              <w:ind w:firstLineChars="100" w:firstLine="180"/>
              <w:jc w:val="both"/>
            </w:pPr>
            <w:r>
              <w:rPr>
                <w:rFonts w:hint="eastAsia"/>
              </w:rPr>
              <w:t>五号宋体</w:t>
            </w:r>
          </w:p>
        </w:tc>
      </w:tr>
      <w:tr w:rsidR="00E32E62" w14:paraId="13039A0B" w14:textId="77777777">
        <w:trPr>
          <w:jc w:val="center"/>
        </w:trPr>
        <w:tc>
          <w:tcPr>
            <w:tcW w:w="762" w:type="pct"/>
            <w:vMerge/>
            <w:shd w:val="clear" w:color="auto" w:fill="auto"/>
            <w:vAlign w:val="center"/>
          </w:tcPr>
          <w:p w14:paraId="736A905A" w14:textId="77777777" w:rsidR="00E32E62" w:rsidRDefault="00E32E62">
            <w:pPr>
              <w:pStyle w:val="afffffffff9"/>
            </w:pPr>
          </w:p>
        </w:tc>
        <w:tc>
          <w:tcPr>
            <w:tcW w:w="907" w:type="pct"/>
            <w:vMerge w:val="restart"/>
            <w:shd w:val="clear" w:color="auto" w:fill="auto"/>
            <w:vAlign w:val="center"/>
          </w:tcPr>
          <w:p w14:paraId="5A30CE65" w14:textId="77777777" w:rsidR="00E32E62" w:rsidRDefault="005E555A">
            <w:pPr>
              <w:pStyle w:val="afffffffff9"/>
              <w:ind w:firstLineChars="100" w:firstLine="180"/>
              <w:jc w:val="both"/>
            </w:pPr>
            <w:r>
              <w:rPr>
                <w:rFonts w:hint="eastAsia"/>
              </w:rPr>
              <w:t>评价建议</w:t>
            </w:r>
          </w:p>
        </w:tc>
        <w:tc>
          <w:tcPr>
            <w:tcW w:w="1966" w:type="pct"/>
            <w:shd w:val="clear" w:color="auto" w:fill="auto"/>
            <w:vAlign w:val="center"/>
          </w:tcPr>
          <w:p w14:paraId="1D6AE2B8" w14:textId="77777777" w:rsidR="00E32E62" w:rsidRDefault="005E555A">
            <w:pPr>
              <w:pStyle w:val="afffffffff9"/>
              <w:ind w:firstLineChars="100" w:firstLine="180"/>
              <w:jc w:val="left"/>
            </w:pPr>
            <w:r>
              <w:rPr>
                <w:rFonts w:hint="eastAsia"/>
              </w:rPr>
              <w:t>评价建议</w:t>
            </w:r>
          </w:p>
        </w:tc>
        <w:tc>
          <w:tcPr>
            <w:tcW w:w="1365" w:type="pct"/>
            <w:shd w:val="clear" w:color="auto" w:fill="auto"/>
            <w:vAlign w:val="center"/>
          </w:tcPr>
          <w:p w14:paraId="28886125" w14:textId="77777777" w:rsidR="00E32E62" w:rsidRDefault="005E555A">
            <w:pPr>
              <w:pStyle w:val="afffffffff9"/>
              <w:ind w:firstLineChars="100" w:firstLine="180"/>
              <w:jc w:val="both"/>
            </w:pPr>
            <w:r>
              <w:rPr>
                <w:rFonts w:hint="eastAsia"/>
              </w:rPr>
              <w:t>五号黑体</w:t>
            </w:r>
          </w:p>
        </w:tc>
      </w:tr>
      <w:tr w:rsidR="00E32E62" w14:paraId="1BE551F4" w14:textId="77777777">
        <w:trPr>
          <w:jc w:val="center"/>
        </w:trPr>
        <w:tc>
          <w:tcPr>
            <w:tcW w:w="762" w:type="pct"/>
            <w:vMerge/>
            <w:shd w:val="clear" w:color="auto" w:fill="auto"/>
            <w:vAlign w:val="center"/>
          </w:tcPr>
          <w:p w14:paraId="0C39440F" w14:textId="77777777" w:rsidR="00E32E62" w:rsidRDefault="00E32E62">
            <w:pPr>
              <w:pStyle w:val="afffffffff9"/>
            </w:pPr>
          </w:p>
        </w:tc>
        <w:tc>
          <w:tcPr>
            <w:tcW w:w="907" w:type="pct"/>
            <w:vMerge/>
            <w:shd w:val="clear" w:color="auto" w:fill="auto"/>
            <w:vAlign w:val="center"/>
          </w:tcPr>
          <w:p w14:paraId="0BF49F70" w14:textId="77777777" w:rsidR="00E32E62" w:rsidRDefault="00E32E62">
            <w:pPr>
              <w:pStyle w:val="afffffffff9"/>
              <w:ind w:firstLineChars="100" w:firstLine="180"/>
              <w:jc w:val="both"/>
            </w:pPr>
          </w:p>
        </w:tc>
        <w:tc>
          <w:tcPr>
            <w:tcW w:w="1966" w:type="pct"/>
            <w:shd w:val="clear" w:color="auto" w:fill="auto"/>
            <w:vAlign w:val="center"/>
          </w:tcPr>
          <w:p w14:paraId="429530B4" w14:textId="77777777" w:rsidR="00E32E62" w:rsidRDefault="005E555A">
            <w:pPr>
              <w:pStyle w:val="afffffffff9"/>
              <w:ind w:firstLineChars="100" w:firstLine="180"/>
              <w:jc w:val="left"/>
            </w:pPr>
            <w:r>
              <w:rPr>
                <w:rFonts w:hint="eastAsia"/>
              </w:rPr>
              <w:t>评价建议内容</w:t>
            </w:r>
          </w:p>
        </w:tc>
        <w:tc>
          <w:tcPr>
            <w:tcW w:w="1365" w:type="pct"/>
            <w:shd w:val="clear" w:color="auto" w:fill="auto"/>
            <w:vAlign w:val="center"/>
          </w:tcPr>
          <w:p w14:paraId="707A38E3" w14:textId="77777777" w:rsidR="00E32E62" w:rsidRDefault="005E555A">
            <w:pPr>
              <w:pStyle w:val="afffffffff9"/>
              <w:ind w:firstLineChars="100" w:firstLine="180"/>
              <w:jc w:val="both"/>
            </w:pPr>
            <w:r>
              <w:rPr>
                <w:rFonts w:hint="eastAsia"/>
              </w:rPr>
              <w:t>五号宋体</w:t>
            </w:r>
          </w:p>
        </w:tc>
      </w:tr>
      <w:tr w:rsidR="00E32E62" w14:paraId="16DDD391" w14:textId="77777777">
        <w:trPr>
          <w:jc w:val="center"/>
        </w:trPr>
        <w:tc>
          <w:tcPr>
            <w:tcW w:w="762" w:type="pct"/>
            <w:vMerge/>
            <w:shd w:val="clear" w:color="auto" w:fill="auto"/>
            <w:vAlign w:val="center"/>
          </w:tcPr>
          <w:p w14:paraId="4785D049" w14:textId="77777777" w:rsidR="00E32E62" w:rsidRDefault="00E32E62">
            <w:pPr>
              <w:pStyle w:val="afffffffff9"/>
            </w:pPr>
          </w:p>
        </w:tc>
        <w:tc>
          <w:tcPr>
            <w:tcW w:w="907" w:type="pct"/>
            <w:vMerge w:val="restart"/>
            <w:shd w:val="clear" w:color="auto" w:fill="auto"/>
            <w:vAlign w:val="center"/>
          </w:tcPr>
          <w:p w14:paraId="739467C5" w14:textId="77777777" w:rsidR="00E32E62" w:rsidRDefault="005E555A">
            <w:pPr>
              <w:pStyle w:val="afffffffff9"/>
              <w:ind w:firstLineChars="100" w:firstLine="180"/>
              <w:jc w:val="both"/>
            </w:pPr>
            <w:r>
              <w:rPr>
                <w:rFonts w:hint="eastAsia"/>
              </w:rPr>
              <w:t>评价机构声明</w:t>
            </w:r>
          </w:p>
        </w:tc>
        <w:tc>
          <w:tcPr>
            <w:tcW w:w="1966" w:type="pct"/>
            <w:shd w:val="clear" w:color="auto" w:fill="auto"/>
            <w:vAlign w:val="center"/>
          </w:tcPr>
          <w:p w14:paraId="1F5DD5F2" w14:textId="77777777" w:rsidR="00E32E62" w:rsidRDefault="005E555A">
            <w:pPr>
              <w:pStyle w:val="afffffffff9"/>
              <w:ind w:firstLineChars="100" w:firstLine="180"/>
              <w:jc w:val="left"/>
            </w:pPr>
            <w:r>
              <w:rPr>
                <w:rFonts w:hint="eastAsia"/>
              </w:rPr>
              <w:t>评价机构声明</w:t>
            </w:r>
          </w:p>
        </w:tc>
        <w:tc>
          <w:tcPr>
            <w:tcW w:w="1365" w:type="pct"/>
            <w:shd w:val="clear" w:color="auto" w:fill="auto"/>
            <w:vAlign w:val="center"/>
          </w:tcPr>
          <w:p w14:paraId="6DE5759C" w14:textId="77777777" w:rsidR="00E32E62" w:rsidRDefault="005E555A">
            <w:pPr>
              <w:pStyle w:val="afffffffff9"/>
              <w:ind w:firstLineChars="100" w:firstLine="180"/>
              <w:jc w:val="both"/>
            </w:pPr>
            <w:r>
              <w:rPr>
                <w:rFonts w:hint="eastAsia"/>
              </w:rPr>
              <w:t>五号黑体</w:t>
            </w:r>
          </w:p>
        </w:tc>
      </w:tr>
      <w:tr w:rsidR="00E32E62" w14:paraId="5C9AA63F" w14:textId="77777777">
        <w:trPr>
          <w:jc w:val="center"/>
        </w:trPr>
        <w:tc>
          <w:tcPr>
            <w:tcW w:w="762" w:type="pct"/>
            <w:vMerge/>
            <w:shd w:val="clear" w:color="auto" w:fill="auto"/>
            <w:vAlign w:val="center"/>
          </w:tcPr>
          <w:p w14:paraId="570A18BF" w14:textId="77777777" w:rsidR="00E32E62" w:rsidRDefault="00E32E62">
            <w:pPr>
              <w:pStyle w:val="afffffffff9"/>
            </w:pPr>
          </w:p>
        </w:tc>
        <w:tc>
          <w:tcPr>
            <w:tcW w:w="907" w:type="pct"/>
            <w:vMerge/>
            <w:shd w:val="clear" w:color="auto" w:fill="auto"/>
            <w:vAlign w:val="center"/>
          </w:tcPr>
          <w:p w14:paraId="396444A2" w14:textId="77777777" w:rsidR="00E32E62" w:rsidRDefault="00E32E62">
            <w:pPr>
              <w:pStyle w:val="afffffffff9"/>
              <w:ind w:firstLineChars="100" w:firstLine="180"/>
              <w:jc w:val="both"/>
            </w:pPr>
          </w:p>
        </w:tc>
        <w:tc>
          <w:tcPr>
            <w:tcW w:w="1966" w:type="pct"/>
            <w:shd w:val="clear" w:color="auto" w:fill="auto"/>
            <w:vAlign w:val="center"/>
          </w:tcPr>
          <w:p w14:paraId="56A9CE3F" w14:textId="77777777" w:rsidR="00E32E62" w:rsidRDefault="005E555A">
            <w:pPr>
              <w:pStyle w:val="afffffffff9"/>
              <w:ind w:firstLineChars="100" w:firstLine="180"/>
              <w:jc w:val="left"/>
            </w:pPr>
            <w:r>
              <w:rPr>
                <w:rFonts w:hint="eastAsia"/>
              </w:rPr>
              <w:t>评价机构声明内容</w:t>
            </w:r>
          </w:p>
        </w:tc>
        <w:tc>
          <w:tcPr>
            <w:tcW w:w="1365" w:type="pct"/>
            <w:shd w:val="clear" w:color="auto" w:fill="auto"/>
            <w:vAlign w:val="center"/>
          </w:tcPr>
          <w:p w14:paraId="4B5A2718" w14:textId="77777777" w:rsidR="00E32E62" w:rsidRDefault="005E555A">
            <w:pPr>
              <w:pStyle w:val="afffffffff9"/>
              <w:ind w:firstLineChars="100" w:firstLine="180"/>
              <w:jc w:val="both"/>
            </w:pPr>
            <w:r>
              <w:rPr>
                <w:rFonts w:hint="eastAsia"/>
              </w:rPr>
              <w:t>五号宋体</w:t>
            </w:r>
          </w:p>
        </w:tc>
      </w:tr>
      <w:tr w:rsidR="00E32E62" w14:paraId="58BD3E8A" w14:textId="77777777">
        <w:trPr>
          <w:jc w:val="center"/>
        </w:trPr>
        <w:tc>
          <w:tcPr>
            <w:tcW w:w="762" w:type="pct"/>
            <w:vMerge/>
            <w:shd w:val="clear" w:color="auto" w:fill="auto"/>
            <w:vAlign w:val="center"/>
          </w:tcPr>
          <w:p w14:paraId="33E8B99F" w14:textId="77777777" w:rsidR="00E32E62" w:rsidRDefault="00E32E62">
            <w:pPr>
              <w:pStyle w:val="afffffffff9"/>
            </w:pPr>
          </w:p>
        </w:tc>
        <w:tc>
          <w:tcPr>
            <w:tcW w:w="907" w:type="pct"/>
            <w:vMerge w:val="restart"/>
            <w:shd w:val="clear" w:color="auto" w:fill="auto"/>
            <w:vAlign w:val="center"/>
          </w:tcPr>
          <w:p w14:paraId="0225D079" w14:textId="77777777" w:rsidR="00E32E62" w:rsidRDefault="005E555A">
            <w:pPr>
              <w:pStyle w:val="afffffffff9"/>
              <w:ind w:firstLineChars="100" w:firstLine="180"/>
              <w:jc w:val="both"/>
            </w:pPr>
            <w:r>
              <w:rPr>
                <w:rFonts w:hint="eastAsia"/>
              </w:rPr>
              <w:t>主要研制人员</w:t>
            </w:r>
          </w:p>
        </w:tc>
        <w:tc>
          <w:tcPr>
            <w:tcW w:w="1966" w:type="pct"/>
            <w:shd w:val="clear" w:color="auto" w:fill="auto"/>
            <w:vAlign w:val="center"/>
          </w:tcPr>
          <w:p w14:paraId="7FBB5EE9" w14:textId="77777777" w:rsidR="00E32E62" w:rsidRDefault="005E555A">
            <w:pPr>
              <w:pStyle w:val="afffffffff9"/>
              <w:ind w:firstLineChars="100" w:firstLine="180"/>
              <w:jc w:val="left"/>
            </w:pPr>
            <w:r>
              <w:rPr>
                <w:rFonts w:hint="eastAsia"/>
              </w:rPr>
              <w:t>主要研制人员</w:t>
            </w:r>
          </w:p>
        </w:tc>
        <w:tc>
          <w:tcPr>
            <w:tcW w:w="1365" w:type="pct"/>
            <w:shd w:val="clear" w:color="auto" w:fill="auto"/>
            <w:vAlign w:val="center"/>
          </w:tcPr>
          <w:p w14:paraId="52351040" w14:textId="77777777" w:rsidR="00E32E62" w:rsidRDefault="005E555A">
            <w:pPr>
              <w:pStyle w:val="afffffffff9"/>
              <w:ind w:firstLineChars="100" w:firstLine="180"/>
              <w:jc w:val="both"/>
            </w:pPr>
            <w:r>
              <w:rPr>
                <w:rFonts w:hint="eastAsia"/>
              </w:rPr>
              <w:t>五号黑体</w:t>
            </w:r>
          </w:p>
        </w:tc>
      </w:tr>
      <w:tr w:rsidR="00E32E62" w14:paraId="65B1A25E" w14:textId="77777777">
        <w:trPr>
          <w:jc w:val="center"/>
        </w:trPr>
        <w:tc>
          <w:tcPr>
            <w:tcW w:w="762" w:type="pct"/>
            <w:vMerge/>
            <w:shd w:val="clear" w:color="auto" w:fill="auto"/>
            <w:vAlign w:val="center"/>
          </w:tcPr>
          <w:p w14:paraId="6F15256C" w14:textId="77777777" w:rsidR="00E32E62" w:rsidRDefault="00E32E62">
            <w:pPr>
              <w:pStyle w:val="afffffffff9"/>
            </w:pPr>
          </w:p>
        </w:tc>
        <w:tc>
          <w:tcPr>
            <w:tcW w:w="907" w:type="pct"/>
            <w:vMerge/>
            <w:shd w:val="clear" w:color="auto" w:fill="auto"/>
            <w:vAlign w:val="center"/>
          </w:tcPr>
          <w:p w14:paraId="194992A7" w14:textId="77777777" w:rsidR="00E32E62" w:rsidRDefault="00E32E62">
            <w:pPr>
              <w:pStyle w:val="afffffffff9"/>
              <w:ind w:firstLineChars="100" w:firstLine="180"/>
              <w:jc w:val="both"/>
            </w:pPr>
          </w:p>
        </w:tc>
        <w:tc>
          <w:tcPr>
            <w:tcW w:w="1966" w:type="pct"/>
            <w:shd w:val="clear" w:color="auto" w:fill="auto"/>
            <w:vAlign w:val="center"/>
          </w:tcPr>
          <w:p w14:paraId="368BD23B" w14:textId="77777777" w:rsidR="00E32E62" w:rsidRDefault="005E555A">
            <w:pPr>
              <w:pStyle w:val="afffffffff9"/>
              <w:ind w:firstLineChars="100" w:firstLine="180"/>
              <w:jc w:val="left"/>
            </w:pPr>
            <w:r>
              <w:rPr>
                <w:rFonts w:hint="eastAsia"/>
              </w:rPr>
              <w:t>主要研制人员内容</w:t>
            </w:r>
          </w:p>
        </w:tc>
        <w:tc>
          <w:tcPr>
            <w:tcW w:w="1365" w:type="pct"/>
            <w:shd w:val="clear" w:color="auto" w:fill="auto"/>
            <w:vAlign w:val="center"/>
          </w:tcPr>
          <w:p w14:paraId="2D0CF8CD" w14:textId="77777777" w:rsidR="00E32E62" w:rsidRDefault="005E555A">
            <w:pPr>
              <w:pStyle w:val="afffffffff9"/>
              <w:ind w:firstLineChars="100" w:firstLine="180"/>
              <w:jc w:val="both"/>
            </w:pPr>
            <w:r>
              <w:rPr>
                <w:rFonts w:hint="eastAsia"/>
              </w:rPr>
              <w:t>五号宋体</w:t>
            </w:r>
          </w:p>
        </w:tc>
      </w:tr>
      <w:tr w:rsidR="00E32E62" w14:paraId="13F1ACFD" w14:textId="77777777">
        <w:trPr>
          <w:jc w:val="center"/>
        </w:trPr>
        <w:tc>
          <w:tcPr>
            <w:tcW w:w="762" w:type="pct"/>
            <w:vMerge/>
            <w:shd w:val="clear" w:color="auto" w:fill="auto"/>
            <w:vAlign w:val="center"/>
          </w:tcPr>
          <w:p w14:paraId="6AAEDE71" w14:textId="77777777" w:rsidR="00E32E62" w:rsidRDefault="00E32E62">
            <w:pPr>
              <w:pStyle w:val="afffffffff9"/>
            </w:pPr>
          </w:p>
        </w:tc>
        <w:tc>
          <w:tcPr>
            <w:tcW w:w="907" w:type="pct"/>
            <w:vMerge w:val="restart"/>
            <w:shd w:val="clear" w:color="auto" w:fill="auto"/>
            <w:vAlign w:val="center"/>
          </w:tcPr>
          <w:p w14:paraId="51987D46" w14:textId="77777777" w:rsidR="00E32E62" w:rsidRDefault="005E555A">
            <w:pPr>
              <w:pStyle w:val="afffffffff9"/>
              <w:ind w:firstLineChars="100" w:firstLine="180"/>
              <w:jc w:val="both"/>
            </w:pPr>
            <w:r>
              <w:rPr>
                <w:rFonts w:hint="eastAsia"/>
              </w:rPr>
              <w:t>图、表编号和标题</w:t>
            </w:r>
          </w:p>
        </w:tc>
        <w:tc>
          <w:tcPr>
            <w:tcW w:w="1966" w:type="pct"/>
            <w:shd w:val="clear" w:color="auto" w:fill="auto"/>
            <w:vAlign w:val="center"/>
          </w:tcPr>
          <w:p w14:paraId="620AD9AB" w14:textId="77777777" w:rsidR="00E32E62" w:rsidRDefault="005E555A">
            <w:pPr>
              <w:pStyle w:val="afffffffff9"/>
              <w:ind w:firstLineChars="100" w:firstLine="180"/>
              <w:jc w:val="left"/>
            </w:pPr>
            <w:r>
              <w:rPr>
                <w:rFonts w:hint="eastAsia"/>
              </w:rPr>
              <w:t>图、表编号和标题</w:t>
            </w:r>
          </w:p>
        </w:tc>
        <w:tc>
          <w:tcPr>
            <w:tcW w:w="1365" w:type="pct"/>
            <w:shd w:val="clear" w:color="auto" w:fill="auto"/>
            <w:vAlign w:val="center"/>
          </w:tcPr>
          <w:p w14:paraId="554D5CE5" w14:textId="77777777" w:rsidR="00E32E62" w:rsidRDefault="005E555A">
            <w:pPr>
              <w:pStyle w:val="afffffffff9"/>
              <w:ind w:firstLineChars="100" w:firstLine="180"/>
              <w:jc w:val="both"/>
            </w:pPr>
            <w:r>
              <w:rPr>
                <w:rFonts w:hint="eastAsia"/>
              </w:rPr>
              <w:t>五号黑体</w:t>
            </w:r>
          </w:p>
        </w:tc>
      </w:tr>
      <w:tr w:rsidR="00E32E62" w14:paraId="4B693AFF" w14:textId="77777777">
        <w:trPr>
          <w:jc w:val="center"/>
        </w:trPr>
        <w:tc>
          <w:tcPr>
            <w:tcW w:w="762" w:type="pct"/>
            <w:vMerge/>
            <w:shd w:val="clear" w:color="auto" w:fill="auto"/>
            <w:vAlign w:val="center"/>
          </w:tcPr>
          <w:p w14:paraId="398619B0" w14:textId="77777777" w:rsidR="00E32E62" w:rsidRDefault="00E32E62">
            <w:pPr>
              <w:pStyle w:val="afffffffff9"/>
            </w:pPr>
          </w:p>
        </w:tc>
        <w:tc>
          <w:tcPr>
            <w:tcW w:w="907" w:type="pct"/>
            <w:vMerge/>
            <w:shd w:val="clear" w:color="auto" w:fill="auto"/>
            <w:vAlign w:val="center"/>
          </w:tcPr>
          <w:p w14:paraId="68943C1E" w14:textId="77777777" w:rsidR="00E32E62" w:rsidRDefault="00E32E62">
            <w:pPr>
              <w:pStyle w:val="afffffffff9"/>
              <w:ind w:firstLineChars="100" w:firstLine="180"/>
              <w:jc w:val="both"/>
            </w:pPr>
          </w:p>
        </w:tc>
        <w:tc>
          <w:tcPr>
            <w:tcW w:w="1966" w:type="pct"/>
            <w:shd w:val="clear" w:color="auto" w:fill="auto"/>
            <w:vAlign w:val="center"/>
          </w:tcPr>
          <w:p w14:paraId="19D33A2B" w14:textId="77777777" w:rsidR="00E32E62" w:rsidRDefault="005E555A">
            <w:pPr>
              <w:pStyle w:val="afffffffff9"/>
              <w:ind w:firstLineChars="100" w:firstLine="180"/>
              <w:jc w:val="left"/>
            </w:pPr>
            <w:r>
              <w:rPr>
                <w:rFonts w:hint="eastAsia"/>
              </w:rPr>
              <w:t>表文、注释</w:t>
            </w:r>
          </w:p>
        </w:tc>
        <w:tc>
          <w:tcPr>
            <w:tcW w:w="1365" w:type="pct"/>
            <w:shd w:val="clear" w:color="auto" w:fill="auto"/>
            <w:vAlign w:val="center"/>
          </w:tcPr>
          <w:p w14:paraId="576B5358" w14:textId="77777777" w:rsidR="00E32E62" w:rsidRDefault="005E555A">
            <w:pPr>
              <w:pStyle w:val="afffffffff9"/>
              <w:ind w:firstLineChars="100" w:firstLine="180"/>
              <w:jc w:val="both"/>
            </w:pPr>
            <w:r>
              <w:rPr>
                <w:rFonts w:hint="eastAsia"/>
              </w:rPr>
              <w:t>小五号宋体</w:t>
            </w:r>
          </w:p>
        </w:tc>
      </w:tr>
      <w:tr w:rsidR="00E32E62" w14:paraId="1F9BB3EB" w14:textId="77777777">
        <w:trPr>
          <w:jc w:val="center"/>
        </w:trPr>
        <w:tc>
          <w:tcPr>
            <w:tcW w:w="762" w:type="pct"/>
            <w:vMerge/>
            <w:shd w:val="clear" w:color="auto" w:fill="auto"/>
            <w:vAlign w:val="center"/>
          </w:tcPr>
          <w:p w14:paraId="1F093549" w14:textId="77777777" w:rsidR="00E32E62" w:rsidRDefault="00E32E62">
            <w:pPr>
              <w:pStyle w:val="afffffffff9"/>
            </w:pPr>
          </w:p>
        </w:tc>
        <w:tc>
          <w:tcPr>
            <w:tcW w:w="907" w:type="pct"/>
            <w:vMerge w:val="restart"/>
            <w:shd w:val="clear" w:color="auto" w:fill="auto"/>
            <w:vAlign w:val="center"/>
          </w:tcPr>
          <w:p w14:paraId="3F4DF388" w14:textId="77777777" w:rsidR="00E32E62" w:rsidRDefault="005E555A">
            <w:pPr>
              <w:pStyle w:val="afffffffff9"/>
              <w:ind w:firstLineChars="100" w:firstLine="180"/>
              <w:jc w:val="both"/>
            </w:pPr>
            <w:r>
              <w:rPr>
                <w:rFonts w:hint="eastAsia"/>
              </w:rPr>
              <w:t>参考文献</w:t>
            </w:r>
          </w:p>
        </w:tc>
        <w:tc>
          <w:tcPr>
            <w:tcW w:w="1966" w:type="pct"/>
            <w:shd w:val="clear" w:color="auto" w:fill="auto"/>
            <w:vAlign w:val="center"/>
          </w:tcPr>
          <w:p w14:paraId="2C848339" w14:textId="77777777" w:rsidR="00E32E62" w:rsidRDefault="005E555A">
            <w:pPr>
              <w:pStyle w:val="afffffffff9"/>
              <w:ind w:firstLineChars="100" w:firstLine="180"/>
              <w:jc w:val="left"/>
            </w:pPr>
            <w:r>
              <w:rPr>
                <w:rFonts w:hint="eastAsia"/>
              </w:rPr>
              <w:t>参考文献</w:t>
            </w:r>
          </w:p>
        </w:tc>
        <w:tc>
          <w:tcPr>
            <w:tcW w:w="1365" w:type="pct"/>
            <w:shd w:val="clear" w:color="auto" w:fill="auto"/>
            <w:vAlign w:val="center"/>
          </w:tcPr>
          <w:p w14:paraId="72AADAE0" w14:textId="77777777" w:rsidR="00E32E62" w:rsidRDefault="005E555A">
            <w:pPr>
              <w:pStyle w:val="afffffffff9"/>
              <w:ind w:firstLineChars="100" w:firstLine="180"/>
              <w:jc w:val="both"/>
            </w:pPr>
            <w:r>
              <w:rPr>
                <w:rFonts w:hint="eastAsia"/>
              </w:rPr>
              <w:t>五号黑体</w:t>
            </w:r>
          </w:p>
        </w:tc>
      </w:tr>
      <w:tr w:rsidR="00E32E62" w14:paraId="7890A441" w14:textId="77777777">
        <w:trPr>
          <w:jc w:val="center"/>
        </w:trPr>
        <w:tc>
          <w:tcPr>
            <w:tcW w:w="762" w:type="pct"/>
            <w:vMerge/>
            <w:shd w:val="clear" w:color="auto" w:fill="auto"/>
            <w:vAlign w:val="center"/>
          </w:tcPr>
          <w:p w14:paraId="3352119E" w14:textId="77777777" w:rsidR="00E32E62" w:rsidRDefault="00E32E62">
            <w:pPr>
              <w:pStyle w:val="afffffffff9"/>
            </w:pPr>
          </w:p>
        </w:tc>
        <w:tc>
          <w:tcPr>
            <w:tcW w:w="907" w:type="pct"/>
            <w:vMerge/>
            <w:shd w:val="clear" w:color="auto" w:fill="auto"/>
            <w:vAlign w:val="center"/>
          </w:tcPr>
          <w:p w14:paraId="6E7AACAB" w14:textId="77777777" w:rsidR="00E32E62" w:rsidRDefault="00E32E62">
            <w:pPr>
              <w:pStyle w:val="afffffffff9"/>
              <w:ind w:firstLineChars="100" w:firstLine="180"/>
              <w:jc w:val="both"/>
            </w:pPr>
          </w:p>
        </w:tc>
        <w:tc>
          <w:tcPr>
            <w:tcW w:w="1966" w:type="pct"/>
            <w:shd w:val="clear" w:color="auto" w:fill="auto"/>
            <w:vAlign w:val="center"/>
          </w:tcPr>
          <w:p w14:paraId="733F06E4" w14:textId="77777777" w:rsidR="00E32E62" w:rsidRDefault="005E555A">
            <w:pPr>
              <w:pStyle w:val="afffffffff9"/>
              <w:ind w:firstLineChars="100" w:firstLine="180"/>
              <w:jc w:val="left"/>
            </w:pPr>
            <w:r>
              <w:rPr>
                <w:rFonts w:hint="eastAsia"/>
              </w:rPr>
              <w:t>参考文献内容</w:t>
            </w:r>
          </w:p>
        </w:tc>
        <w:tc>
          <w:tcPr>
            <w:tcW w:w="1365" w:type="pct"/>
            <w:shd w:val="clear" w:color="auto" w:fill="auto"/>
            <w:vAlign w:val="center"/>
          </w:tcPr>
          <w:p w14:paraId="53F852E3" w14:textId="77777777" w:rsidR="00E32E62" w:rsidRDefault="005E555A">
            <w:pPr>
              <w:pStyle w:val="afffffffff9"/>
              <w:ind w:firstLineChars="100" w:firstLine="180"/>
              <w:jc w:val="both"/>
            </w:pPr>
            <w:r>
              <w:rPr>
                <w:rFonts w:hint="eastAsia"/>
              </w:rPr>
              <w:t>五号宋体</w:t>
            </w:r>
          </w:p>
        </w:tc>
      </w:tr>
      <w:tr w:rsidR="00E32E62" w14:paraId="2452F045" w14:textId="77777777">
        <w:trPr>
          <w:jc w:val="center"/>
        </w:trPr>
        <w:tc>
          <w:tcPr>
            <w:tcW w:w="762" w:type="pct"/>
            <w:vMerge w:val="restart"/>
            <w:shd w:val="clear" w:color="auto" w:fill="auto"/>
            <w:vAlign w:val="center"/>
          </w:tcPr>
          <w:p w14:paraId="5FFA50FD" w14:textId="77777777" w:rsidR="00E32E62" w:rsidRDefault="005E555A">
            <w:pPr>
              <w:pStyle w:val="afffffffff9"/>
            </w:pPr>
            <w:r>
              <w:t>结尾部分</w:t>
            </w:r>
          </w:p>
        </w:tc>
        <w:tc>
          <w:tcPr>
            <w:tcW w:w="907" w:type="pct"/>
            <w:vMerge w:val="restart"/>
            <w:shd w:val="clear" w:color="auto" w:fill="auto"/>
            <w:vAlign w:val="center"/>
          </w:tcPr>
          <w:p w14:paraId="2101F206" w14:textId="77777777" w:rsidR="00E32E62" w:rsidRDefault="005E555A">
            <w:pPr>
              <w:pStyle w:val="afffffffff9"/>
              <w:ind w:firstLineChars="100" w:firstLine="180"/>
              <w:jc w:val="both"/>
            </w:pPr>
            <w:r>
              <w:t>附</w:t>
            </w:r>
            <w:r>
              <w:rPr>
                <w:rFonts w:hint="eastAsia"/>
              </w:rPr>
              <w:t>录</w:t>
            </w:r>
          </w:p>
        </w:tc>
        <w:tc>
          <w:tcPr>
            <w:tcW w:w="1966" w:type="pct"/>
            <w:shd w:val="clear" w:color="auto" w:fill="auto"/>
            <w:vAlign w:val="center"/>
          </w:tcPr>
          <w:p w14:paraId="62AE8A2C" w14:textId="77777777" w:rsidR="00E32E62" w:rsidRDefault="005E555A">
            <w:pPr>
              <w:pStyle w:val="afffffffff9"/>
              <w:ind w:firstLineChars="100" w:firstLine="180"/>
              <w:jc w:val="both"/>
            </w:pPr>
            <w:r>
              <w:rPr>
                <w:rFonts w:hint="eastAsia"/>
              </w:rPr>
              <w:t>附录编号、标题</w:t>
            </w:r>
          </w:p>
        </w:tc>
        <w:tc>
          <w:tcPr>
            <w:tcW w:w="1365" w:type="pct"/>
            <w:shd w:val="clear" w:color="auto" w:fill="auto"/>
            <w:vAlign w:val="center"/>
          </w:tcPr>
          <w:p w14:paraId="5CF7AA73" w14:textId="77777777" w:rsidR="00E32E62" w:rsidRDefault="005E555A">
            <w:pPr>
              <w:pStyle w:val="afffffffff9"/>
              <w:ind w:firstLineChars="100" w:firstLine="180"/>
              <w:jc w:val="both"/>
            </w:pPr>
            <w:r>
              <w:rPr>
                <w:rFonts w:hint="eastAsia"/>
              </w:rPr>
              <w:t>五号黑体</w:t>
            </w:r>
          </w:p>
        </w:tc>
      </w:tr>
      <w:tr w:rsidR="00E32E62" w14:paraId="0B359680" w14:textId="77777777">
        <w:trPr>
          <w:jc w:val="center"/>
        </w:trPr>
        <w:tc>
          <w:tcPr>
            <w:tcW w:w="762" w:type="pct"/>
            <w:vMerge/>
            <w:shd w:val="clear" w:color="auto" w:fill="auto"/>
            <w:vAlign w:val="center"/>
          </w:tcPr>
          <w:p w14:paraId="1CD84F86" w14:textId="77777777" w:rsidR="00E32E62" w:rsidRDefault="00E32E62">
            <w:pPr>
              <w:pStyle w:val="afffffffff9"/>
            </w:pPr>
          </w:p>
        </w:tc>
        <w:tc>
          <w:tcPr>
            <w:tcW w:w="907" w:type="pct"/>
            <w:vMerge/>
            <w:shd w:val="clear" w:color="auto" w:fill="auto"/>
            <w:vAlign w:val="center"/>
          </w:tcPr>
          <w:p w14:paraId="316F93F5" w14:textId="77777777" w:rsidR="00E32E62" w:rsidRDefault="00E32E62">
            <w:pPr>
              <w:pStyle w:val="afffffffff9"/>
              <w:jc w:val="both"/>
            </w:pPr>
          </w:p>
        </w:tc>
        <w:tc>
          <w:tcPr>
            <w:tcW w:w="1966" w:type="pct"/>
            <w:shd w:val="clear" w:color="auto" w:fill="auto"/>
            <w:vAlign w:val="center"/>
          </w:tcPr>
          <w:p w14:paraId="208BF466" w14:textId="77777777" w:rsidR="00E32E62" w:rsidRDefault="005E555A">
            <w:pPr>
              <w:pStyle w:val="afffffffff9"/>
              <w:ind w:firstLineChars="100" w:firstLine="180"/>
              <w:jc w:val="both"/>
            </w:pPr>
            <w:r>
              <w:rPr>
                <w:rFonts w:hint="eastAsia"/>
              </w:rPr>
              <w:t>附录内容</w:t>
            </w:r>
          </w:p>
        </w:tc>
        <w:tc>
          <w:tcPr>
            <w:tcW w:w="1365" w:type="pct"/>
            <w:shd w:val="clear" w:color="auto" w:fill="auto"/>
            <w:vAlign w:val="center"/>
          </w:tcPr>
          <w:p w14:paraId="342BB117" w14:textId="77777777" w:rsidR="00E32E62" w:rsidRDefault="005E555A">
            <w:pPr>
              <w:pStyle w:val="afffffffff9"/>
              <w:ind w:firstLineChars="100" w:firstLine="180"/>
              <w:jc w:val="both"/>
            </w:pPr>
            <w:r>
              <w:rPr>
                <w:rFonts w:hint="eastAsia"/>
              </w:rPr>
              <w:t>五号宋体</w:t>
            </w:r>
          </w:p>
        </w:tc>
      </w:tr>
      <w:tr w:rsidR="00E32E62" w14:paraId="3E1617AA" w14:textId="77777777">
        <w:trPr>
          <w:jc w:val="center"/>
        </w:trPr>
        <w:tc>
          <w:tcPr>
            <w:tcW w:w="762" w:type="pct"/>
            <w:vMerge/>
            <w:shd w:val="clear" w:color="auto" w:fill="auto"/>
            <w:vAlign w:val="center"/>
          </w:tcPr>
          <w:p w14:paraId="21DB697E" w14:textId="77777777" w:rsidR="00E32E62" w:rsidRDefault="00E32E62">
            <w:pPr>
              <w:pStyle w:val="afffffffff9"/>
            </w:pPr>
          </w:p>
        </w:tc>
        <w:tc>
          <w:tcPr>
            <w:tcW w:w="907" w:type="pct"/>
            <w:vMerge w:val="restart"/>
            <w:shd w:val="clear" w:color="auto" w:fill="auto"/>
            <w:vAlign w:val="center"/>
          </w:tcPr>
          <w:p w14:paraId="796ADB11" w14:textId="77777777" w:rsidR="00E32E62" w:rsidRDefault="005E555A">
            <w:pPr>
              <w:pStyle w:val="afffffffff9"/>
              <w:ind w:firstLineChars="100" w:firstLine="180"/>
              <w:jc w:val="both"/>
            </w:pPr>
            <w:r>
              <w:rPr>
                <w:rFonts w:hint="eastAsia"/>
              </w:rPr>
              <w:t>索引</w:t>
            </w:r>
          </w:p>
        </w:tc>
        <w:tc>
          <w:tcPr>
            <w:tcW w:w="1966" w:type="pct"/>
            <w:shd w:val="clear" w:color="auto" w:fill="auto"/>
            <w:vAlign w:val="center"/>
          </w:tcPr>
          <w:p w14:paraId="13630248" w14:textId="77777777" w:rsidR="00E32E62" w:rsidRDefault="005E555A">
            <w:pPr>
              <w:pStyle w:val="afffffffff9"/>
              <w:ind w:firstLineChars="100" w:firstLine="180"/>
              <w:jc w:val="both"/>
            </w:pPr>
            <w:r>
              <w:rPr>
                <w:rFonts w:hint="eastAsia"/>
              </w:rPr>
              <w:t>索引</w:t>
            </w:r>
          </w:p>
        </w:tc>
        <w:tc>
          <w:tcPr>
            <w:tcW w:w="1365" w:type="pct"/>
            <w:shd w:val="clear" w:color="auto" w:fill="auto"/>
            <w:vAlign w:val="center"/>
          </w:tcPr>
          <w:p w14:paraId="585B353C" w14:textId="77777777" w:rsidR="00E32E62" w:rsidRDefault="005E555A">
            <w:pPr>
              <w:pStyle w:val="afffffffff9"/>
              <w:ind w:firstLineChars="100" w:firstLine="180"/>
              <w:jc w:val="both"/>
            </w:pPr>
            <w:r>
              <w:rPr>
                <w:rFonts w:hint="eastAsia"/>
              </w:rPr>
              <w:t>五号黑体</w:t>
            </w:r>
          </w:p>
        </w:tc>
      </w:tr>
      <w:tr w:rsidR="00E32E62" w14:paraId="06811221" w14:textId="77777777">
        <w:trPr>
          <w:jc w:val="center"/>
        </w:trPr>
        <w:tc>
          <w:tcPr>
            <w:tcW w:w="762" w:type="pct"/>
            <w:vMerge/>
            <w:tcBorders>
              <w:bottom w:val="single" w:sz="8" w:space="0" w:color="auto"/>
            </w:tcBorders>
            <w:shd w:val="clear" w:color="auto" w:fill="auto"/>
            <w:vAlign w:val="center"/>
          </w:tcPr>
          <w:p w14:paraId="70969891" w14:textId="77777777" w:rsidR="00E32E62" w:rsidRDefault="00E32E62">
            <w:pPr>
              <w:pStyle w:val="afffffffff9"/>
            </w:pPr>
          </w:p>
        </w:tc>
        <w:tc>
          <w:tcPr>
            <w:tcW w:w="907" w:type="pct"/>
            <w:vMerge/>
            <w:tcBorders>
              <w:bottom w:val="single" w:sz="8" w:space="0" w:color="auto"/>
            </w:tcBorders>
            <w:shd w:val="clear" w:color="auto" w:fill="auto"/>
            <w:vAlign w:val="center"/>
          </w:tcPr>
          <w:p w14:paraId="5C67DB46" w14:textId="77777777" w:rsidR="00E32E62" w:rsidRDefault="00E32E62">
            <w:pPr>
              <w:pStyle w:val="afffffffff9"/>
            </w:pPr>
          </w:p>
        </w:tc>
        <w:tc>
          <w:tcPr>
            <w:tcW w:w="1966" w:type="pct"/>
            <w:tcBorders>
              <w:bottom w:val="single" w:sz="8" w:space="0" w:color="auto"/>
            </w:tcBorders>
            <w:shd w:val="clear" w:color="auto" w:fill="auto"/>
            <w:vAlign w:val="center"/>
          </w:tcPr>
          <w:p w14:paraId="1753FC27" w14:textId="77777777" w:rsidR="00E32E62" w:rsidRDefault="005E555A">
            <w:pPr>
              <w:pStyle w:val="afffffffff9"/>
              <w:ind w:firstLineChars="100" w:firstLine="180"/>
              <w:jc w:val="both"/>
            </w:pPr>
            <w:r>
              <w:rPr>
                <w:rFonts w:hint="eastAsia"/>
              </w:rPr>
              <w:t>索引内容</w:t>
            </w:r>
          </w:p>
        </w:tc>
        <w:tc>
          <w:tcPr>
            <w:tcW w:w="1365" w:type="pct"/>
            <w:tcBorders>
              <w:bottom w:val="single" w:sz="8" w:space="0" w:color="auto"/>
            </w:tcBorders>
            <w:shd w:val="clear" w:color="auto" w:fill="auto"/>
            <w:vAlign w:val="center"/>
          </w:tcPr>
          <w:p w14:paraId="0BFD10FB" w14:textId="77777777" w:rsidR="00E32E62" w:rsidRDefault="005E555A">
            <w:pPr>
              <w:pStyle w:val="afffffffff9"/>
              <w:ind w:firstLineChars="100" w:firstLine="180"/>
              <w:jc w:val="both"/>
            </w:pPr>
            <w:r>
              <w:rPr>
                <w:rFonts w:hint="eastAsia"/>
              </w:rPr>
              <w:t>五号宋体</w:t>
            </w:r>
          </w:p>
        </w:tc>
      </w:tr>
    </w:tbl>
    <w:p w14:paraId="20A11E28" w14:textId="77777777" w:rsidR="00E32E62" w:rsidRDefault="00E32E62">
      <w:pPr>
        <w:pStyle w:val="afffff5"/>
        <w:ind w:firstLine="420"/>
      </w:pPr>
    </w:p>
    <w:p w14:paraId="600EB7C6" w14:textId="77777777" w:rsidR="00E32E62" w:rsidRDefault="00E32E62">
      <w:pPr>
        <w:spacing w:before="63"/>
        <w:sectPr w:rsidR="00E32E62" w:rsidSect="004C234E">
          <w:headerReference w:type="even" r:id="rId33"/>
          <w:headerReference w:type="default" r:id="rId34"/>
          <w:footerReference w:type="even" r:id="rId35"/>
          <w:footerReference w:type="default" r:id="rId36"/>
          <w:pgSz w:w="11906" w:h="16838"/>
          <w:pgMar w:top="1928" w:right="1134" w:bottom="1134" w:left="1134" w:header="1418" w:footer="1134" w:gutter="284"/>
          <w:cols w:space="425"/>
          <w:formProt w:val="0"/>
          <w:docGrid w:linePitch="312"/>
        </w:sectPr>
      </w:pPr>
      <w:bookmarkStart w:id="600" w:name="BookMark6"/>
      <w:bookmarkEnd w:id="537"/>
    </w:p>
    <w:p w14:paraId="2FAD1F91" w14:textId="77777777" w:rsidR="00E32E62" w:rsidRDefault="005E555A">
      <w:pPr>
        <w:pStyle w:val="afffffc"/>
        <w:spacing w:after="120"/>
      </w:pPr>
      <w:bookmarkStart w:id="601" w:name="_Toc194914911"/>
      <w:bookmarkStart w:id="602" w:name="_Toc194757880"/>
      <w:bookmarkStart w:id="603" w:name="_Toc195089794"/>
      <w:bookmarkStart w:id="604" w:name="_Toc194531171"/>
      <w:bookmarkStart w:id="605" w:name="_Toc195024289"/>
      <w:bookmarkStart w:id="606" w:name="_Toc194908389"/>
      <w:bookmarkStart w:id="607" w:name="_Toc195105285"/>
      <w:bookmarkStart w:id="608" w:name="_Toc195024088"/>
      <w:bookmarkStart w:id="609" w:name="_Toc195709265"/>
      <w:bookmarkStart w:id="610" w:name="_Toc195696586"/>
      <w:bookmarkStart w:id="611" w:name="_Toc195024239"/>
      <w:bookmarkStart w:id="612" w:name="_Toc195712553"/>
      <w:bookmarkStart w:id="613" w:name="_Toc194870730"/>
      <w:bookmarkStart w:id="614" w:name="_Toc194870673"/>
      <w:bookmarkStart w:id="615" w:name="_Toc194872174"/>
      <w:bookmarkStart w:id="616" w:name="_Toc194758240"/>
      <w:bookmarkStart w:id="617" w:name="_Toc194531274"/>
      <w:bookmarkStart w:id="618" w:name="_Toc194871564"/>
      <w:bookmarkStart w:id="619" w:name="_Toc195892516"/>
      <w:bookmarkStart w:id="620" w:name="_Toc195892631"/>
      <w:r>
        <w:rPr>
          <w:rFonts w:hint="eastAsia"/>
          <w:spacing w:val="105"/>
        </w:rPr>
        <w:lastRenderedPageBreak/>
        <w:t>参考文</w:t>
      </w:r>
      <w:r>
        <w:rPr>
          <w:rFonts w:hint="eastAsia"/>
        </w:rPr>
        <w:t>献</w:t>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14:paraId="7542999C" w14:textId="200ACDF5" w:rsidR="00E32E62" w:rsidRDefault="00C26905" w:rsidP="00C26905">
      <w:pPr>
        <w:pStyle w:val="afffff5"/>
        <w:ind w:firstLine="420"/>
      </w:pPr>
      <w:r w:rsidRPr="00C26905">
        <w:t xml:space="preserve">[1] </w:t>
      </w:r>
      <w:r>
        <w:rPr>
          <w:rFonts w:hint="eastAsia"/>
        </w:rPr>
        <w:t xml:space="preserve"> </w:t>
      </w:r>
      <w:r w:rsidR="005E555A">
        <w:rPr>
          <w:rFonts w:hint="eastAsia"/>
        </w:rPr>
        <w:t>GB/T 40147  科技评估通则</w:t>
      </w:r>
    </w:p>
    <w:p w14:paraId="137D02F0" w14:textId="364F8EDD" w:rsidR="00AD0BCF" w:rsidRPr="00AD0BCF" w:rsidRDefault="00AD0BCF" w:rsidP="00AD0BCF">
      <w:pPr>
        <w:pStyle w:val="afffff5"/>
        <w:ind w:firstLineChars="195" w:firstLine="409"/>
      </w:pPr>
      <w:r w:rsidRPr="00AD0BCF">
        <w:t>[2]</w:t>
      </w:r>
      <w:r>
        <w:rPr>
          <w:rFonts w:hint="eastAsia"/>
        </w:rPr>
        <w:t xml:space="preserve">  </w:t>
      </w:r>
      <w:r w:rsidRPr="00AD0BCF">
        <w:rPr>
          <w:rFonts w:hint="eastAsia"/>
        </w:rPr>
        <w:t>GB/T 44731  科技成果评估规范</w:t>
      </w:r>
    </w:p>
    <w:p w14:paraId="170BEACA" w14:textId="49A9D443" w:rsidR="00E32E62" w:rsidRDefault="00C26905" w:rsidP="00C26905">
      <w:pPr>
        <w:pStyle w:val="afffff5"/>
        <w:ind w:firstLine="420"/>
      </w:pPr>
      <w:r w:rsidRPr="00C26905">
        <w:t>[</w:t>
      </w:r>
      <w:r w:rsidR="00AD0BCF">
        <w:rPr>
          <w:rFonts w:hint="eastAsia"/>
        </w:rPr>
        <w:t>3</w:t>
      </w:r>
      <w:r w:rsidRPr="00C26905">
        <w:t>]</w:t>
      </w:r>
      <w:r>
        <w:rPr>
          <w:rFonts w:hint="eastAsia"/>
        </w:rPr>
        <w:t xml:space="preserve">  </w:t>
      </w:r>
      <w:r w:rsidR="005E555A">
        <w:rPr>
          <w:rFonts w:hint="eastAsia"/>
        </w:rPr>
        <w:t>国务院办公厅《关于完善科技成果评估机制的指导意见》（国办发〔2021〕26号）</w:t>
      </w:r>
    </w:p>
    <w:p w14:paraId="3F3AF743" w14:textId="74C9596B" w:rsidR="00E32E62" w:rsidRDefault="00C26905" w:rsidP="00C26905">
      <w:pPr>
        <w:pStyle w:val="afffff5"/>
        <w:ind w:firstLine="420"/>
      </w:pPr>
      <w:r w:rsidRPr="00C26905">
        <w:t>[</w:t>
      </w:r>
      <w:r w:rsidR="00AD0BCF">
        <w:rPr>
          <w:rFonts w:hint="eastAsia"/>
        </w:rPr>
        <w:t>4</w:t>
      </w:r>
      <w:r w:rsidRPr="00C26905">
        <w:t>]</w:t>
      </w:r>
      <w:r>
        <w:rPr>
          <w:rFonts w:hint="eastAsia"/>
        </w:rPr>
        <w:t xml:space="preserve">  </w:t>
      </w:r>
      <w:r w:rsidR="005E555A">
        <w:rPr>
          <w:rFonts w:hint="eastAsia"/>
        </w:rPr>
        <w:t>自治区科技厅等7部门印发《</w:t>
      </w:r>
      <w:bookmarkStart w:id="621" w:name="OLE_LINK41"/>
      <w:bookmarkStart w:id="622" w:name="OLE_LINK40"/>
      <w:r w:rsidR="005E555A">
        <w:rPr>
          <w:rFonts w:hint="eastAsia"/>
        </w:rPr>
        <w:t>广西职务科技成果转化管理改革试点实施方案</w:t>
      </w:r>
      <w:bookmarkEnd w:id="621"/>
      <w:bookmarkEnd w:id="622"/>
      <w:r w:rsidR="005E555A">
        <w:rPr>
          <w:rFonts w:hint="eastAsia"/>
        </w:rPr>
        <w:t>》的通知（桂科发〔2024〕61号）</w:t>
      </w:r>
    </w:p>
    <w:p w14:paraId="542CA1CD" w14:textId="0BDF6E80" w:rsidR="00E32E62" w:rsidRDefault="005E555A">
      <w:pPr>
        <w:spacing w:before="63"/>
        <w:ind w:left="434"/>
        <w:jc w:val="center"/>
      </w:pPr>
      <w:bookmarkStart w:id="623" w:name="BookMark8"/>
      <w:bookmarkEnd w:id="600"/>
      <w:r>
        <w:rPr>
          <w:noProof/>
        </w:rPr>
        <w:drawing>
          <wp:inline distT="0" distB="0" distL="0" distR="0" wp14:anchorId="1F721414" wp14:editId="7678F70A">
            <wp:extent cx="1485900" cy="317500"/>
            <wp:effectExtent l="0" t="0" r="0" b="6350"/>
            <wp:docPr id="289248768" name="图片 5"/>
            <wp:cNvGraphicFramePr/>
            <a:graphic xmlns:a="http://schemas.openxmlformats.org/drawingml/2006/main">
              <a:graphicData uri="http://schemas.openxmlformats.org/drawingml/2006/picture">
                <pic:pic xmlns:pic="http://schemas.openxmlformats.org/drawingml/2006/picture">
                  <pic:nvPicPr>
                    <pic:cNvPr id="289248768" name="图片 5"/>
                    <pic:cNvPicPr/>
                  </pic:nvPicPr>
                  <pic:blipFill>
                    <a:blip r:embed="rId3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23"/>
    </w:p>
    <w:sectPr w:rsidR="00E32E62" w:rsidSect="004C234E">
      <w:headerReference w:type="even" r:id="rId38"/>
      <w:headerReference w:type="default" r:id="rId39"/>
      <w:footerReference w:type="even" r:id="rId40"/>
      <w:footerReference w:type="default" r:id="rId41"/>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526389" w14:textId="77777777" w:rsidR="00211A0F" w:rsidRDefault="00211A0F">
      <w:pPr>
        <w:spacing w:line="240" w:lineRule="auto"/>
      </w:pPr>
      <w:r>
        <w:separator/>
      </w:r>
    </w:p>
  </w:endnote>
  <w:endnote w:type="continuationSeparator" w:id="0">
    <w:p w14:paraId="159C1CF9" w14:textId="77777777" w:rsidR="00211A0F" w:rsidRDefault="00211A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DA5BE" w14:textId="77777777" w:rsidR="00E32E62" w:rsidRDefault="005E555A">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23F92" w14:textId="77777777" w:rsidR="00E32E62" w:rsidRPr="004C234E" w:rsidRDefault="004C234E" w:rsidP="004C234E">
    <w:pPr>
      <w:pStyle w:val="afffff1"/>
    </w:pPr>
    <w:r>
      <w:fldChar w:fldCharType="begin"/>
    </w:r>
    <w:r>
      <w:instrText xml:space="preserve"> PAGE   \* MERGEFORMAT \* MERGEFORMAT </w:instrText>
    </w:r>
    <w:r>
      <w:fldChar w:fldCharType="separate"/>
    </w:r>
    <w:r>
      <w:rPr>
        <w:noProof/>
      </w:rPr>
      <w:t>1</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5766B" w14:textId="77777777" w:rsidR="00E32E62" w:rsidRDefault="005E555A" w:rsidP="004C234E">
    <w:pPr>
      <w:pStyle w:val="afffff2"/>
    </w:pPr>
    <w:r>
      <w:fldChar w:fldCharType="begin"/>
    </w:r>
    <w:r>
      <w:instrText>PAGE   \* MERGEFORMAT</w:instrText>
    </w:r>
    <w:r>
      <w:fldChar w:fldCharType="separate"/>
    </w:r>
    <w:r w:rsidR="004C234E" w:rsidRPr="004C234E">
      <w:rPr>
        <w:noProof/>
        <w:lang w:val="zh-CN"/>
      </w:rPr>
      <w:t>5</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19BAE" w14:textId="77777777" w:rsidR="00E32E62" w:rsidRPr="004C234E" w:rsidRDefault="004C234E" w:rsidP="004C234E">
    <w:pPr>
      <w:pStyle w:val="afffff1"/>
    </w:pPr>
    <w:r>
      <w:fldChar w:fldCharType="begin"/>
    </w:r>
    <w:r>
      <w:instrText xml:space="preserve"> PAGE   \* MERGEFORMAT \* MERGEFORMAT </w:instrText>
    </w:r>
    <w:r>
      <w:fldChar w:fldCharType="separate"/>
    </w:r>
    <w:r>
      <w:rPr>
        <w:noProof/>
      </w:rPr>
      <w:t>20</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18715" w14:textId="77777777" w:rsidR="00E32E62" w:rsidRDefault="005E555A" w:rsidP="004C234E">
    <w:pPr>
      <w:pStyle w:val="afffff2"/>
    </w:pPr>
    <w:r>
      <w:fldChar w:fldCharType="begin"/>
    </w:r>
    <w:r>
      <w:instrText>PAGE   \* MERGEFORMAT</w:instrText>
    </w:r>
    <w:r>
      <w:fldChar w:fldCharType="separate"/>
    </w:r>
    <w:r w:rsidR="004C234E" w:rsidRPr="004C234E">
      <w:rPr>
        <w:noProof/>
        <w:lang w:val="zh-CN"/>
      </w:rPr>
      <w:t>21</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229D3" w14:textId="77777777" w:rsidR="00E32E62" w:rsidRPr="004C234E" w:rsidRDefault="004C234E" w:rsidP="004C234E">
    <w:pPr>
      <w:pStyle w:val="afffff1"/>
    </w:pPr>
    <w:r>
      <w:fldChar w:fldCharType="begin"/>
    </w:r>
    <w:r>
      <w:instrText xml:space="preserve"> PAGE   \* MERGEFORMAT \* MERGEFORMAT </w:instrText>
    </w:r>
    <w:r>
      <w:fldChar w:fldCharType="separate"/>
    </w:r>
    <w:r>
      <w:rPr>
        <w:noProof/>
      </w:rPr>
      <w:t>22</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D987E" w14:textId="77777777" w:rsidR="00E32E62" w:rsidRDefault="005E555A" w:rsidP="004C234E">
    <w:pPr>
      <w:pStyle w:val="afffff2"/>
    </w:pPr>
    <w:r>
      <w:fldChar w:fldCharType="begin"/>
    </w:r>
    <w:r>
      <w:instrText>PAGE   \* MERGEFORMAT</w:instrText>
    </w:r>
    <w:r>
      <w:fldChar w:fldCharType="separate"/>
    </w:r>
    <w:r>
      <w:rPr>
        <w:lang w:val="zh-CN"/>
      </w:rPr>
      <w:t>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C132B" w14:textId="77777777" w:rsidR="00E32E62" w:rsidRDefault="00E32E62">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1114A" w14:textId="77777777" w:rsidR="00E32E62" w:rsidRDefault="00E32E62">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4F2B5" w14:textId="77777777" w:rsidR="004C234E" w:rsidRPr="004C234E" w:rsidRDefault="004C234E" w:rsidP="004C234E">
    <w:pPr>
      <w:pStyle w:val="afffff1"/>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97564" w14:textId="77777777" w:rsidR="004C234E" w:rsidRDefault="004C234E" w:rsidP="004C234E">
    <w:pPr>
      <w:pStyle w:val="afffff2"/>
    </w:pPr>
    <w:r>
      <w:fldChar w:fldCharType="begin"/>
    </w:r>
    <w:r>
      <w:instrText>PAGE   \* MERGEFORMAT</w:instrText>
    </w:r>
    <w:r>
      <w:fldChar w:fldCharType="separate"/>
    </w:r>
    <w:r w:rsidRPr="004C234E">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B9469" w14:textId="77777777" w:rsidR="004C234E" w:rsidRPr="004C234E" w:rsidRDefault="004C234E" w:rsidP="004C234E">
    <w:pPr>
      <w:pStyle w:val="afffff1"/>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E2475" w14:textId="77777777" w:rsidR="004C234E" w:rsidRDefault="004C234E" w:rsidP="004C234E">
    <w:pPr>
      <w:pStyle w:val="afffff2"/>
    </w:pPr>
    <w:r>
      <w:fldChar w:fldCharType="begin"/>
    </w:r>
    <w:r>
      <w:instrText>PAGE   \* MERGEFORMAT</w:instrText>
    </w:r>
    <w:r>
      <w:fldChar w:fldCharType="separate"/>
    </w:r>
    <w:r w:rsidRPr="004C234E">
      <w:rPr>
        <w:noProof/>
        <w:lang w:val="zh-CN"/>
      </w:rPr>
      <w:t>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ED5B5" w14:textId="77777777" w:rsidR="00E32E62" w:rsidRPr="004C234E" w:rsidRDefault="004C234E" w:rsidP="004C234E">
    <w:pPr>
      <w:pStyle w:val="afffff1"/>
    </w:pPr>
    <w:r>
      <w:fldChar w:fldCharType="begin"/>
    </w:r>
    <w:r>
      <w:instrText xml:space="preserve"> PAGE   \* MERGEFORMAT \* MERGEFORMAT </w:instrText>
    </w:r>
    <w:r>
      <w:fldChar w:fldCharType="separate"/>
    </w:r>
    <w:r>
      <w:rPr>
        <w:noProof/>
      </w:rPr>
      <w:t>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11B3F" w14:textId="77777777" w:rsidR="00E32E62" w:rsidRDefault="005E555A" w:rsidP="004C234E">
    <w:pPr>
      <w:pStyle w:val="afffff2"/>
    </w:pPr>
    <w:r>
      <w:fldChar w:fldCharType="begin"/>
    </w:r>
    <w:r>
      <w:instrText>PAGE   \* MERGEFORMAT</w:instrText>
    </w:r>
    <w:r>
      <w:fldChar w:fldCharType="separate"/>
    </w:r>
    <w:r w:rsidR="004C234E" w:rsidRPr="004C234E">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475DED" w14:textId="77777777" w:rsidR="00211A0F" w:rsidRDefault="00211A0F">
      <w:pPr>
        <w:spacing w:line="240" w:lineRule="auto"/>
      </w:pPr>
      <w:r>
        <w:separator/>
      </w:r>
    </w:p>
  </w:footnote>
  <w:footnote w:type="continuationSeparator" w:id="0">
    <w:p w14:paraId="7A88F12B" w14:textId="77777777" w:rsidR="00211A0F" w:rsidRDefault="00211A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C72D5" w14:textId="77777777" w:rsidR="00E32E62" w:rsidRDefault="00E32E62">
    <w:pPr>
      <w:pStyle w:val="affff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CA91A" w14:textId="77777777" w:rsidR="00E32E62" w:rsidRPr="004C234E" w:rsidRDefault="004C234E" w:rsidP="004C234E">
    <w:pPr>
      <w:pStyle w:val="afffffb"/>
      <w:rPr>
        <w:rFonts w:hint="eastAsia"/>
      </w:rPr>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21368" w14:textId="2048F3BF" w:rsidR="00E32E62" w:rsidRDefault="005E555A" w:rsidP="004C234E">
    <w:pPr>
      <w:pStyle w:val="afffffa"/>
      <w:rPr>
        <w:rFonts w:hint="eastAsia"/>
      </w:rPr>
    </w:pPr>
    <w:r>
      <w:fldChar w:fldCharType="begin"/>
    </w:r>
    <w:r>
      <w:instrText xml:space="preserve"> STYLEREF  标准文件_文件编号  \* MERGEFORMAT </w:instrText>
    </w:r>
    <w:r>
      <w:fldChar w:fldCharType="separate"/>
    </w:r>
    <w:r w:rsidR="00DF5A9C">
      <w:rPr>
        <w:rFonts w:hint="eastAsia"/>
        <w:noProof/>
      </w:rPr>
      <w:t>T/GXAS XXXX—XXXX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E62B5" w14:textId="0FB32F77" w:rsidR="00E32E62" w:rsidRPr="004C234E" w:rsidRDefault="004C234E" w:rsidP="004C234E">
    <w:pPr>
      <w:pStyle w:val="afffffb"/>
      <w:rPr>
        <w:rFonts w:hint="eastAsia"/>
      </w:rPr>
    </w:pPr>
    <w:r>
      <w:fldChar w:fldCharType="begin"/>
    </w:r>
    <w:r>
      <w:instrText xml:space="preserve"> STYLEREF  标准文件_文件编号 \* MERGEFORMAT </w:instrText>
    </w:r>
    <w:r>
      <w:fldChar w:fldCharType="separate"/>
    </w:r>
    <w:r w:rsidR="00DF5A9C">
      <w:rPr>
        <w:rFonts w:hint="eastAsia"/>
        <w:noProof/>
      </w:rPr>
      <w:t>T/GXAS XXXX—XXXX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45735" w14:textId="46179C69" w:rsidR="00E32E62" w:rsidRDefault="005E555A" w:rsidP="004C234E">
    <w:pPr>
      <w:pStyle w:val="afffffa"/>
      <w:rPr>
        <w:rFonts w:hint="eastAsia"/>
      </w:rPr>
    </w:pPr>
    <w:r>
      <w:fldChar w:fldCharType="begin"/>
    </w:r>
    <w:r>
      <w:instrText xml:space="preserve"> STYLEREF  标准文件_文件编号  \* MERGEFORMAT </w:instrText>
    </w:r>
    <w:r>
      <w:fldChar w:fldCharType="separate"/>
    </w:r>
    <w:r w:rsidR="00DF5A9C">
      <w:rPr>
        <w:rFonts w:hint="eastAsia"/>
        <w:noProof/>
      </w:rPr>
      <w:t>T/GXAS XXXX—XXXX</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C1E73" w14:textId="2D5DAEC1" w:rsidR="00E32E62" w:rsidRPr="004C234E" w:rsidRDefault="004C234E" w:rsidP="004C234E">
    <w:pPr>
      <w:pStyle w:val="afffffb"/>
      <w:rPr>
        <w:rFonts w:hint="eastAsia"/>
      </w:rPr>
    </w:pPr>
    <w:r>
      <w:fldChar w:fldCharType="begin"/>
    </w:r>
    <w:r>
      <w:instrText xml:space="preserve"> STYLEREF  标准文件_文件编号 \* MERGEFORMAT </w:instrText>
    </w:r>
    <w:r>
      <w:fldChar w:fldCharType="separate"/>
    </w:r>
    <w:r w:rsidR="00DF5A9C">
      <w:rPr>
        <w:rFonts w:hint="eastAsia"/>
        <w:noProof/>
      </w:rPr>
      <w:t>T/GXAS XXXX—XXXX</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BEA62" w14:textId="77777777" w:rsidR="00E32E62" w:rsidRDefault="005E555A" w:rsidP="004C234E">
    <w:pPr>
      <w:pStyle w:val="afffffa"/>
      <w:rPr>
        <w:rFonts w:hint="eastAsia"/>
      </w:rPr>
    </w:pPr>
    <w:r>
      <w:fldChar w:fldCharType="begin"/>
    </w:r>
    <w:r>
      <w:instrText xml:space="preserve"> STYLEREF  标准文件_文件编号  \* MERGEFORMAT </w:instrText>
    </w:r>
    <w:r>
      <w:fldChar w:fldCharType="separate"/>
    </w:r>
    <w:r>
      <w:t>T/GXAS XXXX</w:t>
    </w:r>
    <w:r>
      <w:t>—</w:t>
    </w:r>
    <w: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B9B2F" w14:textId="77777777" w:rsidR="00E32E62" w:rsidRDefault="005E555A">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225F0" w14:textId="77777777" w:rsidR="00E32E62" w:rsidRDefault="00E32E62">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14AC5" w14:textId="77777777" w:rsidR="004C234E" w:rsidRPr="004C234E" w:rsidRDefault="004C234E" w:rsidP="004C234E">
    <w:pPr>
      <w:pStyle w:val="afffffb"/>
      <w:rPr>
        <w:rFonts w:hint="eastAsia"/>
      </w:rPr>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2E454" w14:textId="6DB8C530" w:rsidR="004C234E" w:rsidRDefault="004C234E" w:rsidP="004C234E">
    <w:pPr>
      <w:pStyle w:val="afffffa"/>
      <w:rPr>
        <w:rFonts w:hint="eastAsia"/>
      </w:rPr>
    </w:pPr>
    <w:r>
      <w:fldChar w:fldCharType="begin"/>
    </w:r>
    <w:r>
      <w:instrText xml:space="preserve"> STYLEREF  标准文件_文件编号  \* MERGEFORMAT </w:instrText>
    </w:r>
    <w:r>
      <w:fldChar w:fldCharType="separate"/>
    </w:r>
    <w:r w:rsidR="00DF5A9C">
      <w:rPr>
        <w:rFonts w:hint="eastAsia"/>
        <w:noProof/>
      </w:rPr>
      <w:t>T/GXAS XXXX—XXXX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092D8" w14:textId="08A0AE69" w:rsidR="004C234E" w:rsidRPr="004C234E" w:rsidRDefault="004C234E" w:rsidP="004C234E">
    <w:pPr>
      <w:pStyle w:val="afffffb"/>
      <w:rPr>
        <w:rFonts w:hint="eastAsia"/>
      </w:rPr>
    </w:pPr>
    <w:r>
      <w:fldChar w:fldCharType="begin"/>
    </w:r>
    <w:r>
      <w:instrText xml:space="preserve"> STYLEREF  标准文件_文件编号 \* MERGEFORMAT </w:instrText>
    </w:r>
    <w:r>
      <w:fldChar w:fldCharType="separate"/>
    </w:r>
    <w:r w:rsidR="00DF5A9C">
      <w:rPr>
        <w:rFonts w:hint="eastAsia"/>
        <w:noProof/>
      </w:rPr>
      <w:t>T/GXAS XXXX—XXXX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3E7BF" w14:textId="77777777" w:rsidR="004C234E" w:rsidRDefault="004C234E" w:rsidP="004C234E">
    <w:pPr>
      <w:pStyle w:val="afffffa"/>
      <w:rPr>
        <w:rFonts w:hint="eastAsia"/>
      </w:rPr>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C74E7" w14:textId="6A7E6C09" w:rsidR="00E32E62" w:rsidRPr="004C234E" w:rsidRDefault="004C234E" w:rsidP="004C234E">
    <w:pPr>
      <w:pStyle w:val="afffffb"/>
      <w:rPr>
        <w:rFonts w:hint="eastAsia"/>
      </w:rPr>
    </w:pPr>
    <w:r>
      <w:fldChar w:fldCharType="begin"/>
    </w:r>
    <w:r>
      <w:instrText xml:space="preserve"> STYLEREF  标准文件_文件编号 \* MERGEFORMAT </w:instrText>
    </w:r>
    <w:r>
      <w:fldChar w:fldCharType="separate"/>
    </w:r>
    <w:r w:rsidR="00DF5A9C">
      <w:rPr>
        <w:rFonts w:hint="eastAsia"/>
        <w:noProof/>
      </w:rPr>
      <w:t>T/GXAS XXXX—XXXX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74C26" w14:textId="71F8364E" w:rsidR="00E32E62" w:rsidRDefault="005E555A" w:rsidP="004C234E">
    <w:pPr>
      <w:pStyle w:val="afffffa"/>
      <w:rPr>
        <w:rFonts w:hint="eastAsia"/>
      </w:rPr>
    </w:pPr>
    <w:r>
      <w:fldChar w:fldCharType="begin"/>
    </w:r>
    <w:r>
      <w:instrText xml:space="preserve"> STYLEREF  标准文件_文件编号  \* MERGEFORMAT </w:instrText>
    </w:r>
    <w:r>
      <w:fldChar w:fldCharType="separate"/>
    </w:r>
    <w:r w:rsidR="00DF5A9C">
      <w:rPr>
        <w:rFonts w:hint="eastAsia"/>
        <w:noProof/>
      </w:rPr>
      <w:t>T/GXAS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76F348C"/>
    <w:multiLevelType w:val="multilevel"/>
    <w:tmpl w:val="176F348C"/>
    <w:lvl w:ilvl="0">
      <w:start w:val="1"/>
      <w:numFmt w:val="japaneseCounting"/>
      <w:lvlText w:val="%1、"/>
      <w:lvlJc w:val="left"/>
      <w:pPr>
        <w:ind w:left="720" w:hanging="360"/>
      </w:pPr>
      <w:rPr>
        <w:rFonts w:hint="default"/>
      </w:rPr>
    </w:lvl>
    <w:lvl w:ilvl="1">
      <w:start w:val="1"/>
      <w:numFmt w:val="lowerLetter"/>
      <w:lvlText w:val="%2)"/>
      <w:lvlJc w:val="left"/>
      <w:pPr>
        <w:ind w:left="1240" w:hanging="440"/>
      </w:pPr>
    </w:lvl>
    <w:lvl w:ilvl="2">
      <w:start w:val="1"/>
      <w:numFmt w:val="lowerRoman"/>
      <w:lvlText w:val="%3."/>
      <w:lvlJc w:val="right"/>
      <w:pPr>
        <w:ind w:left="1680" w:hanging="440"/>
      </w:pPr>
    </w:lvl>
    <w:lvl w:ilvl="3">
      <w:start w:val="1"/>
      <w:numFmt w:val="decimal"/>
      <w:lvlText w:val="%4."/>
      <w:lvlJc w:val="left"/>
      <w:pPr>
        <w:ind w:left="2120" w:hanging="440"/>
      </w:pPr>
    </w:lvl>
    <w:lvl w:ilvl="4">
      <w:start w:val="1"/>
      <w:numFmt w:val="lowerLetter"/>
      <w:lvlText w:val="%5)"/>
      <w:lvlJc w:val="left"/>
      <w:pPr>
        <w:ind w:left="2560" w:hanging="440"/>
      </w:pPr>
    </w:lvl>
    <w:lvl w:ilvl="5">
      <w:start w:val="1"/>
      <w:numFmt w:val="lowerRoman"/>
      <w:lvlText w:val="%6."/>
      <w:lvlJc w:val="right"/>
      <w:pPr>
        <w:ind w:left="3000" w:hanging="440"/>
      </w:pPr>
    </w:lvl>
    <w:lvl w:ilvl="6">
      <w:start w:val="1"/>
      <w:numFmt w:val="decimal"/>
      <w:lvlText w:val="%7."/>
      <w:lvlJc w:val="left"/>
      <w:pPr>
        <w:ind w:left="3440" w:hanging="440"/>
      </w:pPr>
    </w:lvl>
    <w:lvl w:ilvl="7">
      <w:start w:val="1"/>
      <w:numFmt w:val="lowerLetter"/>
      <w:lvlText w:val="%8)"/>
      <w:lvlJc w:val="left"/>
      <w:pPr>
        <w:ind w:left="3880" w:hanging="440"/>
      </w:pPr>
    </w:lvl>
    <w:lvl w:ilvl="8">
      <w:start w:val="1"/>
      <w:numFmt w:val="lowerRoman"/>
      <w:lvlText w:val="%9."/>
      <w:lvlJc w:val="right"/>
      <w:pPr>
        <w:ind w:left="4320" w:hanging="440"/>
      </w:p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58725433"/>
    <w:multiLevelType w:val="multilevel"/>
    <w:tmpl w:val="58725433"/>
    <w:lvl w:ilvl="0">
      <w:start w:val="1"/>
      <w:numFmt w:val="decimal"/>
      <w:lvlText w:val="[%1]"/>
      <w:lvlJc w:val="left"/>
      <w:pPr>
        <w:ind w:left="840" w:hanging="420"/>
      </w:pPr>
      <w:rPr>
        <w:rFonts w:ascii="宋体" w:eastAsia="宋体" w:hAnsi="宋体" w:hint="eastAsia"/>
      </w:rPr>
    </w:lvl>
    <w:lvl w:ilvl="1">
      <w:start w:val="1"/>
      <w:numFmt w:val="lowerLetter"/>
      <w:lvlText w:val="%2)"/>
      <w:lvlJc w:val="left"/>
      <w:pPr>
        <w:ind w:left="1260" w:hanging="420"/>
      </w:pPr>
      <w:rPr>
        <w:rFonts w:ascii="Times New Roman" w:hAnsi="Times New Roman" w:cs="Times New Roman" w:hint="default"/>
      </w:rPr>
    </w:lvl>
    <w:lvl w:ilvl="2">
      <w:start w:val="1"/>
      <w:numFmt w:val="lowerRoman"/>
      <w:lvlText w:val="%3."/>
      <w:lvlJc w:val="right"/>
      <w:pPr>
        <w:ind w:left="1680" w:hanging="420"/>
      </w:pPr>
      <w:rPr>
        <w:rFonts w:ascii="Times New Roman" w:hAnsi="Times New Roman" w:cs="Times New Roman" w:hint="default"/>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22"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818766441">
    <w:abstractNumId w:val="0"/>
  </w:num>
  <w:num w:numId="2" w16cid:durableId="1830556541">
    <w:abstractNumId w:val="29"/>
  </w:num>
  <w:num w:numId="3" w16cid:durableId="1396322722">
    <w:abstractNumId w:val="5"/>
  </w:num>
  <w:num w:numId="4" w16cid:durableId="452210193">
    <w:abstractNumId w:val="25"/>
  </w:num>
  <w:num w:numId="5" w16cid:durableId="660890367">
    <w:abstractNumId w:val="19"/>
  </w:num>
  <w:num w:numId="6" w16cid:durableId="1949116510">
    <w:abstractNumId w:val="14"/>
  </w:num>
  <w:num w:numId="7" w16cid:durableId="1550721153">
    <w:abstractNumId w:val="9"/>
  </w:num>
  <w:num w:numId="8" w16cid:durableId="2127380899">
    <w:abstractNumId w:val="3"/>
  </w:num>
  <w:num w:numId="9" w16cid:durableId="272519801">
    <w:abstractNumId w:val="10"/>
  </w:num>
  <w:num w:numId="10" w16cid:durableId="228267649">
    <w:abstractNumId w:val="17"/>
  </w:num>
  <w:num w:numId="11" w16cid:durableId="1954708991">
    <w:abstractNumId w:val="27"/>
  </w:num>
  <w:num w:numId="12" w16cid:durableId="320501077">
    <w:abstractNumId w:val="12"/>
  </w:num>
  <w:num w:numId="13" w16cid:durableId="1319843277">
    <w:abstractNumId w:val="13"/>
  </w:num>
  <w:num w:numId="14" w16cid:durableId="1318463774">
    <w:abstractNumId w:val="8"/>
  </w:num>
  <w:num w:numId="15" w16cid:durableId="167255328">
    <w:abstractNumId w:val="20"/>
  </w:num>
  <w:num w:numId="16" w16cid:durableId="1197894353">
    <w:abstractNumId w:val="23"/>
  </w:num>
  <w:num w:numId="17" w16cid:durableId="1995140809">
    <w:abstractNumId w:val="18"/>
  </w:num>
  <w:num w:numId="18" w16cid:durableId="1643730113">
    <w:abstractNumId w:val="31"/>
  </w:num>
  <w:num w:numId="19" w16cid:durableId="767119726">
    <w:abstractNumId w:val="16"/>
  </w:num>
  <w:num w:numId="20" w16cid:durableId="1739471766">
    <w:abstractNumId w:val="1"/>
  </w:num>
  <w:num w:numId="21" w16cid:durableId="364410013">
    <w:abstractNumId w:val="11"/>
  </w:num>
  <w:num w:numId="22" w16cid:durableId="1934509659">
    <w:abstractNumId w:val="32"/>
  </w:num>
  <w:num w:numId="23" w16cid:durableId="1866211293">
    <w:abstractNumId w:val="22"/>
  </w:num>
  <w:num w:numId="24" w16cid:durableId="1715155605">
    <w:abstractNumId w:val="6"/>
  </w:num>
  <w:num w:numId="25" w16cid:durableId="592204818">
    <w:abstractNumId w:val="28"/>
  </w:num>
  <w:num w:numId="26" w16cid:durableId="2094544632">
    <w:abstractNumId w:val="30"/>
  </w:num>
  <w:num w:numId="27" w16cid:durableId="2038116344">
    <w:abstractNumId w:val="2"/>
  </w:num>
  <w:num w:numId="28" w16cid:durableId="1791240801">
    <w:abstractNumId w:val="4"/>
  </w:num>
  <w:num w:numId="29" w16cid:durableId="1706173401">
    <w:abstractNumId w:val="15"/>
  </w:num>
  <w:num w:numId="30" w16cid:durableId="432287821">
    <w:abstractNumId w:val="26"/>
  </w:num>
  <w:num w:numId="31" w16cid:durableId="772212157">
    <w:abstractNumId w:val="24"/>
  </w:num>
  <w:num w:numId="32" w16cid:durableId="16170625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974196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436212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7824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605308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5146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36654930">
    <w:abstractNumId w:val="7"/>
  </w:num>
  <w:num w:numId="39" w16cid:durableId="18131354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documentProtection w:edit="forms" w:enforcement="1" w:cryptProviderType="rsaFull" w:cryptAlgorithmClass="hash" w:cryptAlgorithmType="typeAny" w:cryptAlgorithmSid="4" w:cryptSpinCount="100000" w:hash="TixRaEGlcaohXWy+U9iuVjFUliM=" w:salt="tapDugnesTkQMrOd87iiw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22D"/>
    <w:rsid w:val="0000040A"/>
    <w:rsid w:val="00000A94"/>
    <w:rsid w:val="00001972"/>
    <w:rsid w:val="00001D9A"/>
    <w:rsid w:val="00006E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0E18"/>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A43"/>
    <w:rsid w:val="00090CA6"/>
    <w:rsid w:val="00092B8A"/>
    <w:rsid w:val="00092FB0"/>
    <w:rsid w:val="000934C5"/>
    <w:rsid w:val="00093D25"/>
    <w:rsid w:val="00093DAB"/>
    <w:rsid w:val="00094D73"/>
    <w:rsid w:val="00096501"/>
    <w:rsid w:val="000968CD"/>
    <w:rsid w:val="00096D63"/>
    <w:rsid w:val="000A0B60"/>
    <w:rsid w:val="000A0EB8"/>
    <w:rsid w:val="000A19FC"/>
    <w:rsid w:val="000A296B"/>
    <w:rsid w:val="000A7311"/>
    <w:rsid w:val="000B060F"/>
    <w:rsid w:val="000B1592"/>
    <w:rsid w:val="000B1FF2"/>
    <w:rsid w:val="000B2ED4"/>
    <w:rsid w:val="000B3CDA"/>
    <w:rsid w:val="000B606B"/>
    <w:rsid w:val="000B6A0B"/>
    <w:rsid w:val="000C0F6C"/>
    <w:rsid w:val="000C11DB"/>
    <w:rsid w:val="000C1492"/>
    <w:rsid w:val="000C2FBD"/>
    <w:rsid w:val="000C4B41"/>
    <w:rsid w:val="000C57D6"/>
    <w:rsid w:val="000C6362"/>
    <w:rsid w:val="000C7666"/>
    <w:rsid w:val="000D0A9C"/>
    <w:rsid w:val="000D1795"/>
    <w:rsid w:val="000D329A"/>
    <w:rsid w:val="000D32E8"/>
    <w:rsid w:val="000D4B9C"/>
    <w:rsid w:val="000D4EB6"/>
    <w:rsid w:val="000D6517"/>
    <w:rsid w:val="000D753B"/>
    <w:rsid w:val="000D7D1B"/>
    <w:rsid w:val="000E4C9E"/>
    <w:rsid w:val="000E6FD7"/>
    <w:rsid w:val="000E7144"/>
    <w:rsid w:val="000F06E1"/>
    <w:rsid w:val="000F0E3C"/>
    <w:rsid w:val="000F19D5"/>
    <w:rsid w:val="000F4050"/>
    <w:rsid w:val="000F4AEA"/>
    <w:rsid w:val="000F67E9"/>
    <w:rsid w:val="000F6807"/>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B35"/>
    <w:rsid w:val="0017340B"/>
    <w:rsid w:val="00173FB1"/>
    <w:rsid w:val="00176DFD"/>
    <w:rsid w:val="001852C9"/>
    <w:rsid w:val="00186737"/>
    <w:rsid w:val="00187A0B"/>
    <w:rsid w:val="00190087"/>
    <w:rsid w:val="001913C4"/>
    <w:rsid w:val="0019348F"/>
    <w:rsid w:val="00193A07"/>
    <w:rsid w:val="00194C95"/>
    <w:rsid w:val="00194D70"/>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186"/>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79"/>
    <w:rsid w:val="00202AA4"/>
    <w:rsid w:val="002031F7"/>
    <w:rsid w:val="002040E6"/>
    <w:rsid w:val="0020527B"/>
    <w:rsid w:val="00205F2C"/>
    <w:rsid w:val="00210B15"/>
    <w:rsid w:val="00211A0F"/>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6237"/>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412"/>
    <w:rsid w:val="002B1966"/>
    <w:rsid w:val="002B33DB"/>
    <w:rsid w:val="002B4508"/>
    <w:rsid w:val="002B5779"/>
    <w:rsid w:val="002B6313"/>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0D64"/>
    <w:rsid w:val="00313B0B"/>
    <w:rsid w:val="00313B85"/>
    <w:rsid w:val="00317988"/>
    <w:rsid w:val="003221B4"/>
    <w:rsid w:val="0032258D"/>
    <w:rsid w:val="00322E62"/>
    <w:rsid w:val="00324D13"/>
    <w:rsid w:val="00324EDD"/>
    <w:rsid w:val="00325D48"/>
    <w:rsid w:val="003331E4"/>
    <w:rsid w:val="00334039"/>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656A"/>
    <w:rsid w:val="003872FC"/>
    <w:rsid w:val="00387ADC"/>
    <w:rsid w:val="00390020"/>
    <w:rsid w:val="003903D6"/>
    <w:rsid w:val="00390EE6"/>
    <w:rsid w:val="0039118F"/>
    <w:rsid w:val="00392AD7"/>
    <w:rsid w:val="003938D9"/>
    <w:rsid w:val="00394376"/>
    <w:rsid w:val="003943FF"/>
    <w:rsid w:val="00394F7A"/>
    <w:rsid w:val="003974EB"/>
    <w:rsid w:val="00397CC5"/>
    <w:rsid w:val="003A11D1"/>
    <w:rsid w:val="003A1582"/>
    <w:rsid w:val="003A29C7"/>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D7938"/>
    <w:rsid w:val="003E019F"/>
    <w:rsid w:val="003E091D"/>
    <w:rsid w:val="003E1C53"/>
    <w:rsid w:val="003E2A69"/>
    <w:rsid w:val="003E2D49"/>
    <w:rsid w:val="003E2FD4"/>
    <w:rsid w:val="003E49F6"/>
    <w:rsid w:val="003E5DA0"/>
    <w:rsid w:val="003E660F"/>
    <w:rsid w:val="003F0841"/>
    <w:rsid w:val="003F23D3"/>
    <w:rsid w:val="003F3F08"/>
    <w:rsid w:val="003F4502"/>
    <w:rsid w:val="003F49F1"/>
    <w:rsid w:val="003F6272"/>
    <w:rsid w:val="00400E72"/>
    <w:rsid w:val="00400EC8"/>
    <w:rsid w:val="00401400"/>
    <w:rsid w:val="00404869"/>
    <w:rsid w:val="00405884"/>
    <w:rsid w:val="00407D39"/>
    <w:rsid w:val="0041477A"/>
    <w:rsid w:val="004167A3"/>
    <w:rsid w:val="00432DAA"/>
    <w:rsid w:val="00434305"/>
    <w:rsid w:val="0043482C"/>
    <w:rsid w:val="00435DF7"/>
    <w:rsid w:val="0043741A"/>
    <w:rsid w:val="0044083F"/>
    <w:rsid w:val="0044129F"/>
    <w:rsid w:val="00441AE7"/>
    <w:rsid w:val="00441E6B"/>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6EFF"/>
    <w:rsid w:val="004C1FBC"/>
    <w:rsid w:val="004C234E"/>
    <w:rsid w:val="004C25A2"/>
    <w:rsid w:val="004C3F1D"/>
    <w:rsid w:val="004C458D"/>
    <w:rsid w:val="004C62E6"/>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5D6F"/>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1241"/>
    <w:rsid w:val="00533D04"/>
    <w:rsid w:val="00534804"/>
    <w:rsid w:val="00534BDF"/>
    <w:rsid w:val="005354EA"/>
    <w:rsid w:val="0053585F"/>
    <w:rsid w:val="00535EC4"/>
    <w:rsid w:val="00535ED9"/>
    <w:rsid w:val="0053692B"/>
    <w:rsid w:val="00540FA0"/>
    <w:rsid w:val="00541853"/>
    <w:rsid w:val="00543BDA"/>
    <w:rsid w:val="005441CC"/>
    <w:rsid w:val="005479DA"/>
    <w:rsid w:val="00547BCC"/>
    <w:rsid w:val="0055013B"/>
    <w:rsid w:val="00551F6F"/>
    <w:rsid w:val="00555044"/>
    <w:rsid w:val="00561475"/>
    <w:rsid w:val="00562308"/>
    <w:rsid w:val="00562F6A"/>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81E"/>
    <w:rsid w:val="005E34CA"/>
    <w:rsid w:val="005E3C18"/>
    <w:rsid w:val="005E4250"/>
    <w:rsid w:val="005E555A"/>
    <w:rsid w:val="005E6812"/>
    <w:rsid w:val="005E7881"/>
    <w:rsid w:val="005E78E0"/>
    <w:rsid w:val="005F0D9C"/>
    <w:rsid w:val="005F284E"/>
    <w:rsid w:val="006015CE"/>
    <w:rsid w:val="00604784"/>
    <w:rsid w:val="00606419"/>
    <w:rsid w:val="00607D29"/>
    <w:rsid w:val="00612952"/>
    <w:rsid w:val="00612D98"/>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258B"/>
    <w:rsid w:val="00645904"/>
    <w:rsid w:val="006465A4"/>
    <w:rsid w:val="00651ACB"/>
    <w:rsid w:val="00651C47"/>
    <w:rsid w:val="00652AB2"/>
    <w:rsid w:val="00653FED"/>
    <w:rsid w:val="00654EC0"/>
    <w:rsid w:val="0065525B"/>
    <w:rsid w:val="00655D4F"/>
    <w:rsid w:val="00656D29"/>
    <w:rsid w:val="006640E5"/>
    <w:rsid w:val="006646F1"/>
    <w:rsid w:val="00664929"/>
    <w:rsid w:val="00664F62"/>
    <w:rsid w:val="006655E1"/>
    <w:rsid w:val="006705B9"/>
    <w:rsid w:val="00672060"/>
    <w:rsid w:val="00672BFD"/>
    <w:rsid w:val="006770F4"/>
    <w:rsid w:val="0067753F"/>
    <w:rsid w:val="00677A84"/>
    <w:rsid w:val="0068026D"/>
    <w:rsid w:val="00680A27"/>
    <w:rsid w:val="006816A4"/>
    <w:rsid w:val="006819B8"/>
    <w:rsid w:val="006840A6"/>
    <w:rsid w:val="00684201"/>
    <w:rsid w:val="006850CD"/>
    <w:rsid w:val="00685AAB"/>
    <w:rsid w:val="00693962"/>
    <w:rsid w:val="006A07AA"/>
    <w:rsid w:val="006A25E5"/>
    <w:rsid w:val="006A2B46"/>
    <w:rsid w:val="006A336D"/>
    <w:rsid w:val="006A37B9"/>
    <w:rsid w:val="006B2672"/>
    <w:rsid w:val="006B3245"/>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16BC9"/>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13F3"/>
    <w:rsid w:val="007959E8"/>
    <w:rsid w:val="00795E9C"/>
    <w:rsid w:val="007A0521"/>
    <w:rsid w:val="007A07B2"/>
    <w:rsid w:val="007A2E12"/>
    <w:rsid w:val="007A3161"/>
    <w:rsid w:val="007A3475"/>
    <w:rsid w:val="007A3FCA"/>
    <w:rsid w:val="007A40C6"/>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2DF"/>
    <w:rsid w:val="007D1352"/>
    <w:rsid w:val="007D2508"/>
    <w:rsid w:val="007D3308"/>
    <w:rsid w:val="007D346A"/>
    <w:rsid w:val="007D6518"/>
    <w:rsid w:val="007D76BD"/>
    <w:rsid w:val="007E0BF1"/>
    <w:rsid w:val="007E483C"/>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6AB"/>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53A5C"/>
    <w:rsid w:val="008603CE"/>
    <w:rsid w:val="008620FC"/>
    <w:rsid w:val="008627A5"/>
    <w:rsid w:val="00863E05"/>
    <w:rsid w:val="00865ACA"/>
    <w:rsid w:val="00865D28"/>
    <w:rsid w:val="00865F85"/>
    <w:rsid w:val="00867C10"/>
    <w:rsid w:val="00870439"/>
    <w:rsid w:val="00870DA1"/>
    <w:rsid w:val="0088265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7D5"/>
    <w:rsid w:val="008A1893"/>
    <w:rsid w:val="008A57E6"/>
    <w:rsid w:val="008A604D"/>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69BB"/>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3394"/>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57C3"/>
    <w:rsid w:val="0094607B"/>
    <w:rsid w:val="00951360"/>
    <w:rsid w:val="00953604"/>
    <w:rsid w:val="0095496B"/>
    <w:rsid w:val="00960F1E"/>
    <w:rsid w:val="009610DC"/>
    <w:rsid w:val="00961490"/>
    <w:rsid w:val="0096381A"/>
    <w:rsid w:val="00965E04"/>
    <w:rsid w:val="009674AD"/>
    <w:rsid w:val="00970CDC"/>
    <w:rsid w:val="00973BDE"/>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A769C"/>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17BC"/>
    <w:rsid w:val="009E4A58"/>
    <w:rsid w:val="009E5A2D"/>
    <w:rsid w:val="009E5AB2"/>
    <w:rsid w:val="009E6219"/>
    <w:rsid w:val="009F03B3"/>
    <w:rsid w:val="00A0096C"/>
    <w:rsid w:val="00A011DF"/>
    <w:rsid w:val="00A01757"/>
    <w:rsid w:val="00A028C0"/>
    <w:rsid w:val="00A02BAE"/>
    <w:rsid w:val="00A06A6B"/>
    <w:rsid w:val="00A07E47"/>
    <w:rsid w:val="00A107D0"/>
    <w:rsid w:val="00A129D0"/>
    <w:rsid w:val="00A12C33"/>
    <w:rsid w:val="00A138BA"/>
    <w:rsid w:val="00A14C8E"/>
    <w:rsid w:val="00A153D9"/>
    <w:rsid w:val="00A15F09"/>
    <w:rsid w:val="00A169B6"/>
    <w:rsid w:val="00A21C73"/>
    <w:rsid w:val="00A2271D"/>
    <w:rsid w:val="00A237D5"/>
    <w:rsid w:val="00A26802"/>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1197"/>
    <w:rsid w:val="00A648CD"/>
    <w:rsid w:val="00A6537A"/>
    <w:rsid w:val="00A67200"/>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975B0"/>
    <w:rsid w:val="00A97A30"/>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0BCF"/>
    <w:rsid w:val="00AD11B7"/>
    <w:rsid w:val="00AD1A94"/>
    <w:rsid w:val="00AD1C05"/>
    <w:rsid w:val="00AD4126"/>
    <w:rsid w:val="00AD421C"/>
    <w:rsid w:val="00AD44FA"/>
    <w:rsid w:val="00AE070A"/>
    <w:rsid w:val="00AE101C"/>
    <w:rsid w:val="00AE2A69"/>
    <w:rsid w:val="00AE37E5"/>
    <w:rsid w:val="00AE5EB4"/>
    <w:rsid w:val="00AE6F2B"/>
    <w:rsid w:val="00AF0C18"/>
    <w:rsid w:val="00AF47C5"/>
    <w:rsid w:val="00AF5398"/>
    <w:rsid w:val="00B02D32"/>
    <w:rsid w:val="00B049AF"/>
    <w:rsid w:val="00B07242"/>
    <w:rsid w:val="00B10534"/>
    <w:rsid w:val="00B113DB"/>
    <w:rsid w:val="00B11D8A"/>
    <w:rsid w:val="00B12981"/>
    <w:rsid w:val="00B147DD"/>
    <w:rsid w:val="00B156FD"/>
    <w:rsid w:val="00B17688"/>
    <w:rsid w:val="00B21F61"/>
    <w:rsid w:val="00B261F1"/>
    <w:rsid w:val="00B265BC"/>
    <w:rsid w:val="00B31FB1"/>
    <w:rsid w:val="00B33952"/>
    <w:rsid w:val="00B33C5E"/>
    <w:rsid w:val="00B342F4"/>
    <w:rsid w:val="00B34369"/>
    <w:rsid w:val="00B34985"/>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1E4D"/>
    <w:rsid w:val="00B72880"/>
    <w:rsid w:val="00B758BF"/>
    <w:rsid w:val="00B77EC8"/>
    <w:rsid w:val="00B827A6"/>
    <w:rsid w:val="00B831CE"/>
    <w:rsid w:val="00B86677"/>
    <w:rsid w:val="00B87131"/>
    <w:rsid w:val="00B939B1"/>
    <w:rsid w:val="00B96D40"/>
    <w:rsid w:val="00B97386"/>
    <w:rsid w:val="00BA263B"/>
    <w:rsid w:val="00BA2A73"/>
    <w:rsid w:val="00BA42B2"/>
    <w:rsid w:val="00BA58D4"/>
    <w:rsid w:val="00BA5B9E"/>
    <w:rsid w:val="00BA7C9A"/>
    <w:rsid w:val="00BB5F8F"/>
    <w:rsid w:val="00BB6511"/>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70B7"/>
    <w:rsid w:val="00C2082B"/>
    <w:rsid w:val="00C21540"/>
    <w:rsid w:val="00C21906"/>
    <w:rsid w:val="00C21BFA"/>
    <w:rsid w:val="00C24C8D"/>
    <w:rsid w:val="00C25FE2"/>
    <w:rsid w:val="00C26905"/>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6621C"/>
    <w:rsid w:val="00C71372"/>
    <w:rsid w:val="00C72410"/>
    <w:rsid w:val="00C7287F"/>
    <w:rsid w:val="00C80CB8"/>
    <w:rsid w:val="00C819F8"/>
    <w:rsid w:val="00C8248C"/>
    <w:rsid w:val="00C82C7D"/>
    <w:rsid w:val="00C83477"/>
    <w:rsid w:val="00C84E33"/>
    <w:rsid w:val="00C86D6F"/>
    <w:rsid w:val="00C87FF2"/>
    <w:rsid w:val="00C905FC"/>
    <w:rsid w:val="00C92D03"/>
    <w:rsid w:val="00C9319C"/>
    <w:rsid w:val="00C93FDB"/>
    <w:rsid w:val="00C9435D"/>
    <w:rsid w:val="00C94DF2"/>
    <w:rsid w:val="00C96741"/>
    <w:rsid w:val="00CA2D1B"/>
    <w:rsid w:val="00CA375D"/>
    <w:rsid w:val="00CA662A"/>
    <w:rsid w:val="00CA7AFD"/>
    <w:rsid w:val="00CA7C3C"/>
    <w:rsid w:val="00CB0189"/>
    <w:rsid w:val="00CB0BA2"/>
    <w:rsid w:val="00CB0FE8"/>
    <w:rsid w:val="00CB1A42"/>
    <w:rsid w:val="00CB1B0C"/>
    <w:rsid w:val="00CB2C0B"/>
    <w:rsid w:val="00CB517D"/>
    <w:rsid w:val="00CB78F2"/>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614B"/>
    <w:rsid w:val="00CF048A"/>
    <w:rsid w:val="00CF155A"/>
    <w:rsid w:val="00CF2947"/>
    <w:rsid w:val="00CF40F6"/>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6BC5"/>
    <w:rsid w:val="00D20737"/>
    <w:rsid w:val="00D21D1A"/>
    <w:rsid w:val="00D21E81"/>
    <w:rsid w:val="00D223DE"/>
    <w:rsid w:val="00D25627"/>
    <w:rsid w:val="00D25E37"/>
    <w:rsid w:val="00D2661A"/>
    <w:rsid w:val="00D27582"/>
    <w:rsid w:val="00D27EC4"/>
    <w:rsid w:val="00D32719"/>
    <w:rsid w:val="00D32C1C"/>
    <w:rsid w:val="00D33333"/>
    <w:rsid w:val="00D352A2"/>
    <w:rsid w:val="00D4162B"/>
    <w:rsid w:val="00D4514F"/>
    <w:rsid w:val="00D451E2"/>
    <w:rsid w:val="00D456EE"/>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A9C"/>
    <w:rsid w:val="00E01138"/>
    <w:rsid w:val="00E02DFB"/>
    <w:rsid w:val="00E030F9"/>
    <w:rsid w:val="00E0311A"/>
    <w:rsid w:val="00E03138"/>
    <w:rsid w:val="00E06404"/>
    <w:rsid w:val="00E11A85"/>
    <w:rsid w:val="00E12495"/>
    <w:rsid w:val="00E124EE"/>
    <w:rsid w:val="00E15CCD"/>
    <w:rsid w:val="00E1622D"/>
    <w:rsid w:val="00E202EF"/>
    <w:rsid w:val="00E210B5"/>
    <w:rsid w:val="00E2552F"/>
    <w:rsid w:val="00E3137A"/>
    <w:rsid w:val="00E32CCF"/>
    <w:rsid w:val="00E32E62"/>
    <w:rsid w:val="00E34A98"/>
    <w:rsid w:val="00E35D1E"/>
    <w:rsid w:val="00E364F9"/>
    <w:rsid w:val="00E365FA"/>
    <w:rsid w:val="00E36789"/>
    <w:rsid w:val="00E42687"/>
    <w:rsid w:val="00E44A83"/>
    <w:rsid w:val="00E502C1"/>
    <w:rsid w:val="00E502DD"/>
    <w:rsid w:val="00E50D3A"/>
    <w:rsid w:val="00E51387"/>
    <w:rsid w:val="00E51E68"/>
    <w:rsid w:val="00E525DB"/>
    <w:rsid w:val="00E52EFD"/>
    <w:rsid w:val="00E5408A"/>
    <w:rsid w:val="00E56800"/>
    <w:rsid w:val="00E60C63"/>
    <w:rsid w:val="00E62FF9"/>
    <w:rsid w:val="00E635D6"/>
    <w:rsid w:val="00E639BC"/>
    <w:rsid w:val="00E664CC"/>
    <w:rsid w:val="00E664FD"/>
    <w:rsid w:val="00E70388"/>
    <w:rsid w:val="00E70C43"/>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1662"/>
    <w:rsid w:val="00E9311F"/>
    <w:rsid w:val="00E934D1"/>
    <w:rsid w:val="00E94AF0"/>
    <w:rsid w:val="00E95D13"/>
    <w:rsid w:val="00E95DD3"/>
    <w:rsid w:val="00E969D5"/>
    <w:rsid w:val="00EA58D1"/>
    <w:rsid w:val="00EA61BC"/>
    <w:rsid w:val="00EA681A"/>
    <w:rsid w:val="00EA735B"/>
    <w:rsid w:val="00EB1379"/>
    <w:rsid w:val="00EB1E69"/>
    <w:rsid w:val="00EB2086"/>
    <w:rsid w:val="00EB31ED"/>
    <w:rsid w:val="00EB5EDF"/>
    <w:rsid w:val="00EB60FE"/>
    <w:rsid w:val="00EB74DB"/>
    <w:rsid w:val="00EC5359"/>
    <w:rsid w:val="00EC562A"/>
    <w:rsid w:val="00ED067A"/>
    <w:rsid w:val="00ED2B50"/>
    <w:rsid w:val="00ED36F6"/>
    <w:rsid w:val="00EE0350"/>
    <w:rsid w:val="00EE0719"/>
    <w:rsid w:val="00EE0E80"/>
    <w:rsid w:val="00EE3FC4"/>
    <w:rsid w:val="00EE613F"/>
    <w:rsid w:val="00EE7295"/>
    <w:rsid w:val="00EE7869"/>
    <w:rsid w:val="00EF04B5"/>
    <w:rsid w:val="00EF054A"/>
    <w:rsid w:val="00EF0C3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57CCD"/>
    <w:rsid w:val="00F6194E"/>
    <w:rsid w:val="00F623AC"/>
    <w:rsid w:val="00F62F63"/>
    <w:rsid w:val="00F6412A"/>
    <w:rsid w:val="00F65893"/>
    <w:rsid w:val="00F66A4A"/>
    <w:rsid w:val="00F71E22"/>
    <w:rsid w:val="00F72142"/>
    <w:rsid w:val="00F72AE7"/>
    <w:rsid w:val="00F776C7"/>
    <w:rsid w:val="00F833BA"/>
    <w:rsid w:val="00F84FD0"/>
    <w:rsid w:val="00F859A8"/>
    <w:rsid w:val="00F86D87"/>
    <w:rsid w:val="00F9108B"/>
    <w:rsid w:val="00F91233"/>
    <w:rsid w:val="00F91349"/>
    <w:rsid w:val="00F93A8A"/>
    <w:rsid w:val="00F95248"/>
    <w:rsid w:val="00F956A9"/>
    <w:rsid w:val="00F963ED"/>
    <w:rsid w:val="00F966CF"/>
    <w:rsid w:val="00F96CAE"/>
    <w:rsid w:val="00F97C99"/>
    <w:rsid w:val="00FA662D"/>
    <w:rsid w:val="00FA73B1"/>
    <w:rsid w:val="00FB0CB9"/>
    <w:rsid w:val="00FB231D"/>
    <w:rsid w:val="00FB3BF1"/>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B3052A"/>
    <w:rsid w:val="0BB55790"/>
    <w:rsid w:val="102F040E"/>
    <w:rsid w:val="115E1AF5"/>
    <w:rsid w:val="1537372D"/>
    <w:rsid w:val="20BF530B"/>
    <w:rsid w:val="24FD3325"/>
    <w:rsid w:val="275B5F27"/>
    <w:rsid w:val="27BD5314"/>
    <w:rsid w:val="30B71B1C"/>
    <w:rsid w:val="34AE6AF0"/>
    <w:rsid w:val="486B6F6A"/>
    <w:rsid w:val="500076D0"/>
    <w:rsid w:val="5BA254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8C4347E"/>
  <w15:docId w15:val="{3CE1C695-6B80-4E52-93AA-7CAC56DBA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uiPriority w:val="99"/>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uiPriority w:val="99"/>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paragraph" w:customStyle="1" w:styleId="TableText">
    <w:name w:val="Table Text"/>
    <w:basedOn w:val="afff5"/>
    <w:semiHidden/>
    <w:qFormat/>
    <w:pPr>
      <w:widowControl/>
      <w:kinsoku w:val="0"/>
      <w:autoSpaceDE w:val="0"/>
      <w:autoSpaceDN w:val="0"/>
      <w:snapToGrid w:val="0"/>
      <w:spacing w:line="240" w:lineRule="auto"/>
      <w:jc w:val="left"/>
      <w:textAlignment w:val="baseline"/>
    </w:pPr>
    <w:rPr>
      <w:rFonts w:ascii="宋体" w:hAnsi="宋体" w:cs="宋体"/>
      <w:color w:val="000000"/>
      <w:kern w:val="0"/>
      <w:sz w:val="18"/>
      <w:szCs w:val="18"/>
    </w:rPr>
  </w:style>
  <w:style w:type="table" w:customStyle="1" w:styleId="TableNormal">
    <w:name w:val="Table Normal"/>
    <w:basedOn w:val="afff7"/>
    <w:qFormat/>
    <w:rPr>
      <w:rFonts w:ascii="Times New Roman" w:eastAsia="Times New Roman" w:hAnsi="Times New Roman"/>
    </w:r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12848">
      <w:bodyDiv w:val="1"/>
      <w:marLeft w:val="0"/>
      <w:marRight w:val="0"/>
      <w:marTop w:val="0"/>
      <w:marBottom w:val="0"/>
      <w:divBdr>
        <w:top w:val="none" w:sz="0" w:space="0" w:color="auto"/>
        <w:left w:val="none" w:sz="0" w:space="0" w:color="auto"/>
        <w:bottom w:val="none" w:sz="0" w:space="0" w:color="auto"/>
        <w:right w:val="none" w:sz="0" w:space="0" w:color="auto"/>
      </w:divBdr>
    </w:div>
    <w:div w:id="106970496">
      <w:bodyDiv w:val="1"/>
      <w:marLeft w:val="0"/>
      <w:marRight w:val="0"/>
      <w:marTop w:val="0"/>
      <w:marBottom w:val="0"/>
      <w:divBdr>
        <w:top w:val="none" w:sz="0" w:space="0" w:color="auto"/>
        <w:left w:val="none" w:sz="0" w:space="0" w:color="auto"/>
        <w:bottom w:val="none" w:sz="0" w:space="0" w:color="auto"/>
        <w:right w:val="none" w:sz="0" w:space="0" w:color="auto"/>
      </w:divBdr>
    </w:div>
    <w:div w:id="297536927">
      <w:bodyDiv w:val="1"/>
      <w:marLeft w:val="0"/>
      <w:marRight w:val="0"/>
      <w:marTop w:val="0"/>
      <w:marBottom w:val="0"/>
      <w:divBdr>
        <w:top w:val="none" w:sz="0" w:space="0" w:color="auto"/>
        <w:left w:val="none" w:sz="0" w:space="0" w:color="auto"/>
        <w:bottom w:val="none" w:sz="0" w:space="0" w:color="auto"/>
        <w:right w:val="none" w:sz="0" w:space="0" w:color="auto"/>
      </w:divBdr>
    </w:div>
    <w:div w:id="444472367">
      <w:bodyDiv w:val="1"/>
      <w:marLeft w:val="0"/>
      <w:marRight w:val="0"/>
      <w:marTop w:val="0"/>
      <w:marBottom w:val="0"/>
      <w:divBdr>
        <w:top w:val="none" w:sz="0" w:space="0" w:color="auto"/>
        <w:left w:val="none" w:sz="0" w:space="0" w:color="auto"/>
        <w:bottom w:val="none" w:sz="0" w:space="0" w:color="auto"/>
        <w:right w:val="none" w:sz="0" w:space="0" w:color="auto"/>
      </w:divBdr>
    </w:div>
    <w:div w:id="518394166">
      <w:bodyDiv w:val="1"/>
      <w:marLeft w:val="0"/>
      <w:marRight w:val="0"/>
      <w:marTop w:val="0"/>
      <w:marBottom w:val="0"/>
      <w:divBdr>
        <w:top w:val="none" w:sz="0" w:space="0" w:color="auto"/>
        <w:left w:val="none" w:sz="0" w:space="0" w:color="auto"/>
        <w:bottom w:val="none" w:sz="0" w:space="0" w:color="auto"/>
        <w:right w:val="none" w:sz="0" w:space="0" w:color="auto"/>
      </w:divBdr>
    </w:div>
    <w:div w:id="552929593">
      <w:bodyDiv w:val="1"/>
      <w:marLeft w:val="0"/>
      <w:marRight w:val="0"/>
      <w:marTop w:val="0"/>
      <w:marBottom w:val="0"/>
      <w:divBdr>
        <w:top w:val="none" w:sz="0" w:space="0" w:color="auto"/>
        <w:left w:val="none" w:sz="0" w:space="0" w:color="auto"/>
        <w:bottom w:val="none" w:sz="0" w:space="0" w:color="auto"/>
        <w:right w:val="none" w:sz="0" w:space="0" w:color="auto"/>
      </w:divBdr>
    </w:div>
    <w:div w:id="960964138">
      <w:bodyDiv w:val="1"/>
      <w:marLeft w:val="0"/>
      <w:marRight w:val="0"/>
      <w:marTop w:val="0"/>
      <w:marBottom w:val="0"/>
      <w:divBdr>
        <w:top w:val="none" w:sz="0" w:space="0" w:color="auto"/>
        <w:left w:val="none" w:sz="0" w:space="0" w:color="auto"/>
        <w:bottom w:val="none" w:sz="0" w:space="0" w:color="auto"/>
        <w:right w:val="none" w:sz="0" w:space="0" w:color="auto"/>
      </w:divBdr>
    </w:div>
    <w:div w:id="963124530">
      <w:bodyDiv w:val="1"/>
      <w:marLeft w:val="0"/>
      <w:marRight w:val="0"/>
      <w:marTop w:val="0"/>
      <w:marBottom w:val="0"/>
      <w:divBdr>
        <w:top w:val="none" w:sz="0" w:space="0" w:color="auto"/>
        <w:left w:val="none" w:sz="0" w:space="0" w:color="auto"/>
        <w:bottom w:val="none" w:sz="0" w:space="0" w:color="auto"/>
        <w:right w:val="none" w:sz="0" w:space="0" w:color="auto"/>
      </w:divBdr>
    </w:div>
    <w:div w:id="1024209268">
      <w:bodyDiv w:val="1"/>
      <w:marLeft w:val="0"/>
      <w:marRight w:val="0"/>
      <w:marTop w:val="0"/>
      <w:marBottom w:val="0"/>
      <w:divBdr>
        <w:top w:val="none" w:sz="0" w:space="0" w:color="auto"/>
        <w:left w:val="none" w:sz="0" w:space="0" w:color="auto"/>
        <w:bottom w:val="none" w:sz="0" w:space="0" w:color="auto"/>
        <w:right w:val="none" w:sz="0" w:space="0" w:color="auto"/>
      </w:divBdr>
    </w:div>
    <w:div w:id="19603377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header" Target="header13.xm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image" Target="media/image3.jpeg"/><Relationship Id="rId40" Type="http://schemas.openxmlformats.org/officeDocument/2006/relationships/footer" Target="footer14.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footer" Target="footer12.xml"/><Relationship Id="rId43" Type="http://schemas.openxmlformats.org/officeDocument/2006/relationships/glossaryDocument" Target="glossary/document.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831668EA3FA428199258E5FBE633F51"/>
        <w:category>
          <w:name w:val="常规"/>
          <w:gallery w:val="placeholder"/>
        </w:category>
        <w:types>
          <w:type w:val="bbPlcHdr"/>
        </w:types>
        <w:behaviors>
          <w:behavior w:val="content"/>
        </w:behaviors>
        <w:guid w:val="{8547C11F-55AC-4695-AD84-D1DC4267A39F}"/>
      </w:docPartPr>
      <w:docPartBody>
        <w:p w:rsidR="002D4D47" w:rsidRDefault="00676B2C">
          <w:pPr>
            <w:pStyle w:val="E831668EA3FA428199258E5FBE633F51"/>
            <w:rPr>
              <w:rFonts w:hint="eastAsia"/>
            </w:rPr>
          </w:pPr>
          <w:r>
            <w:rPr>
              <w:rStyle w:val="a3"/>
              <w:rFonts w:hint="eastAsia"/>
            </w:rPr>
            <w:t>单击或点击此处输入文字。</w:t>
          </w:r>
        </w:p>
      </w:docPartBody>
    </w:docPart>
    <w:docPart>
      <w:docPartPr>
        <w:name w:val="B14E86CB89B342A5B65AE1FBDEB87142"/>
        <w:category>
          <w:name w:val="常规"/>
          <w:gallery w:val="placeholder"/>
        </w:category>
        <w:types>
          <w:type w:val="bbPlcHdr"/>
        </w:types>
        <w:behaviors>
          <w:behavior w:val="content"/>
        </w:behaviors>
        <w:guid w:val="{06CFCBAE-0730-44B3-9219-2E48D3925BCE}"/>
      </w:docPartPr>
      <w:docPartBody>
        <w:p w:rsidR="002D4D47" w:rsidRDefault="00676B2C">
          <w:pPr>
            <w:pStyle w:val="B14E86CB89B342A5B65AE1FBDEB87142"/>
            <w:rPr>
              <w:rFonts w:hint="eastAsia"/>
            </w:rPr>
          </w:pPr>
          <w:r>
            <w:rPr>
              <w:rStyle w:val="a3"/>
              <w:rFonts w:hint="eastAsia"/>
            </w:rPr>
            <w:t>选择一项。</w:t>
          </w:r>
        </w:p>
      </w:docPartBody>
    </w:docPart>
    <w:docPart>
      <w:docPartPr>
        <w:name w:val="284727CC537A444BBEA2F812485D0701"/>
        <w:category>
          <w:name w:val="常规"/>
          <w:gallery w:val="placeholder"/>
        </w:category>
        <w:types>
          <w:type w:val="bbPlcHdr"/>
        </w:types>
        <w:behaviors>
          <w:behavior w:val="content"/>
        </w:behaviors>
        <w:guid w:val="{6E9C1910-E201-4F8E-96B9-C902EF00FB20}"/>
      </w:docPartPr>
      <w:docPartBody>
        <w:p w:rsidR="002D4D47" w:rsidRDefault="00676B2C">
          <w:pPr>
            <w:pStyle w:val="284727CC537A444BBEA2F812485D0701"/>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6840"/>
    <w:rsid w:val="000219CF"/>
    <w:rsid w:val="000840B0"/>
    <w:rsid w:val="00192568"/>
    <w:rsid w:val="00211F59"/>
    <w:rsid w:val="0021308D"/>
    <w:rsid w:val="00217E4E"/>
    <w:rsid w:val="002D4D47"/>
    <w:rsid w:val="003C5EEF"/>
    <w:rsid w:val="00424653"/>
    <w:rsid w:val="00465991"/>
    <w:rsid w:val="005164D9"/>
    <w:rsid w:val="00526840"/>
    <w:rsid w:val="00617E56"/>
    <w:rsid w:val="006201B0"/>
    <w:rsid w:val="00621C65"/>
    <w:rsid w:val="00676B2C"/>
    <w:rsid w:val="00714D79"/>
    <w:rsid w:val="007A3161"/>
    <w:rsid w:val="007D12DF"/>
    <w:rsid w:val="008206AB"/>
    <w:rsid w:val="00880AA9"/>
    <w:rsid w:val="009C2A9A"/>
    <w:rsid w:val="00AD1856"/>
    <w:rsid w:val="00B60334"/>
    <w:rsid w:val="00B9574D"/>
    <w:rsid w:val="00C20172"/>
    <w:rsid w:val="00C978CE"/>
    <w:rsid w:val="00CA57C1"/>
    <w:rsid w:val="00DC3EA8"/>
    <w:rsid w:val="00E660D9"/>
    <w:rsid w:val="00EC7CE3"/>
    <w:rsid w:val="00EF04B5"/>
    <w:rsid w:val="00EF5C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E831668EA3FA428199258E5FBE633F51">
    <w:name w:val="E831668EA3FA428199258E5FBE633F51"/>
    <w:qFormat/>
    <w:pPr>
      <w:widowControl w:val="0"/>
      <w:jc w:val="both"/>
    </w:pPr>
    <w:rPr>
      <w:kern w:val="2"/>
      <w:sz w:val="21"/>
      <w:szCs w:val="22"/>
    </w:rPr>
  </w:style>
  <w:style w:type="paragraph" w:customStyle="1" w:styleId="B14E86CB89B342A5B65AE1FBDEB87142">
    <w:name w:val="B14E86CB89B342A5B65AE1FBDEB87142"/>
    <w:qFormat/>
    <w:pPr>
      <w:widowControl w:val="0"/>
      <w:jc w:val="both"/>
    </w:pPr>
    <w:rPr>
      <w:kern w:val="2"/>
      <w:sz w:val="21"/>
      <w:szCs w:val="22"/>
    </w:rPr>
  </w:style>
  <w:style w:type="paragraph" w:customStyle="1" w:styleId="284727CC537A444BBEA2F812485D0701">
    <w:name w:val="284727CC537A444BBEA2F812485D0701"/>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0703A3-D17D-44D4-8131-6ECDF2D69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13</TotalTime>
  <Pages>1</Pages>
  <Words>6373</Words>
  <Characters>6757</Characters>
  <Application>Microsoft Office Word</Application>
  <DocSecurity>0</DocSecurity>
  <Lines>844</Lines>
  <Paragraphs>656</Paragraphs>
  <ScaleCrop>false</ScaleCrop>
  <Company>PCMI</Company>
  <LinksUpToDate>false</LinksUpToDate>
  <CharactersWithSpaces>12474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qiao</dc:creator>
  <dc:description>&lt;config cover="true" show_menu="true" version="1.0.0" doctype="SDKXY"&gt;_x000d_
&lt;/config&gt;</dc:description>
  <cp:lastModifiedBy>夜偞 叶</cp:lastModifiedBy>
  <cp:revision>63</cp:revision>
  <cp:lastPrinted>2021-02-02T08:22:00Z</cp:lastPrinted>
  <dcterms:created xsi:type="dcterms:W3CDTF">2025-02-11T13:00:00Z</dcterms:created>
  <dcterms:modified xsi:type="dcterms:W3CDTF">2025-04-19T01:27:00Z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eyJoZGlkIjoiYTU1N2Y1MDY2NWQ0ODg2OTRhNjc2OTcxNjMyN2NkN2QiLCJ1c2VySWQiOiI1MTA1OTA1NTIifQ==</vt:lpwstr>
  </property>
  <property fmtid="{D5CDD505-2E9C-101B-9397-08002B2CF9AE}" pid="15" name="KSOProductBuildVer">
    <vt:lpwstr>2052-12.1.0.20784</vt:lpwstr>
  </property>
  <property fmtid="{D5CDD505-2E9C-101B-9397-08002B2CF9AE}" pid="16" name="ICV">
    <vt:lpwstr>D6A88FA885F1403889D5947E702CB03F_12</vt:lpwstr>
  </property>
  <property fmtid="{D5CDD505-2E9C-101B-9397-08002B2CF9AE}" pid="17" name="DoublePage">
    <vt:lpwstr>true</vt:lpwstr>
  </property>
</Properties>
</file>